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40195" w14:textId="77777777" w:rsidR="00B71F37" w:rsidRDefault="00B71F37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094C34">
        <w:rPr>
          <w:rFonts w:ascii="ＭＳ 明朝" w:hint="eastAsia"/>
        </w:rPr>
        <w:t>１</w:t>
      </w: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"/>
        <w:gridCol w:w="6"/>
        <w:gridCol w:w="1042"/>
        <w:gridCol w:w="1022"/>
        <w:gridCol w:w="620"/>
        <w:gridCol w:w="9"/>
        <w:gridCol w:w="407"/>
        <w:gridCol w:w="938"/>
        <w:gridCol w:w="126"/>
        <w:gridCol w:w="8"/>
        <w:gridCol w:w="178"/>
        <w:gridCol w:w="828"/>
        <w:gridCol w:w="625"/>
        <w:gridCol w:w="366"/>
        <w:gridCol w:w="15"/>
        <w:gridCol w:w="186"/>
        <w:gridCol w:w="934"/>
        <w:gridCol w:w="8"/>
        <w:gridCol w:w="1636"/>
        <w:gridCol w:w="10"/>
        <w:gridCol w:w="24"/>
      </w:tblGrid>
      <w:tr w:rsidR="00B03DFC" w14:paraId="29CDA960" w14:textId="77777777" w:rsidTr="00094C34">
        <w:trPr>
          <w:gridAfter w:val="2"/>
          <w:wAfter w:w="34" w:type="dxa"/>
          <w:trHeight w:val="400"/>
          <w:jc w:val="center"/>
        </w:trPr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9DADF7" w14:textId="77777777" w:rsidR="00B03DFC" w:rsidRPr="00F0040B" w:rsidRDefault="00F0040B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0040B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1022" w:type="dxa"/>
            <w:vAlign w:val="center"/>
          </w:tcPr>
          <w:p w14:paraId="18278186" w14:textId="77777777" w:rsidR="00B03DFC" w:rsidRPr="00F0040B" w:rsidRDefault="00F0040B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0040B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036" w:type="dxa"/>
            <w:gridSpan w:val="3"/>
            <w:vAlign w:val="center"/>
          </w:tcPr>
          <w:p w14:paraId="3EA0AC46" w14:textId="77777777" w:rsidR="00B03DFC" w:rsidRPr="00F0040B" w:rsidRDefault="00F0040B" w:rsidP="00DC2FF2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0040B">
              <w:rPr>
                <w:rFonts w:ascii="ＭＳ 明朝" w:hint="eastAsia"/>
                <w:sz w:val="16"/>
                <w:szCs w:val="16"/>
              </w:rPr>
              <w:t>グループ</w:t>
            </w:r>
            <w:r w:rsidR="00B03DFC" w:rsidRPr="00F0040B">
              <w:rPr>
                <w:rFonts w:ascii="ＭＳ 明朝" w:hint="eastAsia"/>
                <w:sz w:val="16"/>
                <w:szCs w:val="16"/>
              </w:rPr>
              <w:t>長</w:t>
            </w:r>
          </w:p>
        </w:tc>
        <w:tc>
          <w:tcPr>
            <w:tcW w:w="1064" w:type="dxa"/>
            <w:gridSpan w:val="2"/>
            <w:vAlign w:val="center"/>
          </w:tcPr>
          <w:p w14:paraId="34FDD4EB" w14:textId="77777777" w:rsidR="00B03DFC" w:rsidRPr="002302AC" w:rsidRDefault="00B03DFC" w:rsidP="00F0040B">
            <w:pPr>
              <w:autoSpaceDE w:val="0"/>
              <w:autoSpaceDN w:val="0"/>
              <w:jc w:val="center"/>
              <w:rPr>
                <w:rFonts w:ascii="ＭＳ 明朝"/>
                <w:sz w:val="14"/>
                <w:szCs w:val="14"/>
              </w:rPr>
            </w:pPr>
            <w:r w:rsidRPr="002302AC">
              <w:rPr>
                <w:rFonts w:ascii="ＭＳ 明朝" w:hint="eastAsia"/>
                <w:sz w:val="14"/>
                <w:szCs w:val="14"/>
              </w:rPr>
              <w:t>グループ長</w:t>
            </w:r>
          </w:p>
          <w:p w14:paraId="08DE0CE6" w14:textId="77777777" w:rsidR="00F0040B" w:rsidRPr="00F0040B" w:rsidRDefault="00F0040B" w:rsidP="00F0040B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2302AC">
              <w:rPr>
                <w:rFonts w:ascii="ＭＳ 明朝" w:hint="eastAsia"/>
                <w:sz w:val="14"/>
                <w:szCs w:val="14"/>
              </w:rPr>
              <w:t>補　　　佐</w:t>
            </w:r>
          </w:p>
        </w:tc>
        <w:tc>
          <w:tcPr>
            <w:tcW w:w="1014" w:type="dxa"/>
            <w:gridSpan w:val="3"/>
            <w:vAlign w:val="center"/>
          </w:tcPr>
          <w:p w14:paraId="49A178A5" w14:textId="77777777" w:rsidR="00B03DFC" w:rsidRPr="00F0040B" w:rsidRDefault="00B03DFC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0040B">
              <w:rPr>
                <w:rFonts w:ascii="ＭＳ 明朝" w:hint="eastAsia"/>
                <w:sz w:val="16"/>
                <w:szCs w:val="16"/>
              </w:rPr>
              <w:t>リーダー</w:t>
            </w:r>
          </w:p>
        </w:tc>
        <w:tc>
          <w:tcPr>
            <w:tcW w:w="991" w:type="dxa"/>
            <w:gridSpan w:val="2"/>
            <w:vAlign w:val="center"/>
          </w:tcPr>
          <w:p w14:paraId="529E2868" w14:textId="77777777" w:rsidR="00B03DFC" w:rsidRPr="00F0040B" w:rsidRDefault="00B03DFC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0040B">
              <w:rPr>
                <w:rFonts w:ascii="ＭＳ 明朝" w:hint="eastAsia"/>
                <w:sz w:val="16"/>
                <w:szCs w:val="16"/>
              </w:rPr>
              <w:t>担　当</w:t>
            </w:r>
          </w:p>
        </w:tc>
        <w:tc>
          <w:tcPr>
            <w:tcW w:w="1135" w:type="dxa"/>
            <w:gridSpan w:val="3"/>
            <w:vAlign w:val="center"/>
          </w:tcPr>
          <w:p w14:paraId="18810F27" w14:textId="77777777" w:rsidR="00B03DFC" w:rsidRPr="00F0040B" w:rsidRDefault="00B03DFC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F0040B">
              <w:rPr>
                <w:rFonts w:ascii="ＭＳ 明朝" w:hint="eastAsia"/>
              </w:rPr>
              <w:t>処　理</w:t>
            </w:r>
          </w:p>
        </w:tc>
        <w:tc>
          <w:tcPr>
            <w:tcW w:w="1644" w:type="dxa"/>
            <w:gridSpan w:val="2"/>
            <w:vMerge w:val="restart"/>
            <w:vAlign w:val="center"/>
          </w:tcPr>
          <w:p w14:paraId="2A2EF7D4" w14:textId="77777777" w:rsidR="00B03DFC" w:rsidRDefault="00B03DFC" w:rsidP="00B31EDB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許可番号</w:t>
            </w:r>
          </w:p>
          <w:p w14:paraId="66E63D61" w14:textId="77777777" w:rsidR="00B03DFC" w:rsidRDefault="00B03DFC" w:rsidP="00B31EDB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号</w:t>
            </w:r>
          </w:p>
        </w:tc>
      </w:tr>
      <w:tr w:rsidR="00B03DFC" w14:paraId="574E3199" w14:textId="77777777" w:rsidTr="00094C34">
        <w:trPr>
          <w:gridBefore w:val="1"/>
          <w:gridAfter w:val="2"/>
          <w:wBefore w:w="6" w:type="dxa"/>
          <w:wAfter w:w="34" w:type="dxa"/>
          <w:trHeight w:val="317"/>
          <w:jc w:val="center"/>
        </w:trPr>
        <w:tc>
          <w:tcPr>
            <w:tcW w:w="1048" w:type="dxa"/>
            <w:gridSpan w:val="2"/>
            <w:vMerge w:val="restart"/>
            <w:tcBorders>
              <w:left w:val="single" w:sz="4" w:space="0" w:color="auto"/>
            </w:tcBorders>
          </w:tcPr>
          <w:p w14:paraId="51E79A5F" w14:textId="77777777" w:rsidR="00B03DFC" w:rsidRPr="00F0040B" w:rsidRDefault="00B03DFC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0040B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22" w:type="dxa"/>
            <w:vMerge w:val="restart"/>
          </w:tcPr>
          <w:p w14:paraId="3D1A07D4" w14:textId="77777777" w:rsidR="00B03DFC" w:rsidRPr="00F0040B" w:rsidRDefault="00B03DFC" w:rsidP="00646A46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36" w:type="dxa"/>
            <w:gridSpan w:val="3"/>
            <w:vMerge w:val="restart"/>
          </w:tcPr>
          <w:p w14:paraId="2AAB1746" w14:textId="77777777" w:rsidR="00B03DFC" w:rsidRPr="00F0040B" w:rsidRDefault="00B03DFC" w:rsidP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gridSpan w:val="2"/>
            <w:vMerge w:val="restart"/>
          </w:tcPr>
          <w:p w14:paraId="00A8A84F" w14:textId="77777777" w:rsidR="00B03DFC" w:rsidRPr="00F0040B" w:rsidRDefault="00B03DFC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0040B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14" w:type="dxa"/>
            <w:gridSpan w:val="3"/>
            <w:vMerge w:val="restart"/>
          </w:tcPr>
          <w:p w14:paraId="614D83F0" w14:textId="77777777" w:rsidR="00B03DFC" w:rsidRPr="00F0040B" w:rsidRDefault="00B03DFC" w:rsidP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91" w:type="dxa"/>
            <w:gridSpan w:val="2"/>
            <w:vMerge w:val="restart"/>
          </w:tcPr>
          <w:p w14:paraId="75CB7297" w14:textId="77777777" w:rsidR="00B03DFC" w:rsidRPr="00F0040B" w:rsidRDefault="00B03DFC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0040B">
              <w:rPr>
                <w:rFonts w:ascii="ＭＳ 明朝" w:hint="eastAsia"/>
              </w:rPr>
              <w:t xml:space="preserve">　</w:t>
            </w:r>
          </w:p>
        </w:tc>
        <w:tc>
          <w:tcPr>
            <w:tcW w:w="1135" w:type="dxa"/>
            <w:gridSpan w:val="3"/>
            <w:vMerge w:val="restart"/>
            <w:vAlign w:val="center"/>
          </w:tcPr>
          <w:p w14:paraId="18F7FF72" w14:textId="7876F71D" w:rsidR="00B03DFC" w:rsidRPr="00F0040B" w:rsidRDefault="00B03DFC">
            <w:pPr>
              <w:wordWrap w:val="0"/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F0040B">
              <w:rPr>
                <w:rFonts w:ascii="ＭＳ 明朝" w:hint="eastAsia"/>
                <w:sz w:val="18"/>
                <w:szCs w:val="18"/>
              </w:rPr>
              <w:t>申請のとおり許可してよいで</w:t>
            </w:r>
            <w:r w:rsidR="00D76E03">
              <w:rPr>
                <w:rFonts w:ascii="ＭＳ 明朝" w:hint="eastAsia"/>
                <w:sz w:val="18"/>
                <w:szCs w:val="18"/>
              </w:rPr>
              <w:t>しょう</w:t>
            </w:r>
            <w:r w:rsidRPr="00F0040B">
              <w:rPr>
                <w:rFonts w:ascii="ＭＳ 明朝" w:hint="eastAsia"/>
                <w:sz w:val="18"/>
                <w:szCs w:val="18"/>
              </w:rPr>
              <w:t>か。</w:t>
            </w:r>
          </w:p>
        </w:tc>
        <w:tc>
          <w:tcPr>
            <w:tcW w:w="16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D0F842A" w14:textId="77777777" w:rsidR="00B03DFC" w:rsidRPr="00491867" w:rsidRDefault="00B03DFC" w:rsidP="006D38B0">
            <w:pPr>
              <w:pStyle w:val="a5"/>
              <w:ind w:firstLineChars="100" w:firstLine="210"/>
            </w:pPr>
          </w:p>
        </w:tc>
      </w:tr>
      <w:tr w:rsidR="00B03DFC" w14:paraId="02D9C479" w14:textId="77777777" w:rsidTr="00094C34">
        <w:trPr>
          <w:gridBefore w:val="1"/>
          <w:gridAfter w:val="2"/>
          <w:wBefore w:w="6" w:type="dxa"/>
          <w:wAfter w:w="34" w:type="dxa"/>
          <w:trHeight w:val="679"/>
          <w:jc w:val="center"/>
        </w:trPr>
        <w:tc>
          <w:tcPr>
            <w:tcW w:w="1048" w:type="dxa"/>
            <w:gridSpan w:val="2"/>
            <w:vMerge/>
            <w:tcBorders>
              <w:left w:val="single" w:sz="4" w:space="0" w:color="auto"/>
            </w:tcBorders>
          </w:tcPr>
          <w:p w14:paraId="6DD19B9D" w14:textId="77777777" w:rsidR="00B03DFC" w:rsidRDefault="00B03DFC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22" w:type="dxa"/>
            <w:vMerge/>
          </w:tcPr>
          <w:p w14:paraId="1D4BB87E" w14:textId="77777777" w:rsidR="00B03DFC" w:rsidRDefault="00B03DFC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36" w:type="dxa"/>
            <w:gridSpan w:val="3"/>
            <w:vMerge/>
          </w:tcPr>
          <w:p w14:paraId="7CF18752" w14:textId="77777777" w:rsidR="00B03DFC" w:rsidRDefault="00B03DFC" w:rsidP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gridSpan w:val="2"/>
            <w:vMerge/>
          </w:tcPr>
          <w:p w14:paraId="58E154EA" w14:textId="77777777" w:rsidR="00B03DFC" w:rsidRDefault="00B03DFC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14" w:type="dxa"/>
            <w:gridSpan w:val="3"/>
            <w:vMerge/>
          </w:tcPr>
          <w:p w14:paraId="57838639" w14:textId="77777777" w:rsidR="00B03DFC" w:rsidRDefault="00B03DFC" w:rsidP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91" w:type="dxa"/>
            <w:gridSpan w:val="2"/>
            <w:vMerge/>
          </w:tcPr>
          <w:p w14:paraId="6BC12427" w14:textId="77777777" w:rsidR="00B03DFC" w:rsidRDefault="00B03DFC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35" w:type="dxa"/>
            <w:gridSpan w:val="3"/>
            <w:vMerge/>
            <w:vAlign w:val="center"/>
          </w:tcPr>
          <w:p w14:paraId="6B94D823" w14:textId="77777777" w:rsidR="00B03DFC" w:rsidRPr="000320EC" w:rsidRDefault="00B03DFC">
            <w:pPr>
              <w:wordWrap w:val="0"/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center"/>
          </w:tcPr>
          <w:p w14:paraId="4834AD2D" w14:textId="77777777" w:rsidR="00B03DFC" w:rsidRDefault="00B03DFC" w:rsidP="00B31EDB">
            <w:pPr>
              <w:pStyle w:val="a5"/>
            </w:pPr>
            <w:r>
              <w:rPr>
                <w:rFonts w:hint="eastAsia"/>
              </w:rPr>
              <w:t>許可日</w:t>
            </w:r>
          </w:p>
          <w:p w14:paraId="27E477EF" w14:textId="77777777" w:rsidR="00B03DFC" w:rsidRPr="00491867" w:rsidRDefault="00B03DFC" w:rsidP="00094C34">
            <w:pPr>
              <w:pStyle w:val="a5"/>
              <w:ind w:firstLineChars="150" w:firstLine="315"/>
            </w:pPr>
            <w:r>
              <w:rPr>
                <w:rFonts w:hint="eastAsia"/>
              </w:rPr>
              <w:t>年</w:t>
            </w:r>
            <w:r w:rsidR="00094C3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094C3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791DD3" w14:paraId="497523CA" w14:textId="77777777" w:rsidTr="00B03DFC">
        <w:trPr>
          <w:gridBefore w:val="1"/>
          <w:gridAfter w:val="1"/>
          <w:wBefore w:w="6" w:type="dxa"/>
          <w:wAfter w:w="24" w:type="dxa"/>
          <w:trHeight w:val="700"/>
          <w:jc w:val="center"/>
        </w:trPr>
        <w:tc>
          <w:tcPr>
            <w:tcW w:w="8964" w:type="dxa"/>
            <w:gridSpan w:val="19"/>
            <w:vAlign w:val="center"/>
          </w:tcPr>
          <w:p w14:paraId="775315B8" w14:textId="77777777" w:rsidR="00791DD3" w:rsidRDefault="00791DD3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佐世保市北部ふれあいスポーツ広場利用許可申請書</w:t>
            </w:r>
          </w:p>
        </w:tc>
      </w:tr>
      <w:tr w:rsidR="00791DD3" w14:paraId="78125B10" w14:textId="77777777" w:rsidTr="00B03DFC">
        <w:trPr>
          <w:gridBefore w:val="1"/>
          <w:gridAfter w:val="1"/>
          <w:wBefore w:w="6" w:type="dxa"/>
          <w:wAfter w:w="24" w:type="dxa"/>
          <w:trHeight w:val="700"/>
          <w:jc w:val="center"/>
        </w:trPr>
        <w:tc>
          <w:tcPr>
            <w:tcW w:w="2690" w:type="dxa"/>
            <w:gridSpan w:val="4"/>
            <w:vAlign w:val="center"/>
          </w:tcPr>
          <w:p w14:paraId="2DEAD52D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1　利　</w:t>
            </w:r>
            <w:r>
              <w:rPr>
                <w:rFonts w:ascii="ＭＳ 明朝" w:hint="eastAsia"/>
                <w:spacing w:val="156"/>
              </w:rPr>
              <w:t>用日</w:t>
            </w:r>
            <w:r>
              <w:rPr>
                <w:rFonts w:ascii="ＭＳ 明朝" w:hint="eastAsia"/>
              </w:rPr>
              <w:t>時</w:t>
            </w:r>
          </w:p>
        </w:tc>
        <w:tc>
          <w:tcPr>
            <w:tcW w:w="3686" w:type="dxa"/>
            <w:gridSpan w:val="11"/>
            <w:tcBorders>
              <w:right w:val="single" w:sz="4" w:space="0" w:color="auto"/>
            </w:tcBorders>
            <w:vAlign w:val="center"/>
          </w:tcPr>
          <w:p w14:paraId="2500DC31" w14:textId="77777777" w:rsidR="00791DD3" w:rsidRDefault="005B50D9" w:rsidP="00B31EDB">
            <w:pPr>
              <w:autoSpaceDE w:val="0"/>
              <w:autoSpaceDN w:val="0"/>
              <w:ind w:firstLineChars="100" w:firstLine="21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E33853">
              <w:rPr>
                <w:rFonts w:ascii="ＭＳ 明朝" w:hint="eastAsia"/>
              </w:rPr>
              <w:t xml:space="preserve">　</w:t>
            </w:r>
            <w:r w:rsidR="00B31EDB">
              <w:rPr>
                <w:rFonts w:ascii="ＭＳ 明朝" w:hint="eastAsia"/>
              </w:rPr>
              <w:t xml:space="preserve">　　</w:t>
            </w:r>
            <w:r w:rsidR="00791DD3" w:rsidRPr="00E33853">
              <w:rPr>
                <w:rFonts w:ascii="ＭＳ 明朝" w:hint="eastAsia"/>
                <w:szCs w:val="21"/>
              </w:rPr>
              <w:t>年</w:t>
            </w:r>
            <w:r w:rsidR="00B31EDB">
              <w:rPr>
                <w:rFonts w:ascii="ＭＳ 明朝" w:hint="eastAsia"/>
                <w:szCs w:val="21"/>
              </w:rPr>
              <w:t xml:space="preserve">　　</w:t>
            </w:r>
            <w:r w:rsidR="00E33853" w:rsidRPr="00E33853">
              <w:rPr>
                <w:rFonts w:ascii="ＭＳ 明朝" w:hint="eastAsia"/>
                <w:szCs w:val="21"/>
              </w:rPr>
              <w:t xml:space="preserve">　</w:t>
            </w:r>
            <w:r w:rsidR="00791DD3" w:rsidRPr="00E33853">
              <w:rPr>
                <w:rFonts w:ascii="ＭＳ 明朝" w:hint="eastAsia"/>
                <w:szCs w:val="21"/>
              </w:rPr>
              <w:t>月</w:t>
            </w:r>
            <w:r w:rsidR="00E33853" w:rsidRPr="00E33853">
              <w:rPr>
                <w:rFonts w:ascii="ＭＳ 明朝" w:hint="eastAsia"/>
                <w:szCs w:val="21"/>
              </w:rPr>
              <w:t xml:space="preserve">　</w:t>
            </w:r>
            <w:r w:rsidR="00B31EDB">
              <w:rPr>
                <w:rFonts w:ascii="ＭＳ 明朝" w:hint="eastAsia"/>
                <w:szCs w:val="21"/>
              </w:rPr>
              <w:t xml:space="preserve">　</w:t>
            </w:r>
            <w:r w:rsidR="00E33853" w:rsidRPr="00E33853">
              <w:rPr>
                <w:rFonts w:ascii="ＭＳ 明朝" w:hint="eastAsia"/>
                <w:szCs w:val="21"/>
              </w:rPr>
              <w:t xml:space="preserve">　日</w:t>
            </w:r>
            <w:r w:rsidR="00E33853">
              <w:rPr>
                <w:rFonts w:ascii="ＭＳ 明朝" w:hint="eastAsia"/>
              </w:rPr>
              <w:t xml:space="preserve">　　　　　</w:t>
            </w:r>
          </w:p>
        </w:tc>
        <w:tc>
          <w:tcPr>
            <w:tcW w:w="2588" w:type="dxa"/>
            <w:gridSpan w:val="4"/>
            <w:tcBorders>
              <w:left w:val="single" w:sz="4" w:space="0" w:color="auto"/>
            </w:tcBorders>
            <w:vAlign w:val="center"/>
          </w:tcPr>
          <w:p w14:paraId="2D0C0A29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自　　　時　　　　分</w:t>
            </w:r>
          </w:p>
          <w:p w14:paraId="41EE8FE0" w14:textId="77777777" w:rsidR="00791DD3" w:rsidRDefault="00791DD3" w:rsidP="00FE66BF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至　　　時　　　　分</w:t>
            </w:r>
          </w:p>
        </w:tc>
      </w:tr>
      <w:tr w:rsidR="00791DD3" w14:paraId="38F3E23C" w14:textId="77777777" w:rsidTr="00B03DFC">
        <w:trPr>
          <w:gridBefore w:val="1"/>
          <w:gridAfter w:val="1"/>
          <w:wBefore w:w="6" w:type="dxa"/>
          <w:wAfter w:w="24" w:type="dxa"/>
          <w:trHeight w:val="700"/>
          <w:jc w:val="center"/>
        </w:trPr>
        <w:tc>
          <w:tcPr>
            <w:tcW w:w="2690" w:type="dxa"/>
            <w:gridSpan w:val="4"/>
            <w:vAlign w:val="center"/>
          </w:tcPr>
          <w:p w14:paraId="733C7B15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046EFC">
              <w:rPr>
                <w:rFonts w:ascii="ＭＳ 明朝" w:hint="eastAsia"/>
                <w:spacing w:val="150"/>
                <w:kern w:val="0"/>
                <w:fitText w:val="1995" w:id="-1738322685"/>
              </w:rPr>
              <w:t>2利用目</w:t>
            </w:r>
            <w:r w:rsidRPr="00046EFC">
              <w:rPr>
                <w:rFonts w:ascii="ＭＳ 明朝" w:hint="eastAsia"/>
                <w:kern w:val="0"/>
                <w:fitText w:val="1995" w:id="-1738322685"/>
              </w:rPr>
              <w:t>的</w:t>
            </w:r>
          </w:p>
        </w:tc>
        <w:tc>
          <w:tcPr>
            <w:tcW w:w="6274" w:type="dxa"/>
            <w:gridSpan w:val="15"/>
            <w:vAlign w:val="center"/>
          </w:tcPr>
          <w:p w14:paraId="724AC1A6" w14:textId="77777777" w:rsidR="00791DD3" w:rsidRDefault="00791DD3" w:rsidP="00FE66BF">
            <w:pPr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</w:t>
            </w:r>
          </w:p>
        </w:tc>
      </w:tr>
      <w:tr w:rsidR="00791DD3" w14:paraId="58E91F5F" w14:textId="77777777" w:rsidTr="00B03DFC">
        <w:trPr>
          <w:gridBefore w:val="1"/>
          <w:gridAfter w:val="1"/>
          <w:wBefore w:w="6" w:type="dxa"/>
          <w:wAfter w:w="24" w:type="dxa"/>
          <w:trHeight w:val="700"/>
          <w:jc w:val="center"/>
        </w:trPr>
        <w:tc>
          <w:tcPr>
            <w:tcW w:w="2690" w:type="dxa"/>
            <w:gridSpan w:val="4"/>
            <w:vAlign w:val="center"/>
          </w:tcPr>
          <w:p w14:paraId="7F3AE50B" w14:textId="77777777" w:rsidR="00791DD3" w:rsidRDefault="00791DD3" w:rsidP="00C0461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3　利　</w:t>
            </w:r>
            <w:r>
              <w:rPr>
                <w:rFonts w:ascii="ＭＳ 明朝" w:hint="eastAsia"/>
                <w:spacing w:val="156"/>
              </w:rPr>
              <w:t>用施</w:t>
            </w:r>
            <w:r>
              <w:rPr>
                <w:rFonts w:ascii="ＭＳ 明朝" w:hint="eastAsia"/>
              </w:rPr>
              <w:t>設</w:t>
            </w:r>
          </w:p>
        </w:tc>
        <w:tc>
          <w:tcPr>
            <w:tcW w:w="6274" w:type="dxa"/>
            <w:gridSpan w:val="15"/>
            <w:vAlign w:val="center"/>
          </w:tcPr>
          <w:p w14:paraId="1171E19E" w14:textId="77777777" w:rsidR="00791DD3" w:rsidRDefault="00791DD3" w:rsidP="005F5750">
            <w:pPr>
              <w:autoSpaceDE w:val="0"/>
              <w:autoSpaceDN w:val="0"/>
              <w:ind w:firstLineChars="100" w:firstLine="210"/>
              <w:rPr>
                <w:rFonts w:ascii="ＭＳ 明朝"/>
              </w:rPr>
            </w:pPr>
            <w:r w:rsidRPr="00FE66BF">
              <w:rPr>
                <w:rFonts w:ascii="ＭＳ 明朝" w:hint="eastAsia"/>
              </w:rPr>
              <w:t>多目的運動広場</w:t>
            </w:r>
            <w:r w:rsidR="005F5750">
              <w:rPr>
                <w:rFonts w:ascii="ＭＳ 明朝" w:hint="eastAsia"/>
              </w:rPr>
              <w:t xml:space="preserve">　・</w:t>
            </w:r>
            <w:r w:rsidRPr="00FE66BF">
              <w:rPr>
                <w:rFonts w:ascii="ＭＳ 明朝" w:hint="eastAsia"/>
              </w:rPr>
              <w:t xml:space="preserve">　</w:t>
            </w:r>
            <w:r>
              <w:rPr>
                <w:rFonts w:ascii="ＭＳ 明朝" w:hint="eastAsia"/>
              </w:rPr>
              <w:t>テニスコート</w:t>
            </w:r>
            <w:r w:rsidR="005F5750">
              <w:rPr>
                <w:rFonts w:ascii="ＭＳ 明朝" w:hint="eastAsia"/>
              </w:rPr>
              <w:t xml:space="preserve">　・</w:t>
            </w:r>
            <w:r>
              <w:rPr>
                <w:rFonts w:ascii="ＭＳ 明朝" w:hint="eastAsia"/>
              </w:rPr>
              <w:t xml:space="preserve">　ゲートボール場</w:t>
            </w:r>
          </w:p>
        </w:tc>
      </w:tr>
      <w:tr w:rsidR="00791DD3" w14:paraId="13A81509" w14:textId="77777777" w:rsidTr="00B03DFC">
        <w:trPr>
          <w:gridBefore w:val="1"/>
          <w:gridAfter w:val="1"/>
          <w:wBefore w:w="6" w:type="dxa"/>
          <w:wAfter w:w="24" w:type="dxa"/>
          <w:trHeight w:val="562"/>
          <w:jc w:val="center"/>
        </w:trPr>
        <w:tc>
          <w:tcPr>
            <w:tcW w:w="2690" w:type="dxa"/>
            <w:gridSpan w:val="4"/>
            <w:vAlign w:val="center"/>
          </w:tcPr>
          <w:p w14:paraId="02656977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4　利　</w:t>
            </w:r>
            <w:r>
              <w:rPr>
                <w:rFonts w:ascii="ＭＳ 明朝" w:hint="eastAsia"/>
                <w:spacing w:val="156"/>
              </w:rPr>
              <w:t>用器</w:t>
            </w:r>
            <w:r>
              <w:rPr>
                <w:rFonts w:ascii="ＭＳ 明朝" w:hint="eastAsia"/>
              </w:rPr>
              <w:t>具</w:t>
            </w:r>
          </w:p>
        </w:tc>
        <w:tc>
          <w:tcPr>
            <w:tcW w:w="6274" w:type="dxa"/>
            <w:gridSpan w:val="15"/>
            <w:vAlign w:val="center"/>
          </w:tcPr>
          <w:p w14:paraId="078BA791" w14:textId="77777777" w:rsidR="00791DD3" w:rsidRDefault="00791DD3" w:rsidP="00FE66BF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791DD3" w14:paraId="2107A86B" w14:textId="77777777" w:rsidTr="00094C34">
        <w:trPr>
          <w:gridBefore w:val="1"/>
          <w:gridAfter w:val="1"/>
          <w:wBefore w:w="6" w:type="dxa"/>
          <w:wAfter w:w="24" w:type="dxa"/>
          <w:trHeight w:val="700"/>
          <w:jc w:val="center"/>
        </w:trPr>
        <w:tc>
          <w:tcPr>
            <w:tcW w:w="2690" w:type="dxa"/>
            <w:gridSpan w:val="4"/>
            <w:vAlign w:val="center"/>
          </w:tcPr>
          <w:p w14:paraId="323BBCF3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5　</w:t>
            </w:r>
            <w:r w:rsidRPr="00C04613">
              <w:rPr>
                <w:rFonts w:ascii="ＭＳ 明朝" w:hint="eastAsia"/>
                <w:spacing w:val="16"/>
                <w:w w:val="87"/>
                <w:kern w:val="0"/>
                <w:fitText w:val="1470" w:id="-1750411007"/>
              </w:rPr>
              <w:t>利用・入場者</w:t>
            </w:r>
            <w:r w:rsidRPr="00C04613">
              <w:rPr>
                <w:rFonts w:ascii="ＭＳ 明朝" w:hint="eastAsia"/>
                <w:w w:val="87"/>
                <w:kern w:val="0"/>
                <w:fitText w:val="1470" w:id="-1750411007"/>
              </w:rPr>
              <w:t>数</w:t>
            </w:r>
          </w:p>
        </w:tc>
        <w:tc>
          <w:tcPr>
            <w:tcW w:w="1488" w:type="dxa"/>
            <w:gridSpan w:val="5"/>
            <w:tcBorders>
              <w:right w:val="single" w:sz="4" w:space="0" w:color="auto"/>
            </w:tcBorders>
            <w:vAlign w:val="center"/>
          </w:tcPr>
          <w:p w14:paraId="38CC73D5" w14:textId="77777777" w:rsidR="00791DD3" w:rsidRDefault="00791DD3" w:rsidP="00CE7C0E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利用者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8165" w14:textId="77777777" w:rsidR="00791DD3" w:rsidRDefault="00791DD3" w:rsidP="00F8624A">
            <w:pPr>
              <w:autoSpaceDE w:val="0"/>
              <w:autoSpaceDN w:val="0"/>
              <w:ind w:left="321" w:right="21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名</w:t>
            </w:r>
          </w:p>
        </w:tc>
        <w:tc>
          <w:tcPr>
            <w:tcW w:w="1509" w:type="dxa"/>
            <w:gridSpan w:val="5"/>
            <w:tcBorders>
              <w:left w:val="single" w:sz="4" w:space="0" w:color="auto"/>
            </w:tcBorders>
            <w:vAlign w:val="center"/>
          </w:tcPr>
          <w:p w14:paraId="7464B4BD" w14:textId="77777777" w:rsidR="00791DD3" w:rsidRDefault="00791DD3" w:rsidP="00CE7C0E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入場者</w:t>
            </w:r>
          </w:p>
        </w:tc>
        <w:tc>
          <w:tcPr>
            <w:tcW w:w="1646" w:type="dxa"/>
            <w:gridSpan w:val="2"/>
            <w:vAlign w:val="center"/>
          </w:tcPr>
          <w:p w14:paraId="5676A793" w14:textId="77777777" w:rsidR="00791DD3" w:rsidRDefault="00791DD3" w:rsidP="00E018A0">
            <w:pPr>
              <w:autoSpaceDE w:val="0"/>
              <w:autoSpaceDN w:val="0"/>
              <w:ind w:right="21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名</w:t>
            </w:r>
          </w:p>
        </w:tc>
      </w:tr>
      <w:tr w:rsidR="00791DD3" w14:paraId="3813350D" w14:textId="77777777" w:rsidTr="00B03DFC">
        <w:trPr>
          <w:gridBefore w:val="1"/>
          <w:gridAfter w:val="1"/>
          <w:wBefore w:w="6" w:type="dxa"/>
          <w:wAfter w:w="24" w:type="dxa"/>
          <w:trHeight w:val="700"/>
          <w:jc w:val="center"/>
        </w:trPr>
        <w:tc>
          <w:tcPr>
            <w:tcW w:w="2690" w:type="dxa"/>
            <w:gridSpan w:val="4"/>
            <w:vAlign w:val="center"/>
          </w:tcPr>
          <w:p w14:paraId="3DD4C792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6　利　</w:t>
            </w:r>
            <w:r>
              <w:rPr>
                <w:rFonts w:ascii="ＭＳ 明朝" w:hint="eastAsia"/>
                <w:spacing w:val="156"/>
              </w:rPr>
              <w:t>用者</w:t>
            </w:r>
            <w:r>
              <w:rPr>
                <w:rFonts w:ascii="ＭＳ 明朝" w:hint="eastAsia"/>
              </w:rPr>
              <w:t>別</w:t>
            </w:r>
          </w:p>
        </w:tc>
        <w:tc>
          <w:tcPr>
            <w:tcW w:w="6274" w:type="dxa"/>
            <w:gridSpan w:val="15"/>
            <w:vAlign w:val="center"/>
          </w:tcPr>
          <w:p w14:paraId="26F8F672" w14:textId="77777777" w:rsidR="00791DD3" w:rsidRDefault="00791DD3" w:rsidP="00A81C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</w:t>
            </w:r>
            <w:r w:rsidRPr="00BD25CA">
              <w:rPr>
                <w:rFonts w:ascii="ＭＳ 明朝" w:hint="eastAsia"/>
                <w:spacing w:val="100"/>
              </w:rPr>
              <w:t>一</w:t>
            </w:r>
            <w:r w:rsidRPr="00BD25CA">
              <w:rPr>
                <w:rFonts w:ascii="ＭＳ 明朝" w:hint="eastAsia"/>
              </w:rPr>
              <w:t>般</w:t>
            </w:r>
            <w:r>
              <w:rPr>
                <w:rFonts w:ascii="ＭＳ 明朝" w:hint="eastAsia"/>
              </w:rPr>
              <w:t xml:space="preserve">　　　</w:t>
            </w:r>
            <w:r w:rsidR="00A81CD3">
              <w:rPr>
                <w:rFonts w:ascii="ＭＳ 明朝" w:hint="eastAsia"/>
              </w:rPr>
              <w:t>・</w:t>
            </w:r>
            <w:r>
              <w:rPr>
                <w:rFonts w:ascii="ＭＳ 明朝" w:hint="eastAsia"/>
              </w:rPr>
              <w:t xml:space="preserve">　　　　</w:t>
            </w:r>
            <w:r w:rsidR="00A81CD3">
              <w:rPr>
                <w:rFonts w:ascii="ＭＳ 明朝" w:hint="eastAsia"/>
              </w:rPr>
              <w:t>高校生以下</w:t>
            </w:r>
          </w:p>
        </w:tc>
      </w:tr>
      <w:tr w:rsidR="00791DD3" w14:paraId="3D156493" w14:textId="77777777" w:rsidTr="00EF7201">
        <w:trPr>
          <w:gridBefore w:val="2"/>
          <w:wBefore w:w="12" w:type="dxa"/>
          <w:trHeight w:val="700"/>
          <w:jc w:val="center"/>
        </w:trPr>
        <w:tc>
          <w:tcPr>
            <w:tcW w:w="2693" w:type="dxa"/>
            <w:gridSpan w:val="4"/>
            <w:vAlign w:val="center"/>
          </w:tcPr>
          <w:p w14:paraId="53E7120E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7　</w:t>
            </w:r>
            <w:r>
              <w:rPr>
                <w:rFonts w:ascii="ＭＳ 明朝" w:hint="eastAsia"/>
                <w:spacing w:val="6"/>
              </w:rPr>
              <w:t>入場料徴収の有</w:t>
            </w:r>
            <w:r>
              <w:rPr>
                <w:rFonts w:ascii="ＭＳ 明朝" w:hint="eastAsia"/>
              </w:rPr>
              <w:t>無</w:t>
            </w:r>
          </w:p>
        </w:tc>
        <w:tc>
          <w:tcPr>
            <w:tcW w:w="1345" w:type="dxa"/>
            <w:gridSpan w:val="2"/>
            <w:vAlign w:val="center"/>
          </w:tcPr>
          <w:p w14:paraId="62AC9739" w14:textId="77777777" w:rsidR="00791DD3" w:rsidRDefault="00791DD3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有　　無</w:t>
            </w:r>
          </w:p>
        </w:tc>
        <w:tc>
          <w:tcPr>
            <w:tcW w:w="312" w:type="dxa"/>
            <w:gridSpan w:val="3"/>
            <w:tcBorders>
              <w:right w:val="nil"/>
            </w:tcBorders>
            <w:vAlign w:val="center"/>
          </w:tcPr>
          <w:p w14:paraId="12325461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8</w:t>
            </w:r>
          </w:p>
        </w:tc>
        <w:tc>
          <w:tcPr>
            <w:tcW w:w="1834" w:type="dxa"/>
            <w:gridSpan w:val="4"/>
            <w:tcBorders>
              <w:left w:val="nil"/>
            </w:tcBorders>
            <w:vAlign w:val="center"/>
          </w:tcPr>
          <w:p w14:paraId="2FDBCB94" w14:textId="77777777" w:rsidR="00BE7BC4" w:rsidRDefault="00791DD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入場券の種類</w:t>
            </w:r>
          </w:p>
          <w:p w14:paraId="1E1DCB67" w14:textId="77777777" w:rsidR="00791DD3" w:rsidRDefault="00791DD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発売方法</w:t>
            </w:r>
          </w:p>
        </w:tc>
        <w:tc>
          <w:tcPr>
            <w:tcW w:w="2798" w:type="dxa"/>
            <w:gridSpan w:val="6"/>
            <w:tcBorders>
              <w:left w:val="nil"/>
            </w:tcBorders>
          </w:tcPr>
          <w:p w14:paraId="7810F1B3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791DD3" w14:paraId="324F820B" w14:textId="77777777" w:rsidTr="00B03DFC">
        <w:trPr>
          <w:gridBefore w:val="1"/>
          <w:gridAfter w:val="1"/>
          <w:wBefore w:w="6" w:type="dxa"/>
          <w:wAfter w:w="24" w:type="dxa"/>
          <w:trHeight w:val="413"/>
          <w:jc w:val="center"/>
        </w:trPr>
        <w:tc>
          <w:tcPr>
            <w:tcW w:w="2690" w:type="dxa"/>
            <w:gridSpan w:val="4"/>
            <w:vAlign w:val="center"/>
          </w:tcPr>
          <w:p w14:paraId="78C041AD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  <w:kern w:val="0"/>
              </w:rPr>
              <w:t xml:space="preserve">9　</w:t>
            </w:r>
            <w:r w:rsidRPr="00C04613">
              <w:rPr>
                <w:rFonts w:ascii="ＭＳ 明朝" w:hint="eastAsia"/>
                <w:spacing w:val="140"/>
                <w:kern w:val="0"/>
                <w:fitText w:val="1680" w:id="-1738321919"/>
              </w:rPr>
              <w:t>利用料</w:t>
            </w:r>
            <w:r w:rsidRPr="00C04613">
              <w:rPr>
                <w:rFonts w:ascii="ＭＳ 明朝" w:hint="eastAsia"/>
                <w:kern w:val="0"/>
                <w:fitText w:val="1680" w:id="-1738321919"/>
              </w:rPr>
              <w:t>金</w:t>
            </w:r>
          </w:p>
        </w:tc>
        <w:tc>
          <w:tcPr>
            <w:tcW w:w="3485" w:type="dxa"/>
            <w:gridSpan w:val="9"/>
            <w:vAlign w:val="center"/>
          </w:tcPr>
          <w:p w14:paraId="02A487BB" w14:textId="77777777" w:rsidR="00791DD3" w:rsidRDefault="00791DD3" w:rsidP="009F3E0B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面　　：　　～　　：　　　円</w:t>
            </w:r>
          </w:p>
        </w:tc>
        <w:tc>
          <w:tcPr>
            <w:tcW w:w="2789" w:type="dxa"/>
            <w:gridSpan w:val="6"/>
            <w:vMerge w:val="restart"/>
            <w:vAlign w:val="center"/>
          </w:tcPr>
          <w:p w14:paraId="7CF7CA66" w14:textId="77777777" w:rsidR="00791DD3" w:rsidRDefault="00791DD3">
            <w:pPr>
              <w:widowControl/>
              <w:jc w:val="left"/>
              <w:rPr>
                <w:rFonts w:ascii="ＭＳ 明朝"/>
              </w:rPr>
            </w:pPr>
          </w:p>
          <w:p w14:paraId="491CB779" w14:textId="77777777" w:rsidR="00791DD3" w:rsidRDefault="00791DD3">
            <w:pPr>
              <w:widowControl/>
              <w:jc w:val="left"/>
              <w:rPr>
                <w:rFonts w:ascii="ＭＳ 明朝"/>
              </w:rPr>
            </w:pPr>
          </w:p>
          <w:p w14:paraId="6DB776A5" w14:textId="77777777" w:rsidR="00791DD3" w:rsidRDefault="00791DD3" w:rsidP="00CE7C0E">
            <w:pPr>
              <w:wordWrap w:val="0"/>
              <w:autoSpaceDE w:val="0"/>
              <w:autoSpaceDN w:val="0"/>
              <w:ind w:left="6"/>
              <w:rPr>
                <w:rFonts w:ascii="ＭＳ 明朝"/>
              </w:rPr>
            </w:pPr>
            <w:r>
              <w:rPr>
                <w:rFonts w:ascii="ＭＳ 明朝" w:hint="eastAsia"/>
              </w:rPr>
              <w:t>計　　　　　　　　円</w:t>
            </w:r>
          </w:p>
        </w:tc>
      </w:tr>
      <w:tr w:rsidR="00791DD3" w14:paraId="254E3A0E" w14:textId="77777777" w:rsidTr="00B03DFC">
        <w:trPr>
          <w:gridBefore w:val="2"/>
          <w:gridAfter w:val="1"/>
          <w:wBefore w:w="12" w:type="dxa"/>
          <w:wAfter w:w="24" w:type="dxa"/>
          <w:trHeight w:val="441"/>
          <w:jc w:val="center"/>
        </w:trPr>
        <w:tc>
          <w:tcPr>
            <w:tcW w:w="2684" w:type="dxa"/>
            <w:gridSpan w:val="3"/>
            <w:vAlign w:val="center"/>
          </w:tcPr>
          <w:p w14:paraId="2F3C9B44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  <w:kern w:val="0"/>
              </w:rPr>
            </w:pPr>
          </w:p>
        </w:tc>
        <w:tc>
          <w:tcPr>
            <w:tcW w:w="3485" w:type="dxa"/>
            <w:gridSpan w:val="9"/>
            <w:vAlign w:val="center"/>
          </w:tcPr>
          <w:p w14:paraId="431D4D2E" w14:textId="77777777" w:rsidR="00791DD3" w:rsidRDefault="00791DD3" w:rsidP="009F3E0B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面　　：　　～　　：　　　円</w:t>
            </w:r>
          </w:p>
        </w:tc>
        <w:tc>
          <w:tcPr>
            <w:tcW w:w="2789" w:type="dxa"/>
            <w:gridSpan w:val="6"/>
            <w:vMerge/>
            <w:vAlign w:val="center"/>
          </w:tcPr>
          <w:p w14:paraId="5626B081" w14:textId="77777777" w:rsidR="00791DD3" w:rsidRDefault="00791DD3">
            <w:pPr>
              <w:widowControl/>
              <w:jc w:val="left"/>
              <w:rPr>
                <w:rFonts w:ascii="ＭＳ 明朝"/>
              </w:rPr>
            </w:pPr>
          </w:p>
        </w:tc>
      </w:tr>
      <w:tr w:rsidR="00791DD3" w14:paraId="0748DD6A" w14:textId="77777777" w:rsidTr="00B03DFC">
        <w:trPr>
          <w:gridBefore w:val="1"/>
          <w:gridAfter w:val="1"/>
          <w:wBefore w:w="6" w:type="dxa"/>
          <w:wAfter w:w="24" w:type="dxa"/>
          <w:trHeight w:val="413"/>
          <w:jc w:val="center"/>
        </w:trPr>
        <w:tc>
          <w:tcPr>
            <w:tcW w:w="2690" w:type="dxa"/>
            <w:gridSpan w:val="4"/>
            <w:vAlign w:val="center"/>
          </w:tcPr>
          <w:p w14:paraId="4515E1DC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  <w:kern w:val="0"/>
              </w:rPr>
            </w:pPr>
          </w:p>
        </w:tc>
        <w:tc>
          <w:tcPr>
            <w:tcW w:w="3485" w:type="dxa"/>
            <w:gridSpan w:val="9"/>
            <w:vAlign w:val="center"/>
          </w:tcPr>
          <w:p w14:paraId="7386864B" w14:textId="77777777" w:rsidR="00791DD3" w:rsidRDefault="00791DD3" w:rsidP="009F3E0B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照明　　：　　～　　：　　　円</w:t>
            </w:r>
          </w:p>
        </w:tc>
        <w:tc>
          <w:tcPr>
            <w:tcW w:w="2789" w:type="dxa"/>
            <w:gridSpan w:val="6"/>
            <w:vMerge/>
            <w:vAlign w:val="center"/>
          </w:tcPr>
          <w:p w14:paraId="0ADACF21" w14:textId="77777777" w:rsidR="00791DD3" w:rsidRDefault="00791DD3">
            <w:pPr>
              <w:widowControl/>
              <w:jc w:val="left"/>
              <w:rPr>
                <w:rFonts w:ascii="ＭＳ 明朝"/>
              </w:rPr>
            </w:pPr>
          </w:p>
        </w:tc>
      </w:tr>
      <w:tr w:rsidR="00791DD3" w14:paraId="6711BA49" w14:textId="77777777" w:rsidTr="00B03DFC">
        <w:trPr>
          <w:gridBefore w:val="1"/>
          <w:gridAfter w:val="1"/>
          <w:wBefore w:w="6" w:type="dxa"/>
          <w:wAfter w:w="24" w:type="dxa"/>
          <w:trHeight w:val="3807"/>
          <w:jc w:val="center"/>
        </w:trPr>
        <w:tc>
          <w:tcPr>
            <w:tcW w:w="8964" w:type="dxa"/>
            <w:gridSpan w:val="19"/>
            <w:vAlign w:val="center"/>
          </w:tcPr>
          <w:p w14:paraId="1162D65F" w14:textId="77777777" w:rsidR="00791DD3" w:rsidRDefault="00EF7201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上</w:t>
            </w:r>
            <w:r w:rsidR="00791DD3">
              <w:rPr>
                <w:rFonts w:ascii="ＭＳ 明朝" w:hint="eastAsia"/>
              </w:rPr>
              <w:t>記のとおり利用の許可を申請します。</w:t>
            </w:r>
          </w:p>
          <w:p w14:paraId="17C6AA18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なお、利用に際しては佐世保市北部ふれあいスポーツ広場条例及び同施行規則を遵守し、　指示に従います。</w:t>
            </w:r>
          </w:p>
          <w:p w14:paraId="3B781B4F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09BC6F35" w14:textId="77777777" w:rsidR="00791DD3" w:rsidRPr="00F0040B" w:rsidRDefault="0093218E" w:rsidP="00CB2FE3">
            <w:pPr>
              <w:wordWrap w:val="0"/>
              <w:autoSpaceDE w:val="0"/>
              <w:autoSpaceDN w:val="0"/>
              <w:ind w:firstLineChars="100" w:firstLine="210"/>
              <w:rPr>
                <w:rFonts w:ascii="ＭＳ 明朝"/>
              </w:rPr>
            </w:pPr>
            <w:r w:rsidRPr="00F0040B">
              <w:rPr>
                <w:rFonts w:ascii="ＭＳ 明朝" w:hint="eastAsia"/>
              </w:rPr>
              <w:t>公益</w:t>
            </w:r>
            <w:r w:rsidR="00791DD3" w:rsidRPr="00F0040B">
              <w:rPr>
                <w:rFonts w:ascii="ＭＳ 明朝" w:hint="eastAsia"/>
              </w:rPr>
              <w:t>財団法人</w:t>
            </w:r>
            <w:r w:rsidR="00094C34">
              <w:rPr>
                <w:rFonts w:ascii="ＭＳ 明朝" w:hint="eastAsia"/>
              </w:rPr>
              <w:t xml:space="preserve">　</w:t>
            </w:r>
            <w:r w:rsidR="00791DD3" w:rsidRPr="00F0040B">
              <w:rPr>
                <w:rFonts w:ascii="ＭＳ 明朝" w:hint="eastAsia"/>
              </w:rPr>
              <w:t>佐世保</w:t>
            </w:r>
            <w:r w:rsidR="00791DD3" w:rsidRPr="005B7D39">
              <w:rPr>
                <w:rFonts w:ascii="ＭＳ 明朝" w:hint="eastAsia"/>
              </w:rPr>
              <w:t>市</w:t>
            </w:r>
            <w:r w:rsidR="00094C34" w:rsidRPr="005B7D39">
              <w:rPr>
                <w:rFonts w:ascii="ＭＳ 明朝" w:hint="eastAsia"/>
              </w:rPr>
              <w:t>スポーツ</w:t>
            </w:r>
            <w:r w:rsidR="00A635BD" w:rsidRPr="005B7D39">
              <w:rPr>
                <w:rFonts w:ascii="ＭＳ 明朝" w:hint="eastAsia"/>
              </w:rPr>
              <w:t>協</w:t>
            </w:r>
            <w:r w:rsidR="00A635BD" w:rsidRPr="00F0040B">
              <w:rPr>
                <w:rFonts w:ascii="ＭＳ 明朝" w:hint="eastAsia"/>
              </w:rPr>
              <w:t>会</w:t>
            </w:r>
            <w:r w:rsidR="00791DD3" w:rsidRPr="00F0040B">
              <w:rPr>
                <w:rFonts w:ascii="ＭＳ 明朝" w:hint="eastAsia"/>
              </w:rPr>
              <w:t xml:space="preserve">　様</w:t>
            </w:r>
          </w:p>
          <w:p w14:paraId="1D02FF00" w14:textId="77777777" w:rsidR="00791DD3" w:rsidRDefault="00791DD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　　　　　　　　　　　　　　　　　　</w:t>
            </w:r>
            <w:r w:rsidR="005B50D9">
              <w:rPr>
                <w:rFonts w:ascii="ＭＳ 明朝" w:hint="eastAsia"/>
              </w:rPr>
              <w:t xml:space="preserve">　　</w:t>
            </w:r>
            <w:r>
              <w:rPr>
                <w:rFonts w:ascii="ＭＳ 明朝" w:hint="eastAsia"/>
              </w:rPr>
              <w:t xml:space="preserve">　　　年　　月　　日　</w:t>
            </w:r>
          </w:p>
          <w:p w14:paraId="16FD6610" w14:textId="77777777" w:rsidR="00791DD3" w:rsidRDefault="00791DD3" w:rsidP="00CB2FE3">
            <w:pPr>
              <w:autoSpaceDE w:val="0"/>
              <w:autoSpaceDN w:val="0"/>
              <w:spacing w:line="360" w:lineRule="auto"/>
              <w:ind w:right="1470" w:firstLineChars="2100" w:firstLine="441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　　　</w:t>
            </w:r>
          </w:p>
          <w:p w14:paraId="12413D18" w14:textId="77777777" w:rsidR="00791DD3" w:rsidRDefault="00791DD3" w:rsidP="00CB2FE3">
            <w:pPr>
              <w:autoSpaceDE w:val="0"/>
              <w:autoSpaceDN w:val="0"/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　　　　　　　　　　　　　　</w:t>
            </w:r>
            <w:r w:rsidRPr="00CB2FE3">
              <w:rPr>
                <w:rFonts w:ascii="ＭＳ 明朝" w:hint="eastAsia"/>
                <w:spacing w:val="420"/>
                <w:kern w:val="0"/>
                <w:fitText w:val="1260" w:id="-1750406656"/>
              </w:rPr>
              <w:t>住</w:t>
            </w:r>
            <w:r w:rsidRPr="00CB2FE3">
              <w:rPr>
                <w:rFonts w:ascii="ＭＳ 明朝" w:hint="eastAsia"/>
                <w:kern w:val="0"/>
                <w:fitText w:val="1260" w:id="-1750406656"/>
              </w:rPr>
              <w:t>所</w:t>
            </w:r>
            <w:r>
              <w:rPr>
                <w:rFonts w:ascii="ＭＳ 明朝" w:hint="eastAsia"/>
              </w:rPr>
              <w:t xml:space="preserve">　</w:t>
            </w:r>
          </w:p>
          <w:p w14:paraId="6BD18DEB" w14:textId="77777777" w:rsidR="00791DD3" w:rsidRDefault="00791DD3" w:rsidP="00C04613">
            <w:pPr>
              <w:autoSpaceDE w:val="0"/>
              <w:autoSpaceDN w:val="0"/>
              <w:spacing w:line="360" w:lineRule="auto"/>
              <w:ind w:firstLineChars="1696" w:firstLine="3562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申請者　団体(学校)名　</w:t>
            </w:r>
          </w:p>
          <w:p w14:paraId="613E6628" w14:textId="77777777" w:rsidR="00791DD3" w:rsidRDefault="00791DD3" w:rsidP="00CB2FE3">
            <w:pPr>
              <w:autoSpaceDE w:val="0"/>
              <w:autoSpaceDN w:val="0"/>
              <w:spacing w:line="360" w:lineRule="auto"/>
              <w:ind w:firstLineChars="421" w:firstLine="4420"/>
              <w:rPr>
                <w:rFonts w:ascii="ＭＳ 明朝"/>
              </w:rPr>
            </w:pPr>
            <w:r w:rsidRPr="00CB2FE3">
              <w:rPr>
                <w:rFonts w:ascii="ＭＳ 明朝" w:hint="eastAsia"/>
                <w:spacing w:val="420"/>
                <w:kern w:val="0"/>
                <w:fitText w:val="1260" w:id="-1750406909"/>
              </w:rPr>
              <w:t>氏</w:t>
            </w:r>
            <w:r w:rsidRPr="00CB2FE3">
              <w:rPr>
                <w:rFonts w:ascii="ＭＳ 明朝" w:hint="eastAsia"/>
                <w:kern w:val="0"/>
                <w:fitText w:val="1260" w:id="-1750406909"/>
              </w:rPr>
              <w:t>名</w:t>
            </w:r>
            <w:r>
              <w:rPr>
                <w:rFonts w:ascii="ＭＳ 明朝" w:hint="eastAsia"/>
              </w:rPr>
              <w:t xml:space="preserve">　</w:t>
            </w:r>
          </w:p>
          <w:p w14:paraId="31E1FB0D" w14:textId="77777777" w:rsidR="00791DD3" w:rsidRDefault="00791DD3" w:rsidP="009F3E0B">
            <w:pPr>
              <w:autoSpaceDE w:val="0"/>
              <w:autoSpaceDN w:val="0"/>
              <w:spacing w:line="360" w:lineRule="auto"/>
              <w:rPr>
                <w:rFonts w:ascii="ＭＳ 明朝"/>
                <w:kern w:val="0"/>
              </w:rPr>
            </w:pPr>
            <w:r>
              <w:rPr>
                <w:rFonts w:ascii="ＭＳ 明朝" w:hint="eastAsia"/>
              </w:rPr>
              <w:t xml:space="preserve">　　　　　　　　　　　　　　　　　　　　　</w:t>
            </w:r>
            <w:r w:rsidRPr="00CB2FE3">
              <w:rPr>
                <w:rFonts w:ascii="ＭＳ 明朝" w:hint="eastAsia"/>
                <w:spacing w:val="157"/>
                <w:kern w:val="0"/>
                <w:fitText w:val="1260" w:id="-1750406910"/>
              </w:rPr>
              <w:t>連絡</w:t>
            </w:r>
            <w:r w:rsidRPr="00CB2FE3">
              <w:rPr>
                <w:rFonts w:ascii="ＭＳ 明朝" w:hint="eastAsia"/>
                <w:spacing w:val="1"/>
                <w:kern w:val="0"/>
                <w:fitText w:val="1260" w:id="-1750406910"/>
              </w:rPr>
              <w:t>先</w:t>
            </w:r>
            <w:r>
              <w:rPr>
                <w:rFonts w:ascii="ＭＳ 明朝" w:hint="eastAsia"/>
                <w:kern w:val="0"/>
              </w:rPr>
              <w:t xml:space="preserve">　</w:t>
            </w:r>
          </w:p>
          <w:p w14:paraId="4568F87D" w14:textId="77777777" w:rsidR="00646A46" w:rsidRDefault="00646A46" w:rsidP="009F3E0B">
            <w:pPr>
              <w:autoSpaceDE w:val="0"/>
              <w:autoSpaceDN w:val="0"/>
              <w:spacing w:line="360" w:lineRule="auto"/>
              <w:rPr>
                <w:rFonts w:ascii="ＭＳ 明朝"/>
              </w:rPr>
            </w:pPr>
          </w:p>
        </w:tc>
      </w:tr>
    </w:tbl>
    <w:p w14:paraId="2E246B6C" w14:textId="77777777" w:rsidR="00084D65" w:rsidRDefault="00084D65" w:rsidP="009F3E0B">
      <w:pPr>
        <w:wordWrap w:val="0"/>
        <w:autoSpaceDE w:val="0"/>
        <w:autoSpaceDN w:val="0"/>
      </w:pPr>
    </w:p>
    <w:sectPr w:rsidR="00084D65" w:rsidSect="00647BF6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1CC15" w14:textId="77777777" w:rsidR="00A64F6A" w:rsidRDefault="00A64F6A">
      <w:r>
        <w:separator/>
      </w:r>
    </w:p>
  </w:endnote>
  <w:endnote w:type="continuationSeparator" w:id="0">
    <w:p w14:paraId="6CF755BE" w14:textId="77777777" w:rsidR="00A64F6A" w:rsidRDefault="00A6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6FCEB" w14:textId="77777777" w:rsidR="00A64F6A" w:rsidRDefault="00A64F6A">
      <w:r>
        <w:separator/>
      </w:r>
    </w:p>
  </w:footnote>
  <w:footnote w:type="continuationSeparator" w:id="0">
    <w:p w14:paraId="6C1486A6" w14:textId="77777777" w:rsidR="00A64F6A" w:rsidRDefault="00A64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DD"/>
    <w:rsid w:val="000320EC"/>
    <w:rsid w:val="00046EFC"/>
    <w:rsid w:val="00080F02"/>
    <w:rsid w:val="00084D65"/>
    <w:rsid w:val="00094C34"/>
    <w:rsid w:val="001515EF"/>
    <w:rsid w:val="00196E57"/>
    <w:rsid w:val="002302AC"/>
    <w:rsid w:val="0023601C"/>
    <w:rsid w:val="00255ED0"/>
    <w:rsid w:val="00341A26"/>
    <w:rsid w:val="003572D2"/>
    <w:rsid w:val="003A7FBD"/>
    <w:rsid w:val="003C2710"/>
    <w:rsid w:val="003D7A6F"/>
    <w:rsid w:val="00467CDD"/>
    <w:rsid w:val="00491867"/>
    <w:rsid w:val="00522EE3"/>
    <w:rsid w:val="00534512"/>
    <w:rsid w:val="00594AED"/>
    <w:rsid w:val="005B50D9"/>
    <w:rsid w:val="005B7D39"/>
    <w:rsid w:val="005E5E1B"/>
    <w:rsid w:val="005E63BB"/>
    <w:rsid w:val="005F5750"/>
    <w:rsid w:val="00646A46"/>
    <w:rsid w:val="00647BF6"/>
    <w:rsid w:val="0065189D"/>
    <w:rsid w:val="0067651D"/>
    <w:rsid w:val="0068609F"/>
    <w:rsid w:val="006D01DC"/>
    <w:rsid w:val="006D38B0"/>
    <w:rsid w:val="006E4B34"/>
    <w:rsid w:val="0073194E"/>
    <w:rsid w:val="00745D91"/>
    <w:rsid w:val="00782C4F"/>
    <w:rsid w:val="00791DD3"/>
    <w:rsid w:val="0079790D"/>
    <w:rsid w:val="007C06AD"/>
    <w:rsid w:val="0093218E"/>
    <w:rsid w:val="00972BDB"/>
    <w:rsid w:val="009F3E0B"/>
    <w:rsid w:val="00A118B1"/>
    <w:rsid w:val="00A547CE"/>
    <w:rsid w:val="00A635BD"/>
    <w:rsid w:val="00A64F6A"/>
    <w:rsid w:val="00A81CD3"/>
    <w:rsid w:val="00A9451F"/>
    <w:rsid w:val="00AA0964"/>
    <w:rsid w:val="00B03DFC"/>
    <w:rsid w:val="00B31EDB"/>
    <w:rsid w:val="00B65F79"/>
    <w:rsid w:val="00B71F37"/>
    <w:rsid w:val="00B91692"/>
    <w:rsid w:val="00BA32DA"/>
    <w:rsid w:val="00BD25CA"/>
    <w:rsid w:val="00BE7BC4"/>
    <w:rsid w:val="00C04613"/>
    <w:rsid w:val="00C22BF2"/>
    <w:rsid w:val="00C435E5"/>
    <w:rsid w:val="00C600E3"/>
    <w:rsid w:val="00CB2FE3"/>
    <w:rsid w:val="00CE7C0E"/>
    <w:rsid w:val="00D4364A"/>
    <w:rsid w:val="00D76E03"/>
    <w:rsid w:val="00DC2FF2"/>
    <w:rsid w:val="00E018A0"/>
    <w:rsid w:val="00E33853"/>
    <w:rsid w:val="00E75DDE"/>
    <w:rsid w:val="00E90035"/>
    <w:rsid w:val="00EC69F5"/>
    <w:rsid w:val="00EF7201"/>
    <w:rsid w:val="00F0040B"/>
    <w:rsid w:val="00F154AC"/>
    <w:rsid w:val="00F654AC"/>
    <w:rsid w:val="00F8624A"/>
    <w:rsid w:val="00FC5C9E"/>
    <w:rsid w:val="00FE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269C54"/>
  <w15:chartTrackingRefBased/>
  <w15:docId w15:val="{9504F3CA-2B8F-451E-A28E-5512057B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 Spacing"/>
    <w:uiPriority w:val="1"/>
    <w:qFormat/>
    <w:rsid w:val="005F5750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oas\Template\&#27096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99E33-57DF-4485-9541-DFEC82D7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様式１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SG-SOUMU003</cp:lastModifiedBy>
  <cp:revision>4</cp:revision>
  <cp:lastPrinted>2009-11-21T09:04:00Z</cp:lastPrinted>
  <dcterms:created xsi:type="dcterms:W3CDTF">2020-07-09T05:09:00Z</dcterms:created>
  <dcterms:modified xsi:type="dcterms:W3CDTF">2021-03-19T01:48:00Z</dcterms:modified>
</cp:coreProperties>
</file>