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5C56F" w14:textId="77777777" w:rsidR="00DB63DC" w:rsidRDefault="00DB63DC" w:rsidP="00DB63D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sz w:val="3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803F444" wp14:editId="5ABEA998">
                <wp:simplePos x="0" y="0"/>
                <wp:positionH relativeFrom="column">
                  <wp:posOffset>4911090</wp:posOffset>
                </wp:positionH>
                <wp:positionV relativeFrom="paragraph">
                  <wp:posOffset>-186690</wp:posOffset>
                </wp:positionV>
                <wp:extent cx="1178560" cy="476250"/>
                <wp:effectExtent l="0" t="0" r="21590" b="1905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856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8B4BA54" w14:textId="77777777" w:rsidR="00DB63DC" w:rsidRPr="007B0E7F" w:rsidRDefault="00DB63DC" w:rsidP="00DB63D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個人</w:t>
                            </w:r>
                            <w:r w:rsidRPr="007B0E7F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B9D60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7" o:spid="_x0000_s1026" type="#_x0000_t202" style="position:absolute;left:0;text-align:left;margin-left:386.7pt;margin-top:-14.7pt;width:92.8pt;height:37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" fillcolor="window" strokeweight=".5pt">
                <v:textbox>
                  <w:txbxContent>
                    <w:p w:rsidR="00DB63DC" w:rsidRPr="007B0E7F" w:rsidRDefault="00DB63DC" w:rsidP="00DB63DC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個人</w:t>
                      </w:r>
                      <w:r w:rsidRPr="007B0E7F">
                        <w:rPr>
                          <w:rFonts w:hint="eastAsia"/>
                          <w:b/>
                          <w:sz w:val="28"/>
                          <w:szCs w:val="28"/>
                        </w:rPr>
                        <w:t>用</w:t>
                      </w:r>
                    </w:p>
                  </w:txbxContent>
                </v:textbox>
              </v:shape>
            </w:pict>
          </mc:Fallback>
        </mc:AlternateContent>
      </w:r>
    </w:p>
    <w:p w14:paraId="4BC40B5D" w14:textId="77777777" w:rsidR="00DB63DC" w:rsidRDefault="00DB63DC" w:rsidP="00DB63DC">
      <w:pPr>
        <w:rPr>
          <w:rFonts w:ascii="ＭＳ ゴシック" w:eastAsia="ＭＳ ゴシック" w:hAnsi="ＭＳ ゴシック"/>
        </w:rPr>
      </w:pPr>
    </w:p>
    <w:p w14:paraId="3AF4D909" w14:textId="77777777" w:rsidR="00DB63DC" w:rsidRDefault="00DB63DC" w:rsidP="00DB63DC">
      <w:pPr>
        <w:rPr>
          <w:rFonts w:ascii="ＭＳ ゴシック" w:eastAsia="ＭＳ ゴシック" w:hAnsi="ＭＳ ゴシック"/>
        </w:rPr>
      </w:pPr>
    </w:p>
    <w:p w14:paraId="5E36F779" w14:textId="77777777" w:rsidR="00207CD4" w:rsidRPr="000B35B9" w:rsidRDefault="00207CD4" w:rsidP="00207CD4">
      <w:pPr>
        <w:kinsoku w:val="0"/>
        <w:overflowPunct w:val="0"/>
        <w:snapToGrid w:val="0"/>
        <w:spacing w:line="357" w:lineRule="exact"/>
        <w:jc w:val="center"/>
        <w:rPr>
          <w:rFonts w:ascii="ＭＳ ゴシック" w:eastAsia="ＭＳ ゴシック" w:hAnsi="ＭＳ ゴシック"/>
          <w:sz w:val="36"/>
        </w:rPr>
      </w:pPr>
      <w:r w:rsidRPr="000B35B9">
        <w:rPr>
          <w:rFonts w:ascii="ＭＳ ゴシック" w:eastAsia="ＭＳ ゴシック" w:hAnsi="ＭＳ ゴシック" w:hint="eastAsia"/>
          <w:sz w:val="36"/>
        </w:rPr>
        <w:t>一般競争入札</w:t>
      </w:r>
      <w:r w:rsidR="007B0E7F">
        <w:rPr>
          <w:rFonts w:ascii="ＭＳ ゴシック" w:eastAsia="ＭＳ ゴシック" w:hAnsi="ＭＳ ゴシック" w:hint="eastAsia"/>
          <w:sz w:val="36"/>
        </w:rPr>
        <w:t>（事後審査型）</w:t>
      </w:r>
      <w:r w:rsidR="0005419D">
        <w:rPr>
          <w:rFonts w:ascii="ＭＳ ゴシック" w:eastAsia="ＭＳ ゴシック" w:hAnsi="ＭＳ ゴシック" w:hint="eastAsia"/>
          <w:sz w:val="36"/>
        </w:rPr>
        <w:t xml:space="preserve">　</w:t>
      </w:r>
      <w:r w:rsidR="007B0E7F">
        <w:rPr>
          <w:rFonts w:ascii="ＭＳ ゴシック" w:eastAsia="ＭＳ ゴシック" w:hAnsi="ＭＳ ゴシック" w:hint="eastAsia"/>
          <w:sz w:val="36"/>
        </w:rPr>
        <w:t>入札</w:t>
      </w:r>
      <w:r w:rsidR="0005419D">
        <w:rPr>
          <w:rFonts w:ascii="ＭＳ ゴシック" w:eastAsia="ＭＳ ゴシック" w:hAnsi="ＭＳ ゴシック" w:hint="eastAsia"/>
          <w:sz w:val="36"/>
        </w:rPr>
        <w:t>資格審査申請書</w:t>
      </w:r>
    </w:p>
    <w:p w14:paraId="7DC0C88D" w14:textId="77777777" w:rsidR="007B0E7F" w:rsidRDefault="00207CD4" w:rsidP="00207CD4">
      <w:pPr>
        <w:kinsoku w:val="0"/>
        <w:wordWrap w:val="0"/>
        <w:overflowPunct w:val="0"/>
        <w:snapToGrid w:val="0"/>
        <w:spacing w:line="357" w:lineRule="exact"/>
        <w:rPr>
          <w:rFonts w:ascii="ＭＳ ゴシック" w:eastAsia="ＭＳ ゴシック" w:hAnsi="ＭＳ ゴシック"/>
        </w:rPr>
      </w:pPr>
      <w:r w:rsidRPr="000B35B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>
        <w:rPr>
          <w:rFonts w:ascii="ＭＳ ゴシック" w:eastAsia="ＭＳ ゴシック" w:hAnsi="ＭＳ ゴシック" w:hint="eastAsia"/>
        </w:rPr>
        <w:t xml:space="preserve">　　</w:t>
      </w:r>
    </w:p>
    <w:p w14:paraId="67DAC321" w14:textId="77777777" w:rsidR="009445AA" w:rsidRDefault="00207CD4" w:rsidP="00207CD4">
      <w:pPr>
        <w:kinsoku w:val="0"/>
        <w:wordWrap w:val="0"/>
        <w:overflowPunct w:val="0"/>
        <w:snapToGrid w:val="0"/>
        <w:spacing w:line="357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</w:p>
    <w:p w14:paraId="4E7CB735" w14:textId="77777777" w:rsidR="00207CD4" w:rsidRPr="000B35B9" w:rsidRDefault="00190D03" w:rsidP="009445AA">
      <w:pPr>
        <w:kinsoku w:val="0"/>
        <w:wordWrap w:val="0"/>
        <w:overflowPunct w:val="0"/>
        <w:snapToGrid w:val="0"/>
        <w:spacing w:line="357" w:lineRule="exact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207CD4" w:rsidRPr="000B35B9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218D4D83" w14:textId="77777777" w:rsidR="00207CD4" w:rsidRPr="000B35B9" w:rsidRDefault="00207CD4" w:rsidP="00207CD4">
      <w:pPr>
        <w:kinsoku w:val="0"/>
        <w:wordWrap w:val="0"/>
        <w:overflowPunct w:val="0"/>
        <w:snapToGrid w:val="0"/>
        <w:spacing w:line="357" w:lineRule="exact"/>
        <w:rPr>
          <w:rFonts w:ascii="ＭＳ ゴシック" w:eastAsia="ＭＳ ゴシック" w:hAnsi="ＭＳ ゴシック"/>
        </w:rPr>
      </w:pPr>
    </w:p>
    <w:p w14:paraId="44E36B96" w14:textId="77777777" w:rsidR="00207CD4" w:rsidRPr="000B35B9" w:rsidRDefault="00207CD4" w:rsidP="00207CD4">
      <w:pPr>
        <w:kinsoku w:val="0"/>
        <w:wordWrap w:val="0"/>
        <w:overflowPunct w:val="0"/>
        <w:snapToGrid w:val="0"/>
        <w:spacing w:line="357" w:lineRule="exact"/>
        <w:rPr>
          <w:rFonts w:ascii="ＭＳ ゴシック" w:eastAsia="ＭＳ ゴシック" w:hAnsi="ＭＳ ゴシック"/>
        </w:rPr>
      </w:pPr>
      <w:r w:rsidRPr="000B35B9">
        <w:rPr>
          <w:rFonts w:ascii="ＭＳ ゴシック" w:eastAsia="ＭＳ ゴシック" w:hAnsi="ＭＳ ゴシック" w:hint="eastAsia"/>
        </w:rPr>
        <w:t>佐 世 保 市 長　　様</w:t>
      </w:r>
    </w:p>
    <w:p w14:paraId="63A340E4" w14:textId="77777777" w:rsidR="00207CD4" w:rsidRPr="000B35B9" w:rsidRDefault="00207CD4" w:rsidP="00207CD4">
      <w:pPr>
        <w:kinsoku w:val="0"/>
        <w:wordWrap w:val="0"/>
        <w:overflowPunct w:val="0"/>
        <w:snapToGrid w:val="0"/>
        <w:spacing w:line="357" w:lineRule="exact"/>
        <w:rPr>
          <w:rFonts w:ascii="ＭＳ ゴシック" w:eastAsia="ＭＳ ゴシック" w:hAnsi="ＭＳ ゴシック"/>
        </w:rPr>
      </w:pPr>
    </w:p>
    <w:p w14:paraId="08FD5E25" w14:textId="77777777" w:rsidR="00207CD4" w:rsidRPr="000B35B9" w:rsidRDefault="00207CD4" w:rsidP="00207CD4">
      <w:pPr>
        <w:kinsoku w:val="0"/>
        <w:wordWrap w:val="0"/>
        <w:overflowPunct w:val="0"/>
        <w:snapToGrid w:val="0"/>
        <w:spacing w:line="357" w:lineRule="exact"/>
        <w:rPr>
          <w:rFonts w:ascii="ＭＳ ゴシック" w:eastAsia="ＭＳ ゴシック" w:hAnsi="ＭＳ ゴシック"/>
        </w:rPr>
      </w:pPr>
      <w:r w:rsidRPr="000B35B9">
        <w:rPr>
          <w:rFonts w:ascii="ＭＳ ゴシック" w:eastAsia="ＭＳ ゴシック" w:hAnsi="ＭＳ ゴシック" w:hint="eastAsia"/>
        </w:rPr>
        <w:t xml:space="preserve">　　　　　　　　　　　　　　　　　住　所　　</w:t>
      </w:r>
    </w:p>
    <w:p w14:paraId="7B1179D2" w14:textId="77777777" w:rsidR="00207CD4" w:rsidRPr="000B35B9" w:rsidRDefault="00207CD4" w:rsidP="00207CD4">
      <w:pPr>
        <w:kinsoku w:val="0"/>
        <w:wordWrap w:val="0"/>
        <w:overflowPunct w:val="0"/>
        <w:snapToGrid w:val="0"/>
        <w:spacing w:line="357" w:lineRule="exact"/>
        <w:rPr>
          <w:rFonts w:ascii="ＭＳ ゴシック" w:eastAsia="ＭＳ ゴシック" w:hAnsi="ＭＳ ゴシック"/>
        </w:rPr>
      </w:pPr>
      <w:r w:rsidRPr="000B35B9">
        <w:rPr>
          <w:rFonts w:ascii="ＭＳ ゴシック" w:eastAsia="ＭＳ ゴシック" w:hAnsi="ＭＳ ゴシック" w:hint="eastAsia"/>
        </w:rPr>
        <w:t xml:space="preserve">　　　　　　　　　　　　　　　　　氏　名　　　　　　　　　　　　　　　　</w:t>
      </w:r>
      <w:r>
        <w:rPr>
          <w:rFonts w:ascii="ＭＳ ゴシック" w:eastAsia="ＭＳ ゴシック" w:hAnsi="ＭＳ ゴシック" w:hint="eastAsia"/>
        </w:rPr>
        <w:t xml:space="preserve">　　　実印</w:t>
      </w:r>
    </w:p>
    <w:p w14:paraId="687B58F5" w14:textId="77777777" w:rsidR="00207CD4" w:rsidRPr="000B35B9" w:rsidRDefault="00207CD4" w:rsidP="00207CD4">
      <w:pPr>
        <w:kinsoku w:val="0"/>
        <w:wordWrap w:val="0"/>
        <w:overflowPunct w:val="0"/>
        <w:snapToGrid w:val="0"/>
        <w:spacing w:line="357" w:lineRule="exact"/>
        <w:ind w:firstLineChars="1876" w:firstLine="4352"/>
        <w:rPr>
          <w:rFonts w:ascii="ＭＳ ゴシック" w:eastAsia="ＭＳ ゴシック" w:hAnsi="ＭＳ ゴシック"/>
        </w:rPr>
      </w:pPr>
    </w:p>
    <w:p w14:paraId="5F10AFF4" w14:textId="77777777" w:rsidR="00207CD4" w:rsidRPr="000B35B9" w:rsidRDefault="00207CD4" w:rsidP="00207CD4">
      <w:pPr>
        <w:kinsoku w:val="0"/>
        <w:wordWrap w:val="0"/>
        <w:overflowPunct w:val="0"/>
        <w:snapToGrid w:val="0"/>
        <w:spacing w:line="357" w:lineRule="exact"/>
        <w:ind w:firstLineChars="1876" w:firstLine="4352"/>
        <w:rPr>
          <w:rFonts w:ascii="ＭＳ ゴシック" w:eastAsia="ＭＳ ゴシック" w:hAnsi="ＭＳ ゴシック"/>
        </w:rPr>
      </w:pPr>
      <w:r w:rsidRPr="000B35B9">
        <w:rPr>
          <w:rFonts w:ascii="ＭＳ ゴシック" w:eastAsia="ＭＳ ゴシック" w:hAnsi="ＭＳ ゴシック" w:hint="eastAsia"/>
        </w:rPr>
        <w:t>電　話（　　　　）　　　－</w:t>
      </w:r>
    </w:p>
    <w:p w14:paraId="1E3B14A3" w14:textId="77777777" w:rsidR="00207CD4" w:rsidRPr="000B35B9" w:rsidRDefault="00207CD4" w:rsidP="00207CD4">
      <w:pPr>
        <w:kinsoku w:val="0"/>
        <w:wordWrap w:val="0"/>
        <w:overflowPunct w:val="0"/>
        <w:snapToGrid w:val="0"/>
        <w:spacing w:line="357" w:lineRule="exact"/>
        <w:rPr>
          <w:rFonts w:ascii="ＭＳ ゴシック" w:eastAsia="ＭＳ ゴシック" w:hAnsi="ＭＳ ゴシック"/>
        </w:rPr>
      </w:pPr>
    </w:p>
    <w:p w14:paraId="5B936164" w14:textId="77777777" w:rsidR="00207CD4" w:rsidRPr="000B35B9" w:rsidRDefault="007B0E7F" w:rsidP="007B0E7F">
      <w:pPr>
        <w:kinsoku w:val="0"/>
        <w:overflowPunct w:val="0"/>
        <w:snapToGrid w:val="0"/>
        <w:spacing w:line="357" w:lineRule="exact"/>
        <w:ind w:firstLineChars="100" w:firstLine="232"/>
        <w:rPr>
          <w:rFonts w:ascii="ＭＳ ゴシック" w:eastAsia="ＭＳ ゴシック" w:hAnsi="ＭＳ ゴシック"/>
        </w:rPr>
      </w:pPr>
      <w:r w:rsidRPr="000B35B9">
        <w:rPr>
          <w:rFonts w:ascii="ＭＳ ゴシック" w:eastAsia="ＭＳ ゴシック" w:hAnsi="ＭＳ ゴシック" w:hint="eastAsia"/>
        </w:rPr>
        <w:t>下記</w:t>
      </w:r>
      <w:r w:rsidR="0023205B">
        <w:rPr>
          <w:rFonts w:ascii="ＭＳ ゴシック" w:eastAsia="ＭＳ ゴシック" w:hAnsi="ＭＳ ゴシック" w:hint="eastAsia"/>
        </w:rPr>
        <w:t>自動販売機（清涼飲料水等）設置場所の貸付</w:t>
      </w:r>
      <w:r w:rsidRPr="000B35B9">
        <w:rPr>
          <w:rFonts w:ascii="ＭＳ ゴシック" w:eastAsia="ＭＳ ゴシック" w:hAnsi="ＭＳ ゴシック" w:hint="eastAsia"/>
        </w:rPr>
        <w:t>にかかる</w:t>
      </w:r>
      <w:r>
        <w:rPr>
          <w:rFonts w:ascii="ＭＳ ゴシック" w:eastAsia="ＭＳ ゴシック" w:hAnsi="ＭＳ ゴシック" w:hint="eastAsia"/>
        </w:rPr>
        <w:t>審査申請資料として、別紙の通り資料を提出いたします。</w:t>
      </w:r>
    </w:p>
    <w:p w14:paraId="400C31AA" w14:textId="77777777" w:rsidR="00207CD4" w:rsidRPr="000B35B9" w:rsidRDefault="00207CD4" w:rsidP="00207CD4">
      <w:pPr>
        <w:kinsoku w:val="0"/>
        <w:wordWrap w:val="0"/>
        <w:overflowPunct w:val="0"/>
        <w:snapToGrid w:val="0"/>
        <w:spacing w:line="357" w:lineRule="exact"/>
        <w:rPr>
          <w:rFonts w:ascii="ＭＳ ゴシック" w:eastAsia="ＭＳ ゴシック" w:hAnsi="ＭＳ ゴシック"/>
        </w:rPr>
      </w:pPr>
    </w:p>
    <w:p w14:paraId="2EDA15A9" w14:textId="77777777" w:rsidR="00207CD4" w:rsidRDefault="00207CD4" w:rsidP="00207CD4">
      <w:pPr>
        <w:pStyle w:val="a3"/>
        <w:rPr>
          <w:rFonts w:ascii="ＭＳ ゴシック" w:eastAsia="ＭＳ ゴシック" w:hAnsi="ＭＳ ゴシック"/>
        </w:rPr>
      </w:pPr>
      <w:r w:rsidRPr="000B35B9">
        <w:rPr>
          <w:rFonts w:ascii="ＭＳ ゴシック" w:eastAsia="ＭＳ ゴシック" w:hAnsi="ＭＳ ゴシック" w:hint="eastAsia"/>
        </w:rPr>
        <w:t>記</w:t>
      </w:r>
    </w:p>
    <w:p w14:paraId="7F7DB222" w14:textId="77777777" w:rsidR="0023205B" w:rsidRPr="0023205B" w:rsidRDefault="0023205B" w:rsidP="0023205B"/>
    <w:tbl>
      <w:tblPr>
        <w:tblStyle w:val="ae"/>
        <w:tblW w:w="91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4"/>
        <w:gridCol w:w="1304"/>
        <w:gridCol w:w="1304"/>
        <w:gridCol w:w="454"/>
        <w:gridCol w:w="1304"/>
        <w:gridCol w:w="1303"/>
        <w:gridCol w:w="454"/>
        <w:gridCol w:w="1303"/>
        <w:gridCol w:w="1304"/>
      </w:tblGrid>
      <w:tr w:rsidR="0023205B" w:rsidRPr="0023205B" w14:paraId="15C559F2" w14:textId="77777777" w:rsidTr="0023205B">
        <w:trPr>
          <w:trHeight w:val="369"/>
        </w:trPr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27B5F8" w14:textId="77777777" w:rsidR="0023205B" w:rsidRPr="0023205B" w:rsidRDefault="0023205B" w:rsidP="0023205B">
            <w:pPr>
              <w:jc w:val="center"/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№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  <w:hideMark/>
          </w:tcPr>
          <w:p w14:paraId="527CA90F" w14:textId="77777777" w:rsidR="0023205B" w:rsidRPr="0023205B" w:rsidRDefault="0023205B" w:rsidP="0023205B">
            <w:pPr>
              <w:jc w:val="center"/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物件番号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36E869C" w14:textId="77777777" w:rsidR="0023205B" w:rsidRPr="0023205B" w:rsidRDefault="0023205B" w:rsidP="0023205B">
            <w:pPr>
              <w:jc w:val="center"/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設置台数</w:t>
            </w:r>
          </w:p>
        </w:tc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  <w:vAlign w:val="center"/>
            <w:hideMark/>
          </w:tcPr>
          <w:p w14:paraId="122EC034" w14:textId="77777777" w:rsidR="0023205B" w:rsidRPr="0023205B" w:rsidRDefault="0023205B" w:rsidP="0023205B">
            <w:pPr>
              <w:jc w:val="center"/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№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  <w:hideMark/>
          </w:tcPr>
          <w:p w14:paraId="269040D7" w14:textId="77777777" w:rsidR="0023205B" w:rsidRPr="0023205B" w:rsidRDefault="0023205B" w:rsidP="0023205B">
            <w:pPr>
              <w:jc w:val="center"/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物件番号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714498E" w14:textId="77777777" w:rsidR="0023205B" w:rsidRPr="0023205B" w:rsidRDefault="0023205B" w:rsidP="0023205B">
            <w:pPr>
              <w:jc w:val="center"/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設置台数</w:t>
            </w:r>
          </w:p>
        </w:tc>
        <w:tc>
          <w:tcPr>
            <w:tcW w:w="454" w:type="dxa"/>
            <w:tcBorders>
              <w:top w:val="single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569112" w14:textId="77777777" w:rsidR="0023205B" w:rsidRPr="0023205B" w:rsidRDefault="0023205B" w:rsidP="0023205B">
            <w:pPr>
              <w:jc w:val="center"/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№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  <w:hideMark/>
          </w:tcPr>
          <w:p w14:paraId="04083A22" w14:textId="77777777" w:rsidR="0023205B" w:rsidRPr="0023205B" w:rsidRDefault="0023205B" w:rsidP="0023205B">
            <w:pPr>
              <w:jc w:val="center"/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物件番号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AACE9E" w14:textId="77777777" w:rsidR="0023205B" w:rsidRPr="0023205B" w:rsidRDefault="0023205B" w:rsidP="0023205B">
            <w:pPr>
              <w:jc w:val="center"/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設置台数</w:t>
            </w:r>
          </w:p>
        </w:tc>
      </w:tr>
      <w:tr w:rsidR="0023205B" w:rsidRPr="0023205B" w14:paraId="5C7C2396" w14:textId="77777777" w:rsidTr="0023205B">
        <w:trPr>
          <w:trHeight w:val="369"/>
        </w:trPr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F184486" w14:textId="77777777" w:rsidR="0023205B" w:rsidRPr="0023205B" w:rsidRDefault="0023205B" w:rsidP="0023205B">
            <w:pPr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</w:tcPr>
          <w:p w14:paraId="71099794" w14:textId="77777777" w:rsidR="0023205B" w:rsidRPr="0023205B" w:rsidRDefault="0023205B" w:rsidP="0023205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04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08ECDF" w14:textId="77777777" w:rsidR="0023205B" w:rsidRPr="0023205B" w:rsidRDefault="0023205B" w:rsidP="0023205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  <w:vAlign w:val="center"/>
            <w:hideMark/>
          </w:tcPr>
          <w:p w14:paraId="2973F444" w14:textId="77777777" w:rsidR="0023205B" w:rsidRPr="0023205B" w:rsidRDefault="0023205B" w:rsidP="0023205B">
            <w:pPr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</w:tcPr>
          <w:p w14:paraId="606E9298" w14:textId="77777777" w:rsidR="0023205B" w:rsidRPr="0023205B" w:rsidRDefault="0023205B" w:rsidP="0023205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03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FAAC69" w14:textId="77777777" w:rsidR="0023205B" w:rsidRPr="0023205B" w:rsidRDefault="0023205B" w:rsidP="0023205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4" w:type="dxa"/>
            <w:tcBorders>
              <w:top w:val="single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7B4EDCC" w14:textId="77777777" w:rsidR="0023205B" w:rsidRPr="0023205B" w:rsidRDefault="0023205B" w:rsidP="0023205B">
            <w:pPr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</w:tcPr>
          <w:p w14:paraId="431360AF" w14:textId="77777777" w:rsidR="0023205B" w:rsidRPr="0023205B" w:rsidRDefault="0023205B" w:rsidP="0023205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04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0EE8B" w14:textId="77777777" w:rsidR="0023205B" w:rsidRPr="0023205B" w:rsidRDefault="0023205B" w:rsidP="0023205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3205B" w:rsidRPr="0023205B" w14:paraId="6F809D07" w14:textId="77777777" w:rsidTr="0023205B">
        <w:trPr>
          <w:trHeight w:val="369"/>
        </w:trPr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16E0A36" w14:textId="77777777" w:rsidR="0023205B" w:rsidRPr="0023205B" w:rsidRDefault="0023205B" w:rsidP="0023205B">
            <w:pPr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４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</w:tcPr>
          <w:p w14:paraId="158A6F7E" w14:textId="77777777" w:rsidR="0023205B" w:rsidRPr="0023205B" w:rsidRDefault="0023205B" w:rsidP="0023205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04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E3FF40" w14:textId="77777777" w:rsidR="0023205B" w:rsidRPr="0023205B" w:rsidRDefault="0023205B" w:rsidP="0023205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  <w:vAlign w:val="center"/>
            <w:hideMark/>
          </w:tcPr>
          <w:p w14:paraId="17C42939" w14:textId="77777777" w:rsidR="0023205B" w:rsidRPr="0023205B" w:rsidRDefault="0023205B" w:rsidP="0023205B">
            <w:pPr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５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</w:tcPr>
          <w:p w14:paraId="5B6E23A2" w14:textId="77777777" w:rsidR="0023205B" w:rsidRPr="0023205B" w:rsidRDefault="0023205B" w:rsidP="0023205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03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59D2F9" w14:textId="77777777" w:rsidR="0023205B" w:rsidRPr="0023205B" w:rsidRDefault="0023205B" w:rsidP="0023205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4" w:type="dxa"/>
            <w:tcBorders>
              <w:top w:val="single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FF5B1F" w14:textId="77777777" w:rsidR="0023205B" w:rsidRPr="0023205B" w:rsidRDefault="0023205B" w:rsidP="0023205B">
            <w:pPr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６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</w:tcPr>
          <w:p w14:paraId="725784BB" w14:textId="77777777" w:rsidR="0023205B" w:rsidRPr="0023205B" w:rsidRDefault="0023205B" w:rsidP="0023205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04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8BFD49" w14:textId="77777777" w:rsidR="0023205B" w:rsidRPr="0023205B" w:rsidRDefault="0023205B" w:rsidP="0023205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3205B" w:rsidRPr="0023205B" w14:paraId="25F908B1" w14:textId="77777777" w:rsidTr="0023205B">
        <w:trPr>
          <w:trHeight w:val="369"/>
        </w:trPr>
        <w:tc>
          <w:tcPr>
            <w:tcW w:w="9184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1508A2" w14:textId="77777777" w:rsidR="0023205B" w:rsidRPr="0023205B" w:rsidRDefault="0023205B" w:rsidP="00E538CB">
            <w:pPr>
              <w:jc w:val="left"/>
              <w:rPr>
                <w:rFonts w:ascii="ＭＳ ゴシック" w:eastAsia="ＭＳ ゴシック" w:hAnsi="ＭＳ ゴシック"/>
                <w:b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 xml:space="preserve">入札申込制限台数　</w:t>
            </w:r>
            <w:r w:rsidR="00E538CB">
              <w:rPr>
                <w:rFonts w:ascii="ＭＳ ゴシック" w:eastAsia="ＭＳ ゴシック" w:hAnsi="ＭＳ ゴシック" w:hint="eastAsia"/>
              </w:rPr>
              <w:t>なし</w:t>
            </w:r>
            <w:r w:rsidRPr="0023205B">
              <w:rPr>
                <w:rFonts w:ascii="ＭＳ ゴシック" w:eastAsia="ＭＳ ゴシック" w:hAnsi="ＭＳ ゴシック" w:hint="eastAsia"/>
                <w:b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hint="eastAsia"/>
                <w:b/>
              </w:rPr>
              <w:t xml:space="preserve">　　　　</w:t>
            </w:r>
            <w:r w:rsidRPr="0023205B">
              <w:rPr>
                <w:rFonts w:ascii="ＭＳ ゴシック" w:eastAsia="ＭＳ ゴシック" w:hAnsi="ＭＳ ゴシック" w:hint="eastAsia"/>
              </w:rPr>
              <w:t>設置台数合計</w:t>
            </w:r>
            <w:r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23205B">
              <w:rPr>
                <w:rFonts w:ascii="ＭＳ ゴシック" w:eastAsia="ＭＳ ゴシック" w:hAnsi="ＭＳ ゴシック" w:hint="eastAsia"/>
              </w:rPr>
              <w:t>台</w:t>
            </w:r>
          </w:p>
        </w:tc>
      </w:tr>
    </w:tbl>
    <w:p w14:paraId="4E91DD0E" w14:textId="77777777" w:rsidR="003157A2" w:rsidRDefault="003157A2" w:rsidP="00DB63DC">
      <w:pPr>
        <w:jc w:val="center"/>
        <w:rPr>
          <w:rFonts w:ascii="ＭＳ ゴシック" w:eastAsia="ＭＳ ゴシック" w:hAnsi="ＭＳ ゴシック"/>
        </w:rPr>
      </w:pPr>
    </w:p>
    <w:p w14:paraId="2657EDD9" w14:textId="4FCFC507" w:rsidR="003157A2" w:rsidRPr="003157A2" w:rsidRDefault="003157A2" w:rsidP="003157A2">
      <w:pPr>
        <w:tabs>
          <w:tab w:val="center" w:pos="4790"/>
          <w:tab w:val="right" w:pos="9581"/>
        </w:tabs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ab/>
      </w:r>
      <w:r w:rsidR="00DB63DC"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F7D24B4" wp14:editId="5EF5EA3A">
                <wp:simplePos x="0" y="0"/>
                <wp:positionH relativeFrom="column">
                  <wp:posOffset>5162550</wp:posOffset>
                </wp:positionH>
                <wp:positionV relativeFrom="paragraph">
                  <wp:posOffset>114300</wp:posOffset>
                </wp:positionV>
                <wp:extent cx="736600" cy="0"/>
                <wp:effectExtent l="0" t="0" r="0" b="0"/>
                <wp:wrapNone/>
                <wp:docPr id="49" name="AutoShap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616DA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93" o:spid="_x0000_s1026" type="#_x0000_t32" style="position:absolute;left:0;text-align:left;margin-left:406.5pt;margin-top:9pt;width:58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">
                <v:stroke dashstyle="dash"/>
              </v:shape>
            </w:pict>
          </mc:Fallback>
        </mc:AlternateContent>
      </w:r>
      <w:r w:rsidR="00DB63DC" w:rsidRPr="000B35B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B278EEF" wp14:editId="57A334D3">
                <wp:simplePos x="0" y="0"/>
                <wp:positionH relativeFrom="column">
                  <wp:posOffset>193675</wp:posOffset>
                </wp:positionH>
                <wp:positionV relativeFrom="paragraph">
                  <wp:posOffset>114935</wp:posOffset>
                </wp:positionV>
                <wp:extent cx="736600" cy="0"/>
                <wp:effectExtent l="0" t="0" r="0" b="0"/>
                <wp:wrapNone/>
                <wp:docPr id="48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A73FB" id="AutoShape 275" o:spid="_x0000_s1026" type="#_x0000_t32" style="position:absolute;left:0;text-align:left;margin-left:15.25pt;margin-top:9.05pt;width:58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">
                <v:stroke dashstyle="dash"/>
              </v:shape>
            </w:pict>
          </mc:Fallback>
        </mc:AlternateContent>
      </w:r>
      <w:r w:rsidR="00A05A42"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2E5FDD" wp14:editId="2D2079A1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22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B14F2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92" o:spid="_x0000_s1026" type="#_x0000_t32" style="position:absolute;left:0;text-align:left;margin-left:54.85pt;margin-top:658.6pt;width:58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">
                <v:stroke dashstyle="dash"/>
              </v:shape>
            </w:pict>
          </mc:Fallback>
        </mc:AlternateContent>
      </w:r>
      <w:r w:rsidR="00A05A42"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E6CEE2" wp14:editId="1E9B9330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21" name="AutoShap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D585F" id="AutoShape 288" o:spid="_x0000_s1026" type="#_x0000_t32" style="position:absolute;left:0;text-align:left;margin-left:54.85pt;margin-top:658.6pt;width:58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">
                <v:stroke dashstyle="dash"/>
              </v:shape>
            </w:pict>
          </mc:Fallback>
        </mc:AlternateContent>
      </w:r>
      <w:r w:rsidR="00A05A42"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6A5F2B" wp14:editId="78D1E071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20" name="AutoShap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55C2B" id="AutoShape 289" o:spid="_x0000_s1026" type="#_x0000_t32" style="position:absolute;left:0;text-align:left;margin-left:54.85pt;margin-top:658.6pt;width:58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">
                <v:stroke dashstyle="dash"/>
              </v:shape>
            </w:pict>
          </mc:Fallback>
        </mc:AlternateContent>
      </w:r>
      <w:r w:rsidR="00A05A42"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9C3781" wp14:editId="520A0B6E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19" name="AutoShap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80BE5" id="AutoShape 290" o:spid="_x0000_s1026" type="#_x0000_t32" style="position:absolute;left:0;text-align:left;margin-left:54.85pt;margin-top:658.6pt;width:58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">
                <v:stroke dashstyle="dash"/>
              </v:shape>
            </w:pict>
          </mc:Fallback>
        </mc:AlternateContent>
      </w:r>
      <w:r w:rsidR="00A05A42"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65644F" wp14:editId="5AC6135F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18" name="AutoShap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D77388" id="AutoShape 291" o:spid="_x0000_s1026" type="#_x0000_t32" style="position:absolute;left:0;text-align:left;margin-left:54.85pt;margin-top:658.6pt;width:58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">
                <v:stroke dashstyle="dash"/>
              </v:shape>
            </w:pict>
          </mc:Fallback>
        </mc:AlternateContent>
      </w:r>
      <w:r w:rsidR="00A05A42"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BE21A32" wp14:editId="2C13E594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17" name="AutoShap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545511" id="AutoShape 284" o:spid="_x0000_s1026" type="#_x0000_t32" style="position:absolute;left:0;text-align:left;margin-left:54.85pt;margin-top:658.6pt;width:58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">
                <v:stroke dashstyle="dash"/>
              </v:shape>
            </w:pict>
          </mc:Fallback>
        </mc:AlternateContent>
      </w:r>
      <w:r w:rsidR="00207CD4" w:rsidRPr="000B35B9">
        <w:rPr>
          <w:rFonts w:ascii="ＭＳ ゴシック" w:eastAsia="ＭＳ ゴシック" w:hAnsi="ＭＳ ゴシック" w:hint="eastAsia"/>
        </w:rPr>
        <w:t>【職員使用欄】～以下は申込者の方は記入しないでください～</w:t>
      </w:r>
      <w:r w:rsidR="00A05A42"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25B2A85" wp14:editId="4E7AFC4B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14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4AE302" id="AutoShape 283" o:spid="_x0000_s1026" type="#_x0000_t32" style="position:absolute;left:0;text-align:left;margin-left:54.85pt;margin-top:658.6pt;width:58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">
                <v:stroke dashstyle="dash"/>
              </v:shape>
            </w:pict>
          </mc:Fallback>
        </mc:AlternateContent>
      </w:r>
      <w:r w:rsidR="00A05A42"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F2DAA20" wp14:editId="75E48881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13" name="AutoShap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8C8F67" id="AutoShape 282" o:spid="_x0000_s1026" type="#_x0000_t32" style="position:absolute;left:0;text-align:left;margin-left:54.85pt;margin-top:658.6pt;width:58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">
                <v:stroke dashstyle="dash"/>
              </v:shape>
            </w:pict>
          </mc:Fallback>
        </mc:AlternateContent>
      </w:r>
      <w:r w:rsidR="00A05A42"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B55B8DE" wp14:editId="02A20E2B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12" name="AutoShap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B1106C" id="AutoShape 281" o:spid="_x0000_s1026" type="#_x0000_t32" style="position:absolute;left:0;text-align:left;margin-left:54.85pt;margin-top:658.6pt;width:58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">
                <v:stroke dashstyle="dash"/>
              </v:shape>
            </w:pict>
          </mc:Fallback>
        </mc:AlternateContent>
      </w:r>
      <w:r w:rsidR="00A05A42"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E064238" wp14:editId="71271378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11" name="Auto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05C11" id="AutoShape 276" o:spid="_x0000_s1026" type="#_x0000_t32" style="position:absolute;left:0;text-align:left;margin-left:54.85pt;margin-top:658.6pt;width:58pt;height:0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"/>
            </w:pict>
          </mc:Fallback>
        </mc:AlternateContent>
      </w:r>
      <w:r w:rsidR="00A05A42"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322CB1F" wp14:editId="68D726B9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10" name="Auto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D5E7A" id="AutoShape 277" o:spid="_x0000_s1026" type="#_x0000_t32" style="position:absolute;left:0;text-align:left;margin-left:54.85pt;margin-top:658.6pt;width:58pt;height: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"/>
            </w:pict>
          </mc:Fallback>
        </mc:AlternateContent>
      </w:r>
      <w:r w:rsidR="00A05A42"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0F56579" wp14:editId="01428A68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9" name="Auto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68EEA3" id="AutoShape 278" o:spid="_x0000_s1026" type="#_x0000_t32" style="position:absolute;left:0;text-align:left;margin-left:54.85pt;margin-top:658.6pt;width:58pt;height: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"/>
            </w:pict>
          </mc:Fallback>
        </mc:AlternateContent>
      </w:r>
      <w:r w:rsidR="00A05A42"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0C47B24" wp14:editId="3CB4F93C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8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C1AE78" id="AutoShape 279" o:spid="_x0000_s1026" type="#_x0000_t32" style="position:absolute;left:0;text-align:left;margin-left:54.85pt;margin-top:658.6pt;width:58pt;height:0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"/>
            </w:pict>
          </mc:Fallback>
        </mc:AlternateContent>
      </w:r>
      <w:r w:rsidR="00A05A42"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5CA3A0F" wp14:editId="3A21FAF6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7" name="AutoShap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0CB06" id="AutoShape 280" o:spid="_x0000_s1026" type="#_x0000_t32" style="position:absolute;left:0;text-align:left;margin-left:54.85pt;margin-top:658.6pt;width:58pt;height: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"/>
            </w:pict>
          </mc:Fallback>
        </mc:AlternateContent>
      </w:r>
      <w:r w:rsidR="00A05A42"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A57AF8" wp14:editId="1B6B6080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6" name="Auto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6484A4" id="AutoShape 287" o:spid="_x0000_s1026" type="#_x0000_t32" style="position:absolute;left:0;text-align:left;margin-left:54.85pt;margin-top:658.6pt;width:5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">
                <v:stroke dashstyle="dash"/>
              </v:shape>
            </w:pict>
          </mc:Fallback>
        </mc:AlternateContent>
      </w:r>
      <w:r w:rsidR="00A05A42"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161D144" wp14:editId="20A5CB1D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5" name="AutoShap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39C2FC" id="AutoShape 285" o:spid="_x0000_s1026" type="#_x0000_t32" style="position:absolute;left:0;text-align:left;margin-left:54.85pt;margin-top:658.6pt;width:58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">
                <v:stroke dashstyle="dash"/>
              </v:shape>
            </w:pict>
          </mc:Fallback>
        </mc:AlternateContent>
      </w:r>
      <w:r w:rsidR="00A05A42"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6DCDDD" wp14:editId="767F4A59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4" name="AutoShap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ECCD5" id="AutoShape 286" o:spid="_x0000_s1026" type="#_x0000_t32" style="position:absolute;left:0;text-align:left;margin-left:54.85pt;margin-top:658.6pt;width:5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">
                <v:stroke dashstyle="dash"/>
              </v:shape>
            </w:pict>
          </mc:Fallback>
        </mc:AlternateContent>
      </w:r>
      <w:r>
        <w:rPr>
          <w:rFonts w:ascii="ＭＳ ゴシック" w:eastAsia="ＭＳ ゴシック" w:hAnsi="ＭＳ ゴシック"/>
        </w:rPr>
        <w:tab/>
      </w:r>
    </w:p>
    <w:tbl>
      <w:tblPr>
        <w:tblpPr w:leftFromText="142" w:rightFromText="142" w:vertAnchor="text" w:horzAnchor="margin" w:tblpY="2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2"/>
        <w:gridCol w:w="2827"/>
        <w:gridCol w:w="1028"/>
        <w:gridCol w:w="2827"/>
        <w:gridCol w:w="1028"/>
      </w:tblGrid>
      <w:tr w:rsidR="003157A2" w:rsidRPr="000B35B9" w14:paraId="1458351C" w14:textId="77777777" w:rsidTr="000B5EC5">
        <w:trPr>
          <w:cantSplit/>
          <w:trHeight w:val="698"/>
        </w:trPr>
        <w:tc>
          <w:tcPr>
            <w:tcW w:w="1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4C7640" w14:textId="77777777" w:rsidR="003157A2" w:rsidRPr="000B35B9" w:rsidRDefault="003157A2" w:rsidP="000B5EC5">
            <w:pPr>
              <w:pStyle w:val="a3"/>
              <w:rPr>
                <w:rFonts w:ascii="ＭＳ ゴシック" w:eastAsia="ＭＳ ゴシック" w:hAnsi="ＭＳ ゴシック"/>
              </w:rPr>
            </w:pPr>
            <w:r w:rsidRPr="000B35B9">
              <w:rPr>
                <w:rFonts w:ascii="ＭＳ ゴシック" w:eastAsia="ＭＳ ゴシック" w:hAnsi="ＭＳ ゴシック" w:hint="eastAsia"/>
              </w:rPr>
              <w:t>受付年月日</w:t>
            </w:r>
          </w:p>
        </w:tc>
        <w:tc>
          <w:tcPr>
            <w:tcW w:w="28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61359E" w14:textId="77777777" w:rsidR="003157A2" w:rsidRPr="000B35B9" w:rsidRDefault="003157A2" w:rsidP="000B5EC5">
            <w:pPr>
              <w:rPr>
                <w:rFonts w:ascii="ＭＳ ゴシック" w:eastAsia="ＭＳ ゴシック" w:hAnsi="ＭＳ ゴシック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令和　　</w:t>
            </w:r>
            <w:r w:rsidRPr="00190D03">
              <w:rPr>
                <w:rFonts w:ascii="ＭＳ ゴシック" w:eastAsia="ＭＳ ゴシック" w:hAnsi="ＭＳ ゴシック" w:hint="eastAsia"/>
                <w:spacing w:val="0"/>
              </w:rPr>
              <w:t>年</w:t>
            </w:r>
            <w:r>
              <w:rPr>
                <w:rFonts w:ascii="ＭＳ ゴシック" w:eastAsia="ＭＳ ゴシック" w:hAnsi="ＭＳ ゴシック" w:hint="eastAsia"/>
                <w:spacing w:val="0"/>
              </w:rPr>
              <w:t xml:space="preserve">　</w:t>
            </w:r>
            <w:r w:rsidRPr="00190D03">
              <w:rPr>
                <w:rFonts w:ascii="ＭＳ ゴシック" w:eastAsia="ＭＳ ゴシック" w:hAnsi="ＭＳ ゴシック" w:hint="eastAsia"/>
                <w:spacing w:val="0"/>
              </w:rPr>
              <w:t xml:space="preserve">　月</w:t>
            </w:r>
            <w:r>
              <w:rPr>
                <w:rFonts w:ascii="ＭＳ ゴシック" w:eastAsia="ＭＳ ゴシック" w:hAnsi="ＭＳ ゴシック" w:hint="eastAsia"/>
                <w:spacing w:val="0"/>
              </w:rPr>
              <w:t xml:space="preserve">　</w:t>
            </w:r>
            <w:r w:rsidRPr="00190D03">
              <w:rPr>
                <w:rFonts w:ascii="ＭＳ ゴシック" w:eastAsia="ＭＳ ゴシック" w:hAnsi="ＭＳ ゴシック" w:hint="eastAsia"/>
                <w:spacing w:val="0"/>
              </w:rPr>
              <w:t xml:space="preserve">　日</w:t>
            </w:r>
          </w:p>
          <w:p w14:paraId="4252A300" w14:textId="77777777" w:rsidR="003157A2" w:rsidRPr="000B35B9" w:rsidRDefault="003157A2" w:rsidP="000B5EC5">
            <w:pPr>
              <w:jc w:val="center"/>
              <w:rPr>
                <w:rFonts w:ascii="ＭＳ ゴシック" w:eastAsia="ＭＳ ゴシック" w:hAnsi="ＭＳ ゴシック"/>
              </w:rPr>
            </w:pPr>
            <w:r w:rsidRPr="000B35B9">
              <w:rPr>
                <w:rFonts w:ascii="ＭＳ ゴシック" w:eastAsia="ＭＳ ゴシック" w:hAnsi="ＭＳ ゴシック" w:hint="eastAsia"/>
                <w:spacing w:val="0"/>
              </w:rPr>
              <w:t>午前･後　　時　　分受付</w:t>
            </w:r>
          </w:p>
        </w:tc>
        <w:tc>
          <w:tcPr>
            <w:tcW w:w="10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743FE1B" w14:textId="77777777" w:rsidR="003157A2" w:rsidRPr="000B35B9" w:rsidRDefault="003157A2" w:rsidP="000B5EC5">
            <w:pPr>
              <w:jc w:val="center"/>
              <w:rPr>
                <w:rFonts w:ascii="ＭＳ ゴシック" w:eastAsia="ＭＳ ゴシック" w:hAnsi="ＭＳ ゴシック"/>
              </w:rPr>
            </w:pPr>
            <w:r w:rsidRPr="000B35B9">
              <w:rPr>
                <w:rFonts w:ascii="ＭＳ ゴシック" w:eastAsia="ＭＳ ゴシック" w:hAnsi="ＭＳ ゴシック" w:hint="eastAsia"/>
              </w:rPr>
              <w:t>受付印</w:t>
            </w:r>
          </w:p>
        </w:tc>
        <w:tc>
          <w:tcPr>
            <w:tcW w:w="282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6783A1D" w14:textId="77777777" w:rsidR="003157A2" w:rsidRPr="000B35B9" w:rsidRDefault="003157A2" w:rsidP="000B5EC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D5A1804" w14:textId="77777777" w:rsidR="003157A2" w:rsidRPr="000B35B9" w:rsidRDefault="003157A2" w:rsidP="000B5EC5">
            <w:pPr>
              <w:pStyle w:val="a3"/>
              <w:rPr>
                <w:rFonts w:ascii="ＭＳ ゴシック" w:eastAsia="ＭＳ ゴシック" w:hAnsi="ＭＳ ゴシック"/>
              </w:rPr>
            </w:pPr>
            <w:r w:rsidRPr="000B35B9">
              <w:rPr>
                <w:rFonts w:ascii="ＭＳ ゴシック" w:eastAsia="ＭＳ ゴシック" w:hAnsi="ＭＳ ゴシック" w:hint="eastAsia"/>
              </w:rPr>
              <w:t>担当者</w:t>
            </w:r>
          </w:p>
        </w:tc>
      </w:tr>
      <w:tr w:rsidR="003157A2" w:rsidRPr="000B35B9" w14:paraId="0931924F" w14:textId="77777777" w:rsidTr="000B5EC5">
        <w:trPr>
          <w:cantSplit/>
          <w:trHeight w:val="699"/>
        </w:trPr>
        <w:tc>
          <w:tcPr>
            <w:tcW w:w="1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FA3CFB" w14:textId="77777777" w:rsidR="003157A2" w:rsidRPr="000B35B9" w:rsidRDefault="003157A2" w:rsidP="000B5EC5">
            <w:pPr>
              <w:jc w:val="center"/>
              <w:rPr>
                <w:rFonts w:ascii="ＭＳ ゴシック" w:eastAsia="ＭＳ ゴシック" w:hAnsi="ＭＳ ゴシック"/>
              </w:rPr>
            </w:pPr>
            <w:r w:rsidRPr="003157A2">
              <w:rPr>
                <w:rFonts w:ascii="ＭＳ ゴシック" w:eastAsia="ＭＳ ゴシック" w:hAnsi="ＭＳ ゴシック" w:hint="eastAsia"/>
                <w:spacing w:val="60"/>
                <w:fitText w:val="1215" w:id="-611649536"/>
              </w:rPr>
              <w:t>受付番</w:t>
            </w:r>
            <w:r w:rsidRPr="003157A2">
              <w:rPr>
                <w:rFonts w:ascii="ＭＳ ゴシック" w:eastAsia="ＭＳ ゴシック" w:hAnsi="ＭＳ ゴシック" w:hint="eastAsia"/>
                <w:spacing w:val="7"/>
                <w:fitText w:val="1215" w:id="-611649536"/>
              </w:rPr>
              <w:t>号</w:t>
            </w:r>
          </w:p>
        </w:tc>
        <w:tc>
          <w:tcPr>
            <w:tcW w:w="28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021971" w14:textId="77777777" w:rsidR="003157A2" w:rsidRPr="000B35B9" w:rsidRDefault="003157A2" w:rsidP="000B5EC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資経</w:t>
            </w:r>
            <w:r w:rsidRPr="000B35B9">
              <w:rPr>
                <w:rFonts w:ascii="ＭＳ ゴシック" w:eastAsia="ＭＳ ゴシック" w:hAnsi="ＭＳ ゴシック" w:hint="eastAsia"/>
              </w:rPr>
              <w:t xml:space="preserve">第　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0B35B9">
              <w:rPr>
                <w:rFonts w:ascii="ＭＳ ゴシック" w:eastAsia="ＭＳ ゴシック" w:hAnsi="ＭＳ ゴシック" w:hint="eastAsia"/>
              </w:rPr>
              <w:t xml:space="preserve">　号</w:t>
            </w:r>
          </w:p>
        </w:tc>
        <w:tc>
          <w:tcPr>
            <w:tcW w:w="102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96B6A2" w14:textId="77777777" w:rsidR="003157A2" w:rsidRPr="000B35B9" w:rsidRDefault="003157A2" w:rsidP="000B5EC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2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E90945" w14:textId="77777777" w:rsidR="003157A2" w:rsidRPr="000B35B9" w:rsidRDefault="003157A2" w:rsidP="000B5EC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2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155A2E" w14:textId="77777777" w:rsidR="003157A2" w:rsidRPr="000B35B9" w:rsidRDefault="003157A2" w:rsidP="000B5EC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3157A2" w:rsidRPr="000B35B9" w14:paraId="4937EEA5" w14:textId="77777777" w:rsidTr="000B5EC5">
        <w:trPr>
          <w:cantSplit/>
          <w:trHeight w:val="1191"/>
        </w:trPr>
        <w:tc>
          <w:tcPr>
            <w:tcW w:w="1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C698AC" w14:textId="77777777" w:rsidR="003157A2" w:rsidRPr="000B35B9" w:rsidRDefault="003157A2" w:rsidP="000B5EC5">
            <w:pPr>
              <w:jc w:val="center"/>
              <w:rPr>
                <w:rFonts w:ascii="ＭＳ ゴシック" w:eastAsia="ＭＳ ゴシック" w:hAnsi="ＭＳ ゴシック"/>
              </w:rPr>
            </w:pPr>
            <w:r w:rsidRPr="000B35B9">
              <w:rPr>
                <w:rFonts w:ascii="ＭＳ ゴシック" w:eastAsia="ＭＳ ゴシック" w:hAnsi="ＭＳ ゴシック" w:hint="eastAsia"/>
              </w:rPr>
              <w:t>備　　　考</w:t>
            </w:r>
          </w:p>
        </w:tc>
        <w:tc>
          <w:tcPr>
            <w:tcW w:w="7710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DBCC42" w14:textId="77777777" w:rsidR="003157A2" w:rsidRPr="000B35B9" w:rsidRDefault="003157A2" w:rsidP="000B5EC5">
            <w:pPr>
              <w:ind w:left="232" w:hangingChars="100" w:hanging="232"/>
              <w:rPr>
                <w:rFonts w:ascii="ＭＳ ゴシック" w:eastAsia="ＭＳ ゴシック" w:hAnsi="ＭＳ ゴシック"/>
              </w:rPr>
            </w:pPr>
          </w:p>
        </w:tc>
      </w:tr>
    </w:tbl>
    <w:p w14:paraId="2EE33CFE" w14:textId="0C533791" w:rsidR="00207CD4" w:rsidRDefault="00207CD4" w:rsidP="00207CD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添付資料</w:t>
      </w:r>
    </w:p>
    <w:p w14:paraId="5EA7AFAB" w14:textId="77777777" w:rsidR="00207CD4" w:rsidRPr="000B35B9" w:rsidRDefault="00207CD4" w:rsidP="00207CD4">
      <w:pPr>
        <w:ind w:firstLineChars="200" w:firstLine="464"/>
        <w:rPr>
          <w:rFonts w:ascii="ＭＳ ゴシック" w:eastAsia="ＭＳ ゴシック" w:hAnsi="ＭＳ ゴシック"/>
        </w:rPr>
      </w:pPr>
      <w:r w:rsidRPr="000B35B9">
        <w:rPr>
          <w:rFonts w:ascii="ＭＳ ゴシック" w:eastAsia="ＭＳ ゴシック" w:hAnsi="ＭＳ ゴシック" w:hint="eastAsia"/>
        </w:rPr>
        <w:t xml:space="preserve">□　</w:t>
      </w:r>
      <w:r w:rsidR="007B404E" w:rsidRPr="007B404E">
        <w:rPr>
          <w:rFonts w:ascii="ＭＳ ゴシック" w:eastAsia="ＭＳ ゴシック" w:hAnsi="ＭＳ ゴシック" w:hint="eastAsia"/>
        </w:rPr>
        <w:t xml:space="preserve">誓約書　</w:t>
      </w:r>
      <w:r w:rsidR="007B404E" w:rsidRPr="007B404E">
        <w:rPr>
          <w:rFonts w:ascii="ＭＳ ゴシック" w:eastAsia="ＭＳ ゴシック" w:hAnsi="ＭＳ ゴシック" w:hint="eastAsia"/>
          <w:sz w:val="16"/>
          <w:szCs w:val="16"/>
        </w:rPr>
        <w:t>1部、個人は個人用、法人は法人用を使用すること</w:t>
      </w:r>
    </w:p>
    <w:p w14:paraId="620B2A55" w14:textId="77777777" w:rsidR="00207CD4" w:rsidRPr="000B35B9" w:rsidRDefault="00207CD4" w:rsidP="00207CD4">
      <w:pPr>
        <w:rPr>
          <w:rFonts w:ascii="ＭＳ ゴシック" w:eastAsia="ＭＳ ゴシック" w:hAnsi="ＭＳ ゴシック"/>
        </w:rPr>
      </w:pPr>
      <w:r w:rsidRPr="000B35B9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 xml:space="preserve">　</w:t>
      </w:r>
      <w:r w:rsidRPr="000B35B9">
        <w:rPr>
          <w:rFonts w:ascii="ＭＳ ゴシック" w:eastAsia="ＭＳ ゴシック" w:hAnsi="ＭＳ ゴシック" w:hint="eastAsia"/>
        </w:rPr>
        <w:t xml:space="preserve">□　</w:t>
      </w:r>
      <w:r w:rsidR="007B404E" w:rsidRPr="007B404E">
        <w:rPr>
          <w:rFonts w:ascii="ＭＳ ゴシック" w:eastAsia="ＭＳ ゴシック" w:hAnsi="ＭＳ ゴシック" w:hint="eastAsia"/>
        </w:rPr>
        <w:t>住民票</w:t>
      </w:r>
      <w:r w:rsidR="007B404E">
        <w:rPr>
          <w:rFonts w:ascii="ＭＳ ゴシック" w:eastAsia="ＭＳ ゴシック" w:hAnsi="ＭＳ ゴシック" w:hint="eastAsia"/>
        </w:rPr>
        <w:t xml:space="preserve">　</w:t>
      </w:r>
      <w:r w:rsidRPr="000B35B9">
        <w:rPr>
          <w:rFonts w:ascii="ＭＳ ゴシック" w:eastAsia="ＭＳ ゴシック" w:hAnsi="ＭＳ ゴシック" w:hint="eastAsia"/>
          <w:sz w:val="16"/>
          <w:szCs w:val="16"/>
        </w:rPr>
        <w:t>1部、発行から３か月以内でコピー可</w:t>
      </w:r>
    </w:p>
    <w:p w14:paraId="6163D857" w14:textId="77777777" w:rsidR="00207CD4" w:rsidRPr="007B0E7F" w:rsidRDefault="00207CD4" w:rsidP="00207CD4">
      <w:pPr>
        <w:rPr>
          <w:rFonts w:ascii="ＭＳ ゴシック" w:eastAsia="ＭＳ ゴシック" w:hAnsi="ＭＳ ゴシック"/>
          <w:sz w:val="16"/>
          <w:szCs w:val="16"/>
        </w:rPr>
      </w:pPr>
      <w:r w:rsidRPr="000B35B9">
        <w:rPr>
          <w:rFonts w:ascii="ＭＳ ゴシック" w:eastAsia="ＭＳ ゴシック" w:hAnsi="ＭＳ ゴシック" w:hint="eastAsia"/>
        </w:rPr>
        <w:t xml:space="preserve">　　□　</w:t>
      </w:r>
      <w:r w:rsidR="007B404E" w:rsidRPr="007B404E">
        <w:rPr>
          <w:rFonts w:ascii="ＭＳ ゴシック" w:eastAsia="ＭＳ ゴシック" w:hAnsi="ＭＳ ゴシック" w:hint="eastAsia"/>
        </w:rPr>
        <w:t>印鑑</w:t>
      </w:r>
      <w:r w:rsidR="007B404E">
        <w:rPr>
          <w:rFonts w:ascii="ＭＳ ゴシック" w:eastAsia="ＭＳ ゴシック" w:hAnsi="ＭＳ ゴシック" w:hint="eastAsia"/>
        </w:rPr>
        <w:t>登録</w:t>
      </w:r>
      <w:r w:rsidR="007B404E" w:rsidRPr="007B404E">
        <w:rPr>
          <w:rFonts w:ascii="ＭＳ ゴシック" w:eastAsia="ＭＳ ゴシック" w:hAnsi="ＭＳ ゴシック" w:hint="eastAsia"/>
        </w:rPr>
        <w:t>証明書</w:t>
      </w:r>
      <w:r w:rsidR="007B404E" w:rsidRPr="007B404E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C541D3A" wp14:editId="11F1F0B2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3" name="AutoShap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1F2CCD" id="AutoShape 294" o:spid="_x0000_s1026" type="#_x0000_t32" style="position:absolute;left:0;text-align:left;margin-left:54.85pt;margin-top:658.6pt;width:58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">
                <v:stroke dashstyle="dash"/>
              </v:shape>
            </w:pict>
          </mc:Fallback>
        </mc:AlternateContent>
      </w:r>
      <w:r w:rsidR="007B404E" w:rsidRPr="007B404E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9ABA01A" wp14:editId="1829CB35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2" name="AutoShap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62B3D" id="AutoShape 295" o:spid="_x0000_s1026" type="#_x0000_t32" style="position:absolute;left:0;text-align:left;margin-left:54.85pt;margin-top:658.6pt;width:58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">
                <v:stroke dashstyle="dash"/>
              </v:shape>
            </w:pict>
          </mc:Fallback>
        </mc:AlternateContent>
      </w:r>
      <w:r w:rsidR="007B404E" w:rsidRPr="007B404E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66567DB" wp14:editId="4B4DE77E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1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560AB4" id="AutoShape 296" o:spid="_x0000_s1026" type="#_x0000_t32" style="position:absolute;left:0;text-align:left;margin-left:54.85pt;margin-top:658.6pt;width:58pt;height: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">
                <v:stroke dashstyle="dash"/>
              </v:shape>
            </w:pict>
          </mc:Fallback>
        </mc:AlternateContent>
      </w:r>
      <w:r w:rsidR="007B404E">
        <w:rPr>
          <w:rFonts w:ascii="ＭＳ ゴシック" w:eastAsia="ＭＳ ゴシック" w:hAnsi="ＭＳ ゴシック" w:hint="eastAsia"/>
        </w:rPr>
        <w:t xml:space="preserve">　</w:t>
      </w:r>
      <w:r w:rsidR="007B404E" w:rsidRPr="007B404E">
        <w:rPr>
          <w:rFonts w:ascii="ＭＳ ゴシック" w:eastAsia="ＭＳ ゴシック" w:hAnsi="ＭＳ ゴシック" w:hint="eastAsia"/>
          <w:sz w:val="16"/>
          <w:szCs w:val="16"/>
        </w:rPr>
        <w:t>1部、発行から３か月以内でコピー可</w:t>
      </w:r>
    </w:p>
    <w:p w14:paraId="4E6F7D29" w14:textId="77777777" w:rsidR="00207CD4" w:rsidRPr="007B404E" w:rsidRDefault="00207CD4" w:rsidP="00207CD4">
      <w:pPr>
        <w:rPr>
          <w:rFonts w:ascii="ＭＳ ゴシック" w:eastAsia="ＭＳ ゴシック" w:hAnsi="ＭＳ ゴシック"/>
          <w:sz w:val="16"/>
          <w:szCs w:val="16"/>
        </w:rPr>
      </w:pPr>
      <w:r w:rsidRPr="007B0E7F">
        <w:rPr>
          <w:rFonts w:ascii="ＭＳ ゴシック" w:eastAsia="ＭＳ ゴシック" w:hAnsi="ＭＳ ゴシック" w:hint="eastAsia"/>
        </w:rPr>
        <w:t xml:space="preserve">　　□　</w:t>
      </w:r>
      <w:r w:rsidR="007B404E">
        <w:rPr>
          <w:rFonts w:ascii="ＭＳ ゴシック" w:eastAsia="ＭＳ ゴシック" w:hAnsi="ＭＳ ゴシック" w:hint="eastAsia"/>
        </w:rPr>
        <w:t xml:space="preserve">滞納のない証明書　</w:t>
      </w:r>
      <w:r w:rsidR="007B404E" w:rsidRPr="007B404E">
        <w:rPr>
          <w:rFonts w:ascii="ＭＳ ゴシック" w:eastAsia="ＭＳ ゴシック" w:hAnsi="ＭＳ ゴシック" w:hint="eastAsia"/>
          <w:sz w:val="16"/>
          <w:szCs w:val="16"/>
        </w:rPr>
        <w:t>1</w:t>
      </w:r>
      <w:r w:rsidR="007B404E">
        <w:rPr>
          <w:rFonts w:ascii="ＭＳ ゴシック" w:eastAsia="ＭＳ ゴシック" w:hAnsi="ＭＳ ゴシック" w:hint="eastAsia"/>
          <w:sz w:val="16"/>
          <w:szCs w:val="16"/>
        </w:rPr>
        <w:t>部、発行から３か月以内でコピー</w:t>
      </w:r>
      <w:r w:rsidR="007B404E" w:rsidRPr="007B404E">
        <w:rPr>
          <w:rFonts w:ascii="ＭＳ ゴシック" w:eastAsia="ＭＳ ゴシック" w:hAnsi="ＭＳ ゴシック" w:hint="eastAsia"/>
          <w:sz w:val="16"/>
          <w:szCs w:val="16"/>
        </w:rPr>
        <w:t>可</w:t>
      </w:r>
    </w:p>
    <w:p w14:paraId="26217BE4" w14:textId="77777777" w:rsidR="0005419D" w:rsidRDefault="00207CD4" w:rsidP="00207CD4">
      <w:pPr>
        <w:rPr>
          <w:rFonts w:ascii="ＭＳ ゴシック" w:eastAsia="ＭＳ ゴシック" w:hAnsi="ＭＳ ゴシック"/>
        </w:rPr>
      </w:pPr>
      <w:r w:rsidRPr="007B0E7F">
        <w:rPr>
          <w:rFonts w:ascii="ＭＳ ゴシック" w:eastAsia="ＭＳ ゴシック" w:hAnsi="ＭＳ ゴシック" w:hint="eastAsia"/>
        </w:rPr>
        <w:t xml:space="preserve">　　□　</w:t>
      </w:r>
      <w:r w:rsidR="007B404E">
        <w:rPr>
          <w:rFonts w:ascii="ＭＳ ゴシック" w:eastAsia="ＭＳ ゴシック" w:hAnsi="ＭＳ ゴシック" w:hint="eastAsia"/>
        </w:rPr>
        <w:t>国税に関する納税証明書</w:t>
      </w:r>
      <w:r w:rsidR="007D7D0D">
        <w:rPr>
          <w:rFonts w:ascii="ＭＳ ゴシック" w:eastAsia="ＭＳ ゴシック" w:hAnsi="ＭＳ ゴシック" w:hint="eastAsia"/>
        </w:rPr>
        <w:t>（その３の２）</w:t>
      </w:r>
      <w:r w:rsidRPr="000B35B9">
        <w:rPr>
          <w:rFonts w:ascii="ＭＳ ゴシック" w:eastAsia="ＭＳ ゴシック" w:hAnsi="ＭＳ ゴシック" w:hint="eastAsia"/>
        </w:rPr>
        <w:t xml:space="preserve">　</w:t>
      </w:r>
      <w:r w:rsidR="007B404E" w:rsidRPr="007B404E">
        <w:rPr>
          <w:rFonts w:ascii="ＭＳ ゴシック" w:eastAsia="ＭＳ ゴシック" w:hAnsi="ＭＳ ゴシック" w:hint="eastAsia"/>
          <w:sz w:val="16"/>
          <w:szCs w:val="16"/>
        </w:rPr>
        <w:t>1</w:t>
      </w:r>
      <w:r w:rsidR="007B404E">
        <w:rPr>
          <w:rFonts w:ascii="ＭＳ ゴシック" w:eastAsia="ＭＳ ゴシック" w:hAnsi="ＭＳ ゴシック" w:hint="eastAsia"/>
          <w:sz w:val="16"/>
          <w:szCs w:val="16"/>
        </w:rPr>
        <w:t>部、発行から３か月以内でコピー</w:t>
      </w:r>
      <w:r w:rsidR="007B404E" w:rsidRPr="007B404E">
        <w:rPr>
          <w:rFonts w:ascii="ＭＳ ゴシック" w:eastAsia="ＭＳ ゴシック" w:hAnsi="ＭＳ ゴシック" w:hint="eastAsia"/>
          <w:sz w:val="16"/>
          <w:szCs w:val="16"/>
        </w:rPr>
        <w:t>可</w:t>
      </w:r>
    </w:p>
    <w:p w14:paraId="6D9AA62D" w14:textId="77777777" w:rsidR="007B0E7F" w:rsidRDefault="00DB63DC" w:rsidP="00207CD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□　自動販売機実績証明書類</w:t>
      </w:r>
      <w:r w:rsidR="007D7D0D" w:rsidRPr="007D7D0D">
        <w:rPr>
          <w:rFonts w:ascii="ＭＳ ゴシック" w:eastAsia="ＭＳ ゴシック" w:hAnsi="ＭＳ ゴシック" w:hint="eastAsia"/>
        </w:rPr>
        <w:t>（佐世保市内２年以上）</w:t>
      </w:r>
      <w:r>
        <w:rPr>
          <w:rFonts w:ascii="ＭＳ ゴシック" w:eastAsia="ＭＳ ゴシック" w:hAnsi="ＭＳ ゴシック" w:hint="eastAsia"/>
        </w:rPr>
        <w:t xml:space="preserve">　</w:t>
      </w:r>
      <w:r w:rsidRPr="007B404E">
        <w:rPr>
          <w:rFonts w:ascii="ＭＳ ゴシック" w:eastAsia="ＭＳ ゴシック" w:hAnsi="ＭＳ ゴシック" w:hint="eastAsia"/>
          <w:sz w:val="16"/>
          <w:szCs w:val="16"/>
        </w:rPr>
        <w:t>1</w:t>
      </w:r>
      <w:r>
        <w:rPr>
          <w:rFonts w:ascii="ＭＳ ゴシック" w:eastAsia="ＭＳ ゴシック" w:hAnsi="ＭＳ ゴシック" w:hint="eastAsia"/>
          <w:sz w:val="16"/>
          <w:szCs w:val="16"/>
        </w:rPr>
        <w:t>部、コピー</w:t>
      </w:r>
      <w:r w:rsidRPr="007B404E">
        <w:rPr>
          <w:rFonts w:ascii="ＭＳ ゴシック" w:eastAsia="ＭＳ ゴシック" w:hAnsi="ＭＳ ゴシック" w:hint="eastAsia"/>
          <w:sz w:val="16"/>
          <w:szCs w:val="16"/>
        </w:rPr>
        <w:t>可</w:t>
      </w:r>
    </w:p>
    <w:p w14:paraId="60E61012" w14:textId="77777777" w:rsidR="0005419D" w:rsidRDefault="00DB63DC" w:rsidP="00207CD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□　自動販売機カタログ　</w:t>
      </w:r>
      <w:r w:rsidRPr="007D7D0D">
        <w:rPr>
          <w:rFonts w:ascii="ＭＳ ゴシック" w:eastAsia="ＭＳ ゴシック" w:hAnsi="ＭＳ ゴシック" w:hint="eastAsia"/>
          <w:sz w:val="16"/>
          <w:szCs w:val="16"/>
        </w:rPr>
        <w:t>1部、コピー可</w:t>
      </w:r>
    </w:p>
    <w:p w14:paraId="750368F7" w14:textId="77777777" w:rsidR="00DB63DC" w:rsidRDefault="00DB63DC" w:rsidP="00207CD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</w:p>
    <w:p w14:paraId="0FC17A6B" w14:textId="77777777" w:rsidR="001A0560" w:rsidRDefault="001A0560" w:rsidP="00207CD4">
      <w:pPr>
        <w:rPr>
          <w:rFonts w:ascii="ＭＳ ゴシック" w:eastAsia="ＭＳ ゴシック" w:hAnsi="ＭＳ ゴシック"/>
        </w:rPr>
      </w:pPr>
    </w:p>
    <w:p w14:paraId="1EDEB130" w14:textId="66E2396A" w:rsidR="007B0E7F" w:rsidRDefault="007B0E7F" w:rsidP="00207CD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sz w:val="36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6B6A9B0" wp14:editId="28988168">
                <wp:simplePos x="0" y="0"/>
                <wp:positionH relativeFrom="column">
                  <wp:posOffset>4911090</wp:posOffset>
                </wp:positionH>
                <wp:positionV relativeFrom="paragraph">
                  <wp:posOffset>-186690</wp:posOffset>
                </wp:positionV>
                <wp:extent cx="1178560" cy="476250"/>
                <wp:effectExtent l="0" t="0" r="21590" b="1905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856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1FC90F" w14:textId="77777777" w:rsidR="007B0E7F" w:rsidRPr="007B0E7F" w:rsidRDefault="007B0E7F" w:rsidP="007B0E7F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法人</w:t>
                            </w:r>
                            <w:r w:rsidRPr="007B0E7F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1A6B2E" id="テキスト ボックス 46" o:spid="_x0000_s1027" type="#_x0000_t202" style="position:absolute;left:0;text-align:left;margin-left:386.7pt;margin-top:-14.7pt;width:92.8pt;height:37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" fillcolor="white [3201]" strokeweight=".5pt">
                <v:textbox>
                  <w:txbxContent>
                    <w:p w:rsidR="007B0E7F" w:rsidRPr="007B0E7F" w:rsidRDefault="007B0E7F" w:rsidP="007B0E7F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法人</w:t>
                      </w:r>
                      <w:r w:rsidRPr="007B0E7F">
                        <w:rPr>
                          <w:rFonts w:hint="eastAsia"/>
                          <w:b/>
                          <w:sz w:val="28"/>
                          <w:szCs w:val="28"/>
                        </w:rPr>
                        <w:t>用</w:t>
                      </w:r>
                    </w:p>
                  </w:txbxContent>
                </v:textbox>
              </v:shape>
            </w:pict>
          </mc:Fallback>
        </mc:AlternateContent>
      </w:r>
    </w:p>
    <w:p w14:paraId="60402FD0" w14:textId="77777777" w:rsidR="007B0E7F" w:rsidRDefault="007B0E7F" w:rsidP="00207CD4">
      <w:pPr>
        <w:rPr>
          <w:rFonts w:ascii="ＭＳ ゴシック" w:eastAsia="ＭＳ ゴシック" w:hAnsi="ＭＳ ゴシック"/>
        </w:rPr>
      </w:pPr>
    </w:p>
    <w:p w14:paraId="1977334E" w14:textId="77777777" w:rsidR="0005419D" w:rsidRDefault="0005419D" w:rsidP="00207CD4">
      <w:pPr>
        <w:rPr>
          <w:rFonts w:ascii="ＭＳ ゴシック" w:eastAsia="ＭＳ ゴシック" w:hAnsi="ＭＳ ゴシック"/>
        </w:rPr>
      </w:pPr>
    </w:p>
    <w:p w14:paraId="0CF7EAAA" w14:textId="77777777" w:rsidR="00AC01F1" w:rsidRPr="000B35B9" w:rsidRDefault="007B0E7F" w:rsidP="00AC01F1">
      <w:pPr>
        <w:kinsoku w:val="0"/>
        <w:overflowPunct w:val="0"/>
        <w:snapToGrid w:val="0"/>
        <w:spacing w:line="357" w:lineRule="exact"/>
        <w:jc w:val="center"/>
        <w:rPr>
          <w:rFonts w:ascii="ＭＳ ゴシック" w:eastAsia="ＭＳ ゴシック" w:hAnsi="ＭＳ ゴシック"/>
          <w:sz w:val="36"/>
        </w:rPr>
      </w:pPr>
      <w:r w:rsidRPr="000B35B9">
        <w:rPr>
          <w:rFonts w:ascii="ＭＳ ゴシック" w:eastAsia="ＭＳ ゴシック" w:hAnsi="ＭＳ ゴシック" w:hint="eastAsia"/>
          <w:sz w:val="36"/>
        </w:rPr>
        <w:t>一般競争入札</w:t>
      </w:r>
      <w:r>
        <w:rPr>
          <w:rFonts w:ascii="ＭＳ ゴシック" w:eastAsia="ＭＳ ゴシック" w:hAnsi="ＭＳ ゴシック" w:hint="eastAsia"/>
          <w:sz w:val="36"/>
        </w:rPr>
        <w:t>（事後審査型）　入札資格審査申請書</w:t>
      </w:r>
    </w:p>
    <w:p w14:paraId="1DF23F7F" w14:textId="77777777" w:rsidR="007B0E7F" w:rsidRDefault="00AC01F1" w:rsidP="00AC01F1">
      <w:pPr>
        <w:kinsoku w:val="0"/>
        <w:wordWrap w:val="0"/>
        <w:overflowPunct w:val="0"/>
        <w:snapToGrid w:val="0"/>
        <w:spacing w:line="357" w:lineRule="exact"/>
        <w:rPr>
          <w:rFonts w:ascii="ＭＳ ゴシック" w:eastAsia="ＭＳ ゴシック" w:hAnsi="ＭＳ ゴシック"/>
        </w:rPr>
      </w:pPr>
      <w:r w:rsidRPr="000B35B9">
        <w:rPr>
          <w:rFonts w:ascii="ＭＳ ゴシック" w:eastAsia="ＭＳ ゴシック" w:hAnsi="ＭＳ ゴシック" w:hint="eastAsia"/>
        </w:rPr>
        <w:t xml:space="preserve">　　　　　　　　　　　</w:t>
      </w:r>
    </w:p>
    <w:p w14:paraId="717AA667" w14:textId="77777777" w:rsidR="00AC01F1" w:rsidRDefault="00AC01F1" w:rsidP="00AC01F1">
      <w:pPr>
        <w:kinsoku w:val="0"/>
        <w:wordWrap w:val="0"/>
        <w:overflowPunct w:val="0"/>
        <w:snapToGrid w:val="0"/>
        <w:spacing w:line="357" w:lineRule="exact"/>
        <w:rPr>
          <w:rFonts w:ascii="ＭＳ ゴシック" w:eastAsia="ＭＳ ゴシック" w:hAnsi="ＭＳ ゴシック"/>
        </w:rPr>
      </w:pPr>
      <w:r w:rsidRPr="000B35B9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>
        <w:rPr>
          <w:rFonts w:ascii="ＭＳ ゴシック" w:eastAsia="ＭＳ ゴシック" w:hAnsi="ＭＳ ゴシック" w:hint="eastAsia"/>
        </w:rPr>
        <w:t xml:space="preserve">　　　</w:t>
      </w:r>
    </w:p>
    <w:p w14:paraId="094EB143" w14:textId="77777777" w:rsidR="00AC01F1" w:rsidRPr="000B35B9" w:rsidRDefault="00190D03" w:rsidP="00174790">
      <w:pPr>
        <w:kinsoku w:val="0"/>
        <w:wordWrap w:val="0"/>
        <w:overflowPunct w:val="0"/>
        <w:snapToGrid w:val="0"/>
        <w:spacing w:line="357" w:lineRule="exact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AC01F1" w:rsidRPr="000B35B9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2AF303EC" w14:textId="77777777" w:rsidR="00AC01F1" w:rsidRPr="000B35B9" w:rsidRDefault="00AC01F1" w:rsidP="00AC01F1">
      <w:pPr>
        <w:kinsoku w:val="0"/>
        <w:wordWrap w:val="0"/>
        <w:overflowPunct w:val="0"/>
        <w:snapToGrid w:val="0"/>
        <w:spacing w:line="357" w:lineRule="exact"/>
        <w:rPr>
          <w:rFonts w:ascii="ＭＳ ゴシック" w:eastAsia="ＭＳ ゴシック" w:hAnsi="ＭＳ ゴシック"/>
        </w:rPr>
      </w:pPr>
      <w:r w:rsidRPr="000B35B9">
        <w:rPr>
          <w:rFonts w:ascii="ＭＳ ゴシック" w:eastAsia="ＭＳ ゴシック" w:hAnsi="ＭＳ ゴシック" w:hint="eastAsia"/>
        </w:rPr>
        <w:t>佐 世 保 市 長　　様</w:t>
      </w:r>
    </w:p>
    <w:p w14:paraId="47EA517F" w14:textId="77777777" w:rsidR="00AC01F1" w:rsidRPr="000B35B9" w:rsidRDefault="00AC01F1" w:rsidP="00AC01F1">
      <w:pPr>
        <w:kinsoku w:val="0"/>
        <w:wordWrap w:val="0"/>
        <w:overflowPunct w:val="0"/>
        <w:snapToGrid w:val="0"/>
        <w:spacing w:line="357" w:lineRule="exact"/>
        <w:rPr>
          <w:rFonts w:ascii="ＭＳ ゴシック" w:eastAsia="ＭＳ ゴシック" w:hAnsi="ＭＳ ゴシック"/>
        </w:rPr>
      </w:pPr>
    </w:p>
    <w:p w14:paraId="03454A09" w14:textId="77777777" w:rsidR="008A7562" w:rsidRPr="00F86C99" w:rsidRDefault="00AC01F1" w:rsidP="008A7562">
      <w:pPr>
        <w:rPr>
          <w:rFonts w:ascii="ＭＳ ゴシック" w:eastAsia="ＭＳ ゴシック" w:hAnsi="ＭＳ ゴシック"/>
        </w:rPr>
      </w:pPr>
      <w:r w:rsidRPr="000B35B9">
        <w:rPr>
          <w:rFonts w:ascii="ＭＳ ゴシック" w:eastAsia="ＭＳ ゴシック" w:hAnsi="ＭＳ ゴシック" w:hint="eastAsia"/>
        </w:rPr>
        <w:t xml:space="preserve">　　　　　　　　　　　　　　　　　</w:t>
      </w:r>
      <w:r w:rsidR="008A7562" w:rsidRPr="00F86C99">
        <w:rPr>
          <w:rFonts w:ascii="ＭＳ ゴシック" w:eastAsia="ＭＳ ゴシック" w:hAnsi="ＭＳ ゴシック" w:hint="eastAsia"/>
        </w:rPr>
        <w:t>住所又は所在地</w:t>
      </w:r>
    </w:p>
    <w:p w14:paraId="1435E708" w14:textId="77777777" w:rsidR="008A7562" w:rsidRPr="00F86C99" w:rsidRDefault="008A7562" w:rsidP="008A7562">
      <w:pPr>
        <w:rPr>
          <w:rFonts w:ascii="ＭＳ ゴシック" w:eastAsia="ＭＳ ゴシック" w:hAnsi="ＭＳ ゴシック"/>
        </w:rPr>
      </w:pPr>
      <w:r w:rsidRPr="00F86C99">
        <w:rPr>
          <w:rFonts w:ascii="ＭＳ ゴシック" w:eastAsia="ＭＳ ゴシック" w:hAnsi="ＭＳ ゴシック" w:hint="eastAsia"/>
        </w:rPr>
        <w:t xml:space="preserve">　　　　　　　　　　　　　　　　　商号又は名称</w:t>
      </w:r>
    </w:p>
    <w:p w14:paraId="72ECD461" w14:textId="77777777" w:rsidR="00AC01F1" w:rsidRPr="000B35B9" w:rsidRDefault="008A7562" w:rsidP="00AC01F1">
      <w:pPr>
        <w:kinsoku w:val="0"/>
        <w:wordWrap w:val="0"/>
        <w:overflowPunct w:val="0"/>
        <w:snapToGrid w:val="0"/>
        <w:spacing w:line="357" w:lineRule="exact"/>
        <w:rPr>
          <w:rFonts w:ascii="ＭＳ ゴシック" w:eastAsia="ＭＳ ゴシック" w:hAnsi="ＭＳ ゴシック"/>
        </w:rPr>
      </w:pPr>
      <w:r w:rsidRPr="00F86C99">
        <w:rPr>
          <w:rFonts w:ascii="ＭＳ ゴシック" w:eastAsia="ＭＳ ゴシック" w:hAnsi="ＭＳ ゴシック" w:hint="eastAsia"/>
        </w:rPr>
        <w:t xml:space="preserve">　　　　　　　　　　　　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F86C99">
        <w:rPr>
          <w:rFonts w:ascii="ＭＳ ゴシック" w:eastAsia="ＭＳ ゴシック" w:hAnsi="ＭＳ ゴシック" w:hint="eastAsia"/>
        </w:rPr>
        <w:t>代表者氏名</w:t>
      </w:r>
      <w:r>
        <w:rPr>
          <w:rFonts w:ascii="ＭＳ ゴシック" w:eastAsia="ＭＳ ゴシック" w:hAnsi="ＭＳ ゴシック" w:hint="eastAsia"/>
        </w:rPr>
        <w:t xml:space="preserve">　</w:t>
      </w:r>
      <w:r w:rsidR="00AC01F1" w:rsidRPr="000B35B9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="00AC01F1">
        <w:rPr>
          <w:rFonts w:ascii="ＭＳ ゴシック" w:eastAsia="ＭＳ ゴシック" w:hAnsi="ＭＳ ゴシック" w:hint="eastAsia"/>
        </w:rPr>
        <w:t xml:space="preserve">　　　実印</w:t>
      </w:r>
    </w:p>
    <w:p w14:paraId="029C801C" w14:textId="77777777" w:rsidR="00DB63DC" w:rsidRDefault="00DB63DC" w:rsidP="00DB63DC">
      <w:pPr>
        <w:kinsoku w:val="0"/>
        <w:wordWrap w:val="0"/>
        <w:overflowPunct w:val="0"/>
        <w:snapToGrid w:val="0"/>
        <w:spacing w:line="240" w:lineRule="atLeast"/>
        <w:ind w:firstLineChars="1876" w:firstLine="4352"/>
        <w:rPr>
          <w:rFonts w:ascii="ＭＳ ゴシック" w:eastAsia="ＭＳ ゴシック" w:hAnsi="ＭＳ ゴシック"/>
        </w:rPr>
      </w:pPr>
    </w:p>
    <w:p w14:paraId="48EB50D1" w14:textId="77777777" w:rsidR="00AC01F1" w:rsidRPr="000B35B9" w:rsidRDefault="00AC01F1" w:rsidP="00AC01F1">
      <w:pPr>
        <w:kinsoku w:val="0"/>
        <w:wordWrap w:val="0"/>
        <w:overflowPunct w:val="0"/>
        <w:snapToGrid w:val="0"/>
        <w:spacing w:line="357" w:lineRule="exact"/>
        <w:ind w:firstLineChars="1876" w:firstLine="4352"/>
        <w:rPr>
          <w:rFonts w:ascii="ＭＳ ゴシック" w:eastAsia="ＭＳ ゴシック" w:hAnsi="ＭＳ ゴシック"/>
        </w:rPr>
      </w:pPr>
      <w:r w:rsidRPr="000B35B9">
        <w:rPr>
          <w:rFonts w:ascii="ＭＳ ゴシック" w:eastAsia="ＭＳ ゴシック" w:hAnsi="ＭＳ ゴシック" w:hint="eastAsia"/>
        </w:rPr>
        <w:t>電　話（　　　　）　　　－</w:t>
      </w:r>
    </w:p>
    <w:p w14:paraId="068846EF" w14:textId="77777777" w:rsidR="00AC01F1" w:rsidRPr="000B35B9" w:rsidRDefault="00AC01F1" w:rsidP="00AC01F1">
      <w:pPr>
        <w:kinsoku w:val="0"/>
        <w:wordWrap w:val="0"/>
        <w:overflowPunct w:val="0"/>
        <w:snapToGrid w:val="0"/>
        <w:spacing w:line="357" w:lineRule="exact"/>
        <w:rPr>
          <w:rFonts w:ascii="ＭＳ ゴシック" w:eastAsia="ＭＳ ゴシック" w:hAnsi="ＭＳ ゴシック"/>
        </w:rPr>
      </w:pPr>
    </w:p>
    <w:p w14:paraId="3516039C" w14:textId="77777777" w:rsidR="00AC01F1" w:rsidRPr="000B35B9" w:rsidRDefault="00AC01F1" w:rsidP="00174790">
      <w:pPr>
        <w:kinsoku w:val="0"/>
        <w:overflowPunct w:val="0"/>
        <w:snapToGrid w:val="0"/>
        <w:spacing w:line="357" w:lineRule="exact"/>
        <w:rPr>
          <w:rFonts w:ascii="ＭＳ ゴシック" w:eastAsia="ＭＳ ゴシック" w:hAnsi="ＭＳ ゴシック"/>
        </w:rPr>
      </w:pPr>
      <w:r w:rsidRPr="000B35B9">
        <w:rPr>
          <w:rFonts w:ascii="ＭＳ ゴシック" w:eastAsia="ＭＳ ゴシック" w:hAnsi="ＭＳ ゴシック" w:hint="eastAsia"/>
        </w:rPr>
        <w:t xml:space="preserve">　</w:t>
      </w:r>
      <w:r w:rsidR="00DB63DC" w:rsidRPr="00DB63DC">
        <w:rPr>
          <w:rFonts w:ascii="ＭＳ ゴシック" w:eastAsia="ＭＳ ゴシック" w:hAnsi="ＭＳ ゴシック" w:hint="eastAsia"/>
        </w:rPr>
        <w:t>下記自動販売機（清涼飲料水等）設置場所の貸付にかかる審査申請資料として、別紙の通り資料を提出いたします。</w:t>
      </w:r>
    </w:p>
    <w:p w14:paraId="289547C6" w14:textId="77777777" w:rsidR="00AC01F1" w:rsidRPr="000B35B9" w:rsidRDefault="00AC01F1" w:rsidP="00AC01F1">
      <w:pPr>
        <w:pStyle w:val="a3"/>
        <w:rPr>
          <w:rFonts w:ascii="ＭＳ ゴシック" w:eastAsia="ＭＳ ゴシック" w:hAnsi="ＭＳ ゴシック"/>
        </w:rPr>
      </w:pPr>
      <w:r w:rsidRPr="000B35B9">
        <w:rPr>
          <w:rFonts w:ascii="ＭＳ ゴシック" w:eastAsia="ＭＳ ゴシック" w:hAnsi="ＭＳ ゴシック" w:hint="eastAsia"/>
        </w:rPr>
        <w:t>記</w:t>
      </w:r>
    </w:p>
    <w:p w14:paraId="01EF3114" w14:textId="77777777" w:rsidR="00AC01F1" w:rsidRPr="000B35B9" w:rsidRDefault="00AC01F1" w:rsidP="00AC01F1">
      <w:pPr>
        <w:rPr>
          <w:rFonts w:ascii="ＭＳ ゴシック" w:eastAsia="ＭＳ ゴシック" w:hAnsi="ＭＳ ゴシック"/>
        </w:rPr>
      </w:pPr>
    </w:p>
    <w:tbl>
      <w:tblPr>
        <w:tblStyle w:val="ae"/>
        <w:tblW w:w="91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4"/>
        <w:gridCol w:w="1304"/>
        <w:gridCol w:w="1304"/>
        <w:gridCol w:w="454"/>
        <w:gridCol w:w="1304"/>
        <w:gridCol w:w="1303"/>
        <w:gridCol w:w="454"/>
        <w:gridCol w:w="1303"/>
        <w:gridCol w:w="1304"/>
      </w:tblGrid>
      <w:tr w:rsidR="00DB63DC" w:rsidRPr="0023205B" w14:paraId="569747DC" w14:textId="77777777" w:rsidTr="002D2FB5">
        <w:trPr>
          <w:trHeight w:val="369"/>
        </w:trPr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03A7DF1" w14:textId="77777777" w:rsidR="00DB63DC" w:rsidRPr="0023205B" w:rsidRDefault="00DB63DC" w:rsidP="002D2FB5">
            <w:pPr>
              <w:jc w:val="center"/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№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  <w:hideMark/>
          </w:tcPr>
          <w:p w14:paraId="6EFE70CD" w14:textId="77777777" w:rsidR="00DB63DC" w:rsidRPr="0023205B" w:rsidRDefault="00DB63DC" w:rsidP="002D2FB5">
            <w:pPr>
              <w:jc w:val="center"/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物件番号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23A48AF" w14:textId="77777777" w:rsidR="00DB63DC" w:rsidRPr="0023205B" w:rsidRDefault="00DB63DC" w:rsidP="002D2FB5">
            <w:pPr>
              <w:jc w:val="center"/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設置台数</w:t>
            </w:r>
          </w:p>
        </w:tc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  <w:vAlign w:val="center"/>
            <w:hideMark/>
          </w:tcPr>
          <w:p w14:paraId="01031DBF" w14:textId="77777777" w:rsidR="00DB63DC" w:rsidRPr="0023205B" w:rsidRDefault="00DB63DC" w:rsidP="002D2FB5">
            <w:pPr>
              <w:jc w:val="center"/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№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  <w:hideMark/>
          </w:tcPr>
          <w:p w14:paraId="6F98D664" w14:textId="77777777" w:rsidR="00DB63DC" w:rsidRPr="0023205B" w:rsidRDefault="00DB63DC" w:rsidP="002D2FB5">
            <w:pPr>
              <w:jc w:val="center"/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物件番号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565A866" w14:textId="77777777" w:rsidR="00DB63DC" w:rsidRPr="0023205B" w:rsidRDefault="00DB63DC" w:rsidP="002D2FB5">
            <w:pPr>
              <w:jc w:val="center"/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設置台数</w:t>
            </w:r>
          </w:p>
        </w:tc>
        <w:tc>
          <w:tcPr>
            <w:tcW w:w="454" w:type="dxa"/>
            <w:tcBorders>
              <w:top w:val="single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7FA2FFD" w14:textId="77777777" w:rsidR="00DB63DC" w:rsidRPr="0023205B" w:rsidRDefault="00DB63DC" w:rsidP="002D2FB5">
            <w:pPr>
              <w:jc w:val="center"/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№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  <w:hideMark/>
          </w:tcPr>
          <w:p w14:paraId="140FDC12" w14:textId="77777777" w:rsidR="00DB63DC" w:rsidRPr="0023205B" w:rsidRDefault="00DB63DC" w:rsidP="002D2FB5">
            <w:pPr>
              <w:jc w:val="center"/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物件番号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F7A6C3D" w14:textId="77777777" w:rsidR="00DB63DC" w:rsidRPr="0023205B" w:rsidRDefault="00DB63DC" w:rsidP="002D2FB5">
            <w:pPr>
              <w:jc w:val="center"/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設置台数</w:t>
            </w:r>
          </w:p>
        </w:tc>
      </w:tr>
      <w:tr w:rsidR="00DB63DC" w:rsidRPr="0023205B" w14:paraId="2F5A9F6D" w14:textId="77777777" w:rsidTr="002D2FB5">
        <w:trPr>
          <w:trHeight w:val="369"/>
        </w:trPr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4ACABC0" w14:textId="77777777" w:rsidR="00DB63DC" w:rsidRPr="0023205B" w:rsidRDefault="00DB63DC" w:rsidP="002D2FB5">
            <w:pPr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</w:tcPr>
          <w:p w14:paraId="6F459CA5" w14:textId="77777777" w:rsidR="00DB63DC" w:rsidRPr="0023205B" w:rsidRDefault="00DB63DC" w:rsidP="002D2F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04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97531C" w14:textId="77777777" w:rsidR="00DB63DC" w:rsidRPr="0023205B" w:rsidRDefault="00DB63DC" w:rsidP="002D2F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  <w:vAlign w:val="center"/>
            <w:hideMark/>
          </w:tcPr>
          <w:p w14:paraId="345C4C0A" w14:textId="77777777" w:rsidR="00DB63DC" w:rsidRPr="0023205B" w:rsidRDefault="00DB63DC" w:rsidP="002D2FB5">
            <w:pPr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</w:tcPr>
          <w:p w14:paraId="53DDE091" w14:textId="77777777" w:rsidR="00DB63DC" w:rsidRPr="0023205B" w:rsidRDefault="00DB63DC" w:rsidP="002D2F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03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FCF8B7" w14:textId="77777777" w:rsidR="00DB63DC" w:rsidRPr="0023205B" w:rsidRDefault="00DB63DC" w:rsidP="002D2F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4" w:type="dxa"/>
            <w:tcBorders>
              <w:top w:val="single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0DE3662" w14:textId="77777777" w:rsidR="00DB63DC" w:rsidRPr="0023205B" w:rsidRDefault="00DB63DC" w:rsidP="002D2FB5">
            <w:pPr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</w:tcPr>
          <w:p w14:paraId="47D92665" w14:textId="77777777" w:rsidR="00DB63DC" w:rsidRPr="0023205B" w:rsidRDefault="00DB63DC" w:rsidP="002D2F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04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A2C489" w14:textId="77777777" w:rsidR="00DB63DC" w:rsidRPr="0023205B" w:rsidRDefault="00DB63DC" w:rsidP="002D2FB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B63DC" w:rsidRPr="0023205B" w14:paraId="6F80A0BA" w14:textId="77777777" w:rsidTr="002D2FB5">
        <w:trPr>
          <w:trHeight w:val="369"/>
        </w:trPr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2A2E28D" w14:textId="77777777" w:rsidR="00DB63DC" w:rsidRPr="0023205B" w:rsidRDefault="00DB63DC" w:rsidP="002D2FB5">
            <w:pPr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４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</w:tcPr>
          <w:p w14:paraId="7DDA1FC6" w14:textId="77777777" w:rsidR="00DB63DC" w:rsidRPr="0023205B" w:rsidRDefault="00DB63DC" w:rsidP="002D2F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04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01E5FE" w14:textId="77777777" w:rsidR="00DB63DC" w:rsidRPr="0023205B" w:rsidRDefault="00DB63DC" w:rsidP="002D2F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  <w:vAlign w:val="center"/>
            <w:hideMark/>
          </w:tcPr>
          <w:p w14:paraId="47E10CE0" w14:textId="77777777" w:rsidR="00DB63DC" w:rsidRPr="0023205B" w:rsidRDefault="00DB63DC" w:rsidP="002D2FB5">
            <w:pPr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５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</w:tcPr>
          <w:p w14:paraId="1FB7D1C8" w14:textId="77777777" w:rsidR="00DB63DC" w:rsidRPr="0023205B" w:rsidRDefault="00DB63DC" w:rsidP="002D2F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03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7A86A" w14:textId="77777777" w:rsidR="00DB63DC" w:rsidRPr="0023205B" w:rsidRDefault="00DB63DC" w:rsidP="002D2F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4" w:type="dxa"/>
            <w:tcBorders>
              <w:top w:val="single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D04E4A4" w14:textId="77777777" w:rsidR="00DB63DC" w:rsidRPr="0023205B" w:rsidRDefault="00DB63DC" w:rsidP="002D2FB5">
            <w:pPr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６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</w:tcPr>
          <w:p w14:paraId="1FC44444" w14:textId="77777777" w:rsidR="00DB63DC" w:rsidRPr="0023205B" w:rsidRDefault="00DB63DC" w:rsidP="002D2F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04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7BB2A1" w14:textId="77777777" w:rsidR="00DB63DC" w:rsidRPr="0023205B" w:rsidRDefault="00DB63DC" w:rsidP="002D2FB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B63DC" w:rsidRPr="0023205B" w14:paraId="6C9FBC39" w14:textId="77777777" w:rsidTr="002D2FB5">
        <w:trPr>
          <w:trHeight w:val="369"/>
        </w:trPr>
        <w:tc>
          <w:tcPr>
            <w:tcW w:w="9184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A30265" w14:textId="77777777" w:rsidR="00DB63DC" w:rsidRPr="0023205B" w:rsidRDefault="00DB63DC" w:rsidP="002D2FB5">
            <w:pPr>
              <w:jc w:val="left"/>
              <w:rPr>
                <w:rFonts w:ascii="ＭＳ ゴシック" w:eastAsia="ＭＳ ゴシック" w:hAnsi="ＭＳ ゴシック"/>
                <w:b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 xml:space="preserve">入札申込制限台数　</w:t>
            </w:r>
            <w:r w:rsidR="00E538CB">
              <w:rPr>
                <w:rFonts w:ascii="ＭＳ ゴシック" w:eastAsia="ＭＳ ゴシック" w:hAnsi="ＭＳ ゴシック" w:hint="eastAsia"/>
              </w:rPr>
              <w:t>なし</w:t>
            </w:r>
            <w:r w:rsidRPr="0023205B">
              <w:rPr>
                <w:rFonts w:ascii="ＭＳ ゴシック" w:eastAsia="ＭＳ ゴシック" w:hAnsi="ＭＳ ゴシック" w:hint="eastAsia"/>
                <w:b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hint="eastAsia"/>
                <w:b/>
              </w:rPr>
              <w:t xml:space="preserve">　　　　</w:t>
            </w:r>
            <w:r w:rsidRPr="0023205B">
              <w:rPr>
                <w:rFonts w:ascii="ＭＳ ゴシック" w:eastAsia="ＭＳ ゴシック" w:hAnsi="ＭＳ ゴシック" w:hint="eastAsia"/>
              </w:rPr>
              <w:t>設置台数合計</w:t>
            </w:r>
            <w:r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23205B">
              <w:rPr>
                <w:rFonts w:ascii="ＭＳ ゴシック" w:eastAsia="ＭＳ ゴシック" w:hAnsi="ＭＳ ゴシック" w:hint="eastAsia"/>
              </w:rPr>
              <w:t>台</w:t>
            </w:r>
          </w:p>
        </w:tc>
      </w:tr>
    </w:tbl>
    <w:p w14:paraId="35240750" w14:textId="77777777" w:rsidR="003157A2" w:rsidRPr="00174790" w:rsidRDefault="003157A2" w:rsidP="00AC01F1">
      <w:pPr>
        <w:rPr>
          <w:rFonts w:hint="eastAsia"/>
          <w:vanish/>
        </w:rPr>
      </w:pPr>
    </w:p>
    <w:p w14:paraId="01E52BDC" w14:textId="77777777" w:rsidR="00AC01F1" w:rsidRPr="000B35B9" w:rsidRDefault="00AC01F1" w:rsidP="00AC01F1">
      <w:pPr>
        <w:rPr>
          <w:rFonts w:ascii="ＭＳ ゴシック" w:eastAsia="ＭＳ ゴシック" w:hAnsi="ＭＳ ゴシック"/>
        </w:rPr>
      </w:pPr>
    </w:p>
    <w:p w14:paraId="4FD05423" w14:textId="3C475DED" w:rsidR="00AC01F1" w:rsidRDefault="007B0E7F" w:rsidP="003157A2">
      <w:pPr>
        <w:tabs>
          <w:tab w:val="right" w:pos="9581"/>
        </w:tabs>
        <w:ind w:firstLineChars="600" w:firstLine="1260"/>
        <w:rPr>
          <w:rFonts w:ascii="ＭＳ ゴシック" w:eastAsia="ＭＳ ゴシック" w:hAnsi="ＭＳ ゴシック"/>
        </w:rPr>
      </w:pPr>
      <w:r w:rsidRPr="000B35B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DA93CA8" wp14:editId="6088FCFA">
                <wp:simplePos x="0" y="0"/>
                <wp:positionH relativeFrom="column">
                  <wp:posOffset>-41275</wp:posOffset>
                </wp:positionH>
                <wp:positionV relativeFrom="paragraph">
                  <wp:posOffset>124460</wp:posOffset>
                </wp:positionV>
                <wp:extent cx="736600" cy="0"/>
                <wp:effectExtent l="0" t="0" r="0" b="0"/>
                <wp:wrapNone/>
                <wp:docPr id="30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39853B" id="AutoShape 275" o:spid="_x0000_s1026" type="#_x0000_t32" style="position:absolute;left:0;text-align:left;margin-left:-3.25pt;margin-top:9.8pt;width:58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">
                <v:stroke dashstyle="dash"/>
              </v:shape>
            </w:pict>
          </mc:Fallback>
        </mc:AlternateContent>
      </w:r>
      <w:r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25DFE15" wp14:editId="6AE91762">
                <wp:simplePos x="0" y="0"/>
                <wp:positionH relativeFrom="column">
                  <wp:posOffset>5155565</wp:posOffset>
                </wp:positionH>
                <wp:positionV relativeFrom="paragraph">
                  <wp:posOffset>125730</wp:posOffset>
                </wp:positionV>
                <wp:extent cx="736600" cy="0"/>
                <wp:effectExtent l="0" t="0" r="0" b="0"/>
                <wp:wrapNone/>
                <wp:docPr id="29" name="AutoShap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C28905" id="AutoShape 293" o:spid="_x0000_s1026" type="#_x0000_t32" style="position:absolute;left:0;text-align:left;margin-left:405.95pt;margin-top:9.9pt;width:58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">
                <v:stroke dashstyle="dash"/>
              </v:shape>
            </w:pict>
          </mc:Fallback>
        </mc:AlternateContent>
      </w:r>
      <w:r w:rsidR="00AC01F1"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B330DCF" wp14:editId="40A56457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23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BAFD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92" o:spid="_x0000_s1026" type="#_x0000_t32" style="position:absolute;left:0;text-align:left;margin-left:54.85pt;margin-top:658.6pt;width:58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">
                <v:stroke dashstyle="dash"/>
              </v:shape>
            </w:pict>
          </mc:Fallback>
        </mc:AlternateContent>
      </w:r>
      <w:r w:rsidR="00AC01F1"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407228B" wp14:editId="40C4E62B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24" name="AutoShap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557C8" id="AutoShape 288" o:spid="_x0000_s1026" type="#_x0000_t32" style="position:absolute;left:0;text-align:left;margin-left:54.85pt;margin-top:658.6pt;width:58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">
                <v:stroke dashstyle="dash"/>
              </v:shape>
            </w:pict>
          </mc:Fallback>
        </mc:AlternateContent>
      </w:r>
      <w:r w:rsidR="00AC01F1"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CBED7E3" wp14:editId="206CF842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25" name="AutoShap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724C30" id="AutoShape 289" o:spid="_x0000_s1026" type="#_x0000_t32" style="position:absolute;left:0;text-align:left;margin-left:54.85pt;margin-top:658.6pt;width:58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">
                <v:stroke dashstyle="dash"/>
              </v:shape>
            </w:pict>
          </mc:Fallback>
        </mc:AlternateContent>
      </w:r>
      <w:r w:rsidR="00AC01F1"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F7CB8D2" wp14:editId="3ECB16A6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26" name="AutoShap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69CF12" id="AutoShape 290" o:spid="_x0000_s1026" type="#_x0000_t32" style="position:absolute;left:0;text-align:left;margin-left:54.85pt;margin-top:658.6pt;width:58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">
                <v:stroke dashstyle="dash"/>
              </v:shape>
            </w:pict>
          </mc:Fallback>
        </mc:AlternateContent>
      </w:r>
      <w:r w:rsidR="00AC01F1"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030A74A" wp14:editId="358E7236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27" name="AutoShap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5E34DB" id="AutoShape 291" o:spid="_x0000_s1026" type="#_x0000_t32" style="position:absolute;left:0;text-align:left;margin-left:54.85pt;margin-top:658.6pt;width:58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">
                <v:stroke dashstyle="dash"/>
              </v:shape>
            </w:pict>
          </mc:Fallback>
        </mc:AlternateContent>
      </w:r>
      <w:r w:rsidR="00AC01F1"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C06187" wp14:editId="536A3EB3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28" name="AutoShap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4A991" id="AutoShape 284" o:spid="_x0000_s1026" type="#_x0000_t32" style="position:absolute;left:0;text-align:left;margin-left:54.85pt;margin-top:658.6pt;width:58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">
                <v:stroke dashstyle="dash"/>
              </v:shape>
            </w:pict>
          </mc:Fallback>
        </mc:AlternateContent>
      </w:r>
      <w:r w:rsidR="00AC01F1" w:rsidRPr="000B35B9">
        <w:rPr>
          <w:rFonts w:ascii="ＭＳ ゴシック" w:eastAsia="ＭＳ ゴシック" w:hAnsi="ＭＳ ゴシック" w:hint="eastAsia"/>
        </w:rPr>
        <w:t>【職員使用欄】～以下は申込者の方は記入しないでください～</w:t>
      </w:r>
      <w:r w:rsidR="00AC01F1"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DF43DE2" wp14:editId="0DF6CD50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31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98C6F" id="AutoShape 283" o:spid="_x0000_s1026" type="#_x0000_t32" style="position:absolute;left:0;text-align:left;margin-left:54.85pt;margin-top:658.6pt;width:58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">
                <v:stroke dashstyle="dash"/>
              </v:shape>
            </w:pict>
          </mc:Fallback>
        </mc:AlternateContent>
      </w:r>
      <w:r w:rsidR="00AC01F1"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02F311B" wp14:editId="3D7BB7BE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32" name="AutoShap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0AFF9" id="AutoShape 282" o:spid="_x0000_s1026" type="#_x0000_t32" style="position:absolute;left:0;text-align:left;margin-left:54.85pt;margin-top:658.6pt;width:58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">
                <v:stroke dashstyle="dash"/>
              </v:shape>
            </w:pict>
          </mc:Fallback>
        </mc:AlternateContent>
      </w:r>
      <w:r w:rsidR="00AC01F1"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44D32F" wp14:editId="41667FC6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33" name="AutoShap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F1381" id="AutoShape 281" o:spid="_x0000_s1026" type="#_x0000_t32" style="position:absolute;left:0;text-align:left;margin-left:54.85pt;margin-top:658.6pt;width:58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">
                <v:stroke dashstyle="dash"/>
              </v:shape>
            </w:pict>
          </mc:Fallback>
        </mc:AlternateContent>
      </w:r>
      <w:r w:rsidR="00AC01F1"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40B6A2" wp14:editId="11AB2751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34" name="Auto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731D15" id="AutoShape 276" o:spid="_x0000_s1026" type="#_x0000_t32" style="position:absolute;left:0;text-align:left;margin-left:54.85pt;margin-top:658.6pt;width:58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HwyIAIAAD0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"/>
            </w:pict>
          </mc:Fallback>
        </mc:AlternateContent>
      </w:r>
      <w:r w:rsidR="00AC01F1"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E100652" wp14:editId="77CF64F5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35" name="Auto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F44CF5" id="AutoShape 277" o:spid="_x0000_s1026" type="#_x0000_t32" style="position:absolute;left:0;text-align:left;margin-left:54.85pt;margin-top:658.6pt;width:58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xp2IAIAAD0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"/>
            </w:pict>
          </mc:Fallback>
        </mc:AlternateContent>
      </w:r>
      <w:r w:rsidR="00AC01F1"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60FDDE" wp14:editId="25F81906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36" name="Auto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9A1480" id="AutoShape 278" o:spid="_x0000_s1026" type="#_x0000_t32" style="position:absolute;left:0;text-align:left;margin-left:54.85pt;margin-top:658.6pt;width:58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hm+IAIAAD0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"/>
            </w:pict>
          </mc:Fallback>
        </mc:AlternateContent>
      </w:r>
      <w:r w:rsidR="00AC01F1"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9E4B9D2" wp14:editId="16B98170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37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D118A" id="AutoShape 279" o:spid="_x0000_s1026" type="#_x0000_t32" style="position:absolute;left:0;text-align:left;margin-left:54.85pt;margin-top:658.6pt;width:58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X/6IAIAAD0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"/>
            </w:pict>
          </mc:Fallback>
        </mc:AlternateContent>
      </w:r>
      <w:r w:rsidR="00AC01F1"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5A7587D" wp14:editId="5FFA9318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38" name="AutoShap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386F07" id="AutoShape 280" o:spid="_x0000_s1026" type="#_x0000_t32" style="position:absolute;left:0;text-align:left;margin-left:54.85pt;margin-top:658.6pt;width:58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"/>
            </w:pict>
          </mc:Fallback>
        </mc:AlternateContent>
      </w:r>
      <w:r w:rsidR="00AC01F1" w:rsidRPr="000B35B9">
        <w:rPr>
          <w:rFonts w:ascii="ＭＳ ゴシック" w:eastAsia="ＭＳ ゴシック" w:hAnsi="ＭＳ ゴシック" w:hint="eastAsia"/>
        </w:rPr>
        <w:t xml:space="preserve">　</w:t>
      </w:r>
      <w:r w:rsidR="00AC01F1"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AE9D7D6" wp14:editId="6809F798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39" name="Auto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2F692A" id="AutoShape 287" o:spid="_x0000_s1026" type="#_x0000_t32" style="position:absolute;left:0;text-align:left;margin-left:54.85pt;margin-top:658.6pt;width:58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">
                <v:stroke dashstyle="dash"/>
              </v:shape>
            </w:pict>
          </mc:Fallback>
        </mc:AlternateContent>
      </w:r>
      <w:r w:rsidR="00AC01F1"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16C6DAA" wp14:editId="17B7FEBB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40" name="AutoShap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CEA877" id="AutoShape 285" o:spid="_x0000_s1026" type="#_x0000_t32" style="position:absolute;left:0;text-align:left;margin-left:54.85pt;margin-top:658.6pt;width:58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">
                <v:stroke dashstyle="dash"/>
              </v:shape>
            </w:pict>
          </mc:Fallback>
        </mc:AlternateContent>
      </w:r>
      <w:r w:rsidR="00AC01F1"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8B41BF6" wp14:editId="00A15F8C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41" name="AutoShap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673172" id="AutoShape 286" o:spid="_x0000_s1026" type="#_x0000_t32" style="position:absolute;left:0;text-align:left;margin-left:54.85pt;margin-top:658.6pt;width:58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">
                <v:stroke dashstyle="dash"/>
              </v:shape>
            </w:pict>
          </mc:Fallback>
        </mc:AlternateContent>
      </w:r>
      <w:r w:rsidR="003157A2">
        <w:rPr>
          <w:rFonts w:ascii="ＭＳ ゴシック" w:eastAsia="ＭＳ ゴシック" w:hAnsi="ＭＳ ゴシック"/>
        </w:rPr>
        <w:tab/>
      </w:r>
    </w:p>
    <w:tbl>
      <w:tblPr>
        <w:tblpPr w:leftFromText="142" w:rightFromText="142" w:vertAnchor="text" w:horzAnchor="margin" w:tblpY="2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2"/>
        <w:gridCol w:w="2827"/>
        <w:gridCol w:w="1028"/>
        <w:gridCol w:w="2827"/>
        <w:gridCol w:w="1028"/>
      </w:tblGrid>
      <w:tr w:rsidR="003157A2" w:rsidRPr="000B35B9" w14:paraId="25D29C96" w14:textId="77777777" w:rsidTr="000B5EC5">
        <w:trPr>
          <w:cantSplit/>
          <w:trHeight w:val="698"/>
        </w:trPr>
        <w:tc>
          <w:tcPr>
            <w:tcW w:w="1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E91086" w14:textId="77777777" w:rsidR="003157A2" w:rsidRPr="000B35B9" w:rsidRDefault="003157A2" w:rsidP="000B5EC5">
            <w:pPr>
              <w:pStyle w:val="a3"/>
              <w:rPr>
                <w:rFonts w:ascii="ＭＳ ゴシック" w:eastAsia="ＭＳ ゴシック" w:hAnsi="ＭＳ ゴシック"/>
              </w:rPr>
            </w:pPr>
            <w:r w:rsidRPr="000B35B9">
              <w:rPr>
                <w:rFonts w:ascii="ＭＳ ゴシック" w:eastAsia="ＭＳ ゴシック" w:hAnsi="ＭＳ ゴシック" w:hint="eastAsia"/>
              </w:rPr>
              <w:t>受付年月日</w:t>
            </w:r>
          </w:p>
        </w:tc>
        <w:tc>
          <w:tcPr>
            <w:tcW w:w="28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2BB6F3" w14:textId="77777777" w:rsidR="003157A2" w:rsidRPr="000B35B9" w:rsidRDefault="003157A2" w:rsidP="000B5EC5">
            <w:pPr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令和　</w:t>
            </w:r>
            <w:r w:rsidRPr="00190D03">
              <w:rPr>
                <w:rFonts w:ascii="ＭＳ ゴシック" w:eastAsia="ＭＳ ゴシック" w:hAnsi="ＭＳ ゴシック" w:hint="eastAsia"/>
                <w:spacing w:val="0"/>
              </w:rPr>
              <w:t xml:space="preserve">　年　月　日</w:t>
            </w:r>
          </w:p>
          <w:p w14:paraId="6516730C" w14:textId="77777777" w:rsidR="003157A2" w:rsidRPr="000B35B9" w:rsidRDefault="003157A2" w:rsidP="000B5EC5">
            <w:pPr>
              <w:jc w:val="center"/>
              <w:rPr>
                <w:rFonts w:ascii="ＭＳ ゴシック" w:eastAsia="ＭＳ ゴシック" w:hAnsi="ＭＳ ゴシック"/>
              </w:rPr>
            </w:pPr>
            <w:r w:rsidRPr="000B35B9">
              <w:rPr>
                <w:rFonts w:ascii="ＭＳ ゴシック" w:eastAsia="ＭＳ ゴシック" w:hAnsi="ＭＳ ゴシック" w:hint="eastAsia"/>
                <w:spacing w:val="0"/>
              </w:rPr>
              <w:t>午前･後　　時　　分受付</w:t>
            </w:r>
          </w:p>
        </w:tc>
        <w:tc>
          <w:tcPr>
            <w:tcW w:w="10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9488D58" w14:textId="77777777" w:rsidR="003157A2" w:rsidRPr="000B35B9" w:rsidRDefault="003157A2" w:rsidP="000B5EC5">
            <w:pPr>
              <w:jc w:val="center"/>
              <w:rPr>
                <w:rFonts w:ascii="ＭＳ ゴシック" w:eastAsia="ＭＳ ゴシック" w:hAnsi="ＭＳ ゴシック"/>
              </w:rPr>
            </w:pPr>
            <w:r w:rsidRPr="000B35B9">
              <w:rPr>
                <w:rFonts w:ascii="ＭＳ ゴシック" w:eastAsia="ＭＳ ゴシック" w:hAnsi="ＭＳ ゴシック" w:hint="eastAsia"/>
              </w:rPr>
              <w:t>受付印</w:t>
            </w:r>
          </w:p>
        </w:tc>
        <w:tc>
          <w:tcPr>
            <w:tcW w:w="282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F6337B7" w14:textId="77777777" w:rsidR="003157A2" w:rsidRPr="000B35B9" w:rsidRDefault="003157A2" w:rsidP="000B5EC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D6402" w14:textId="77777777" w:rsidR="003157A2" w:rsidRPr="000B35B9" w:rsidRDefault="003157A2" w:rsidP="000B5EC5">
            <w:pPr>
              <w:pStyle w:val="a3"/>
              <w:rPr>
                <w:rFonts w:ascii="ＭＳ ゴシック" w:eastAsia="ＭＳ ゴシック" w:hAnsi="ＭＳ ゴシック"/>
              </w:rPr>
            </w:pPr>
            <w:r w:rsidRPr="000B35B9">
              <w:rPr>
                <w:rFonts w:ascii="ＭＳ ゴシック" w:eastAsia="ＭＳ ゴシック" w:hAnsi="ＭＳ ゴシック" w:hint="eastAsia"/>
              </w:rPr>
              <w:t>担当者</w:t>
            </w:r>
          </w:p>
        </w:tc>
      </w:tr>
      <w:tr w:rsidR="003157A2" w:rsidRPr="000B35B9" w14:paraId="297ED970" w14:textId="77777777" w:rsidTr="000B5EC5">
        <w:trPr>
          <w:cantSplit/>
          <w:trHeight w:val="699"/>
        </w:trPr>
        <w:tc>
          <w:tcPr>
            <w:tcW w:w="1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CDE3B6" w14:textId="77777777" w:rsidR="003157A2" w:rsidRPr="000B35B9" w:rsidRDefault="003157A2" w:rsidP="000B5EC5">
            <w:pPr>
              <w:jc w:val="center"/>
              <w:rPr>
                <w:rFonts w:ascii="ＭＳ ゴシック" w:eastAsia="ＭＳ ゴシック" w:hAnsi="ＭＳ ゴシック"/>
              </w:rPr>
            </w:pPr>
            <w:r w:rsidRPr="003157A2">
              <w:rPr>
                <w:rFonts w:ascii="ＭＳ ゴシック" w:eastAsia="ＭＳ ゴシック" w:hAnsi="ＭＳ ゴシック" w:hint="eastAsia"/>
                <w:spacing w:val="60"/>
                <w:fitText w:val="1215" w:id="-611649277"/>
              </w:rPr>
              <w:t>受付番</w:t>
            </w:r>
            <w:r w:rsidRPr="003157A2">
              <w:rPr>
                <w:rFonts w:ascii="ＭＳ ゴシック" w:eastAsia="ＭＳ ゴシック" w:hAnsi="ＭＳ ゴシック" w:hint="eastAsia"/>
                <w:spacing w:val="7"/>
                <w:fitText w:val="1215" w:id="-611649277"/>
              </w:rPr>
              <w:t>号</w:t>
            </w:r>
          </w:p>
        </w:tc>
        <w:tc>
          <w:tcPr>
            <w:tcW w:w="28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A57FF4" w14:textId="77777777" w:rsidR="003157A2" w:rsidRPr="000B35B9" w:rsidRDefault="003157A2" w:rsidP="000B5EC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資経</w:t>
            </w:r>
            <w:r w:rsidRPr="000B35B9">
              <w:rPr>
                <w:rFonts w:ascii="ＭＳ ゴシック" w:eastAsia="ＭＳ ゴシック" w:hAnsi="ＭＳ ゴシック" w:hint="eastAsia"/>
              </w:rPr>
              <w:t xml:space="preserve">第　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0B35B9">
              <w:rPr>
                <w:rFonts w:ascii="ＭＳ ゴシック" w:eastAsia="ＭＳ ゴシック" w:hAnsi="ＭＳ ゴシック" w:hint="eastAsia"/>
              </w:rPr>
              <w:t xml:space="preserve">　号</w:t>
            </w:r>
          </w:p>
        </w:tc>
        <w:tc>
          <w:tcPr>
            <w:tcW w:w="102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2A8E62" w14:textId="77777777" w:rsidR="003157A2" w:rsidRPr="000B35B9" w:rsidRDefault="003157A2" w:rsidP="000B5EC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2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A4F7CE" w14:textId="77777777" w:rsidR="003157A2" w:rsidRPr="000B35B9" w:rsidRDefault="003157A2" w:rsidP="000B5EC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2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C36822" w14:textId="77777777" w:rsidR="003157A2" w:rsidRPr="000B35B9" w:rsidRDefault="003157A2" w:rsidP="000B5EC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3157A2" w:rsidRPr="000B35B9" w14:paraId="48CECB1D" w14:textId="77777777" w:rsidTr="000B5EC5">
        <w:trPr>
          <w:cantSplit/>
          <w:trHeight w:val="1191"/>
        </w:trPr>
        <w:tc>
          <w:tcPr>
            <w:tcW w:w="1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68658C" w14:textId="77777777" w:rsidR="003157A2" w:rsidRPr="000B35B9" w:rsidRDefault="003157A2" w:rsidP="000B5EC5">
            <w:pPr>
              <w:jc w:val="center"/>
              <w:rPr>
                <w:rFonts w:ascii="ＭＳ ゴシック" w:eastAsia="ＭＳ ゴシック" w:hAnsi="ＭＳ ゴシック"/>
              </w:rPr>
            </w:pPr>
            <w:r w:rsidRPr="000B35B9">
              <w:rPr>
                <w:rFonts w:ascii="ＭＳ ゴシック" w:eastAsia="ＭＳ ゴシック" w:hAnsi="ＭＳ ゴシック" w:hint="eastAsia"/>
              </w:rPr>
              <w:t>備　　　考</w:t>
            </w:r>
          </w:p>
        </w:tc>
        <w:tc>
          <w:tcPr>
            <w:tcW w:w="7710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0C66C0" w14:textId="77777777" w:rsidR="003157A2" w:rsidRPr="000B35B9" w:rsidRDefault="003157A2" w:rsidP="000B5EC5">
            <w:pPr>
              <w:ind w:left="232" w:hangingChars="100" w:hanging="232"/>
              <w:rPr>
                <w:rFonts w:ascii="ＭＳ ゴシック" w:eastAsia="ＭＳ ゴシック" w:hAnsi="ＭＳ ゴシック"/>
              </w:rPr>
            </w:pPr>
          </w:p>
        </w:tc>
      </w:tr>
    </w:tbl>
    <w:p w14:paraId="0E13EFF4" w14:textId="77777777" w:rsidR="003157A2" w:rsidRPr="000B35B9" w:rsidRDefault="003157A2" w:rsidP="003157A2">
      <w:pPr>
        <w:tabs>
          <w:tab w:val="right" w:pos="9581"/>
        </w:tabs>
        <w:rPr>
          <w:rFonts w:ascii="ＭＳ ゴシック" w:eastAsia="ＭＳ ゴシック" w:hAnsi="ＭＳ ゴシック" w:hint="eastAsia"/>
        </w:rPr>
      </w:pPr>
    </w:p>
    <w:p w14:paraId="0638ABEC" w14:textId="77777777" w:rsidR="00DB63DC" w:rsidRDefault="00AC01F1" w:rsidP="00DB63DC">
      <w:pPr>
        <w:rPr>
          <w:rFonts w:ascii="ＭＳ ゴシック" w:eastAsia="ＭＳ ゴシック" w:hAnsi="ＭＳ ゴシック"/>
        </w:rPr>
      </w:pPr>
      <w:r w:rsidRPr="000B35B9">
        <w:rPr>
          <w:rFonts w:ascii="ＭＳ ゴシック" w:eastAsia="ＭＳ ゴシック" w:hAnsi="ＭＳ ゴシック" w:hint="eastAsia"/>
        </w:rPr>
        <w:t xml:space="preserve">　</w:t>
      </w:r>
      <w:r w:rsidR="00DB63DC">
        <w:rPr>
          <w:rFonts w:ascii="ＭＳ ゴシック" w:eastAsia="ＭＳ ゴシック" w:hAnsi="ＭＳ ゴシック" w:hint="eastAsia"/>
        </w:rPr>
        <w:t>添付資料</w:t>
      </w:r>
    </w:p>
    <w:p w14:paraId="472821C0" w14:textId="77777777" w:rsidR="00DB63DC" w:rsidRPr="000B35B9" w:rsidRDefault="00DB63DC" w:rsidP="00DB63DC">
      <w:pPr>
        <w:ind w:firstLineChars="200" w:firstLine="464"/>
        <w:rPr>
          <w:rFonts w:ascii="ＭＳ ゴシック" w:eastAsia="ＭＳ ゴシック" w:hAnsi="ＭＳ ゴシック"/>
        </w:rPr>
      </w:pPr>
      <w:r w:rsidRPr="000B35B9">
        <w:rPr>
          <w:rFonts w:ascii="ＭＳ ゴシック" w:eastAsia="ＭＳ ゴシック" w:hAnsi="ＭＳ ゴシック" w:hint="eastAsia"/>
        </w:rPr>
        <w:t xml:space="preserve">□　</w:t>
      </w:r>
      <w:r w:rsidRPr="007B404E">
        <w:rPr>
          <w:rFonts w:ascii="ＭＳ ゴシック" w:eastAsia="ＭＳ ゴシック" w:hAnsi="ＭＳ ゴシック" w:hint="eastAsia"/>
        </w:rPr>
        <w:t xml:space="preserve">誓約書　</w:t>
      </w:r>
      <w:r w:rsidRPr="007B404E">
        <w:rPr>
          <w:rFonts w:ascii="ＭＳ ゴシック" w:eastAsia="ＭＳ ゴシック" w:hAnsi="ＭＳ ゴシック" w:hint="eastAsia"/>
          <w:sz w:val="16"/>
          <w:szCs w:val="16"/>
        </w:rPr>
        <w:t>1部、個人は個人用、法人は法人用を使用すること</w:t>
      </w:r>
    </w:p>
    <w:p w14:paraId="69A3923F" w14:textId="77777777" w:rsidR="00DB63DC" w:rsidRPr="000B35B9" w:rsidRDefault="00DB63DC" w:rsidP="00DB63DC">
      <w:pPr>
        <w:rPr>
          <w:rFonts w:ascii="ＭＳ ゴシック" w:eastAsia="ＭＳ ゴシック" w:hAnsi="ＭＳ ゴシック"/>
        </w:rPr>
      </w:pPr>
      <w:r w:rsidRPr="000B35B9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 xml:space="preserve">　</w:t>
      </w:r>
      <w:r w:rsidRPr="000B35B9">
        <w:rPr>
          <w:rFonts w:ascii="ＭＳ ゴシック" w:eastAsia="ＭＳ ゴシック" w:hAnsi="ＭＳ ゴシック" w:hint="eastAsia"/>
        </w:rPr>
        <w:t xml:space="preserve">□　</w:t>
      </w:r>
      <w:r>
        <w:rPr>
          <w:rFonts w:ascii="ＭＳ ゴシック" w:eastAsia="ＭＳ ゴシック" w:hAnsi="ＭＳ ゴシック" w:hint="eastAsia"/>
        </w:rPr>
        <w:t xml:space="preserve">商業・法人登記簿謄本（履歴事項全部証明書）　</w:t>
      </w:r>
      <w:r w:rsidRPr="000B35B9">
        <w:rPr>
          <w:rFonts w:ascii="ＭＳ ゴシック" w:eastAsia="ＭＳ ゴシック" w:hAnsi="ＭＳ ゴシック" w:hint="eastAsia"/>
          <w:sz w:val="16"/>
          <w:szCs w:val="16"/>
        </w:rPr>
        <w:t>1部、発行から３か月以内でコピー可</w:t>
      </w:r>
    </w:p>
    <w:p w14:paraId="432E7060" w14:textId="77777777" w:rsidR="00DB63DC" w:rsidRPr="007B0E7F" w:rsidRDefault="00DB63DC" w:rsidP="00DB63DC">
      <w:pPr>
        <w:rPr>
          <w:rFonts w:ascii="ＭＳ ゴシック" w:eastAsia="ＭＳ ゴシック" w:hAnsi="ＭＳ ゴシック"/>
          <w:sz w:val="16"/>
          <w:szCs w:val="16"/>
        </w:rPr>
      </w:pPr>
      <w:r w:rsidRPr="000B35B9">
        <w:rPr>
          <w:rFonts w:ascii="ＭＳ ゴシック" w:eastAsia="ＭＳ ゴシック" w:hAnsi="ＭＳ ゴシック" w:hint="eastAsia"/>
        </w:rPr>
        <w:t xml:space="preserve">　　□　</w:t>
      </w:r>
      <w:r w:rsidRPr="007B404E">
        <w:rPr>
          <w:rFonts w:ascii="ＭＳ ゴシック" w:eastAsia="ＭＳ ゴシック" w:hAnsi="ＭＳ ゴシック" w:hint="eastAsia"/>
        </w:rPr>
        <w:t>印鑑</w:t>
      </w:r>
      <w:r>
        <w:rPr>
          <w:rFonts w:ascii="ＭＳ ゴシック" w:eastAsia="ＭＳ ゴシック" w:hAnsi="ＭＳ ゴシック" w:hint="eastAsia"/>
        </w:rPr>
        <w:t>登録</w:t>
      </w:r>
      <w:r w:rsidRPr="007B404E">
        <w:rPr>
          <w:rFonts w:ascii="ＭＳ ゴシック" w:eastAsia="ＭＳ ゴシック" w:hAnsi="ＭＳ ゴシック" w:hint="eastAsia"/>
        </w:rPr>
        <w:t>証明書</w:t>
      </w:r>
      <w:r w:rsidRPr="007B404E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9DB33A8" wp14:editId="79599DE7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50" name="AutoShap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683E73" id="AutoShape 294" o:spid="_x0000_s1026" type="#_x0000_t32" style="position:absolute;left:0;text-align:left;margin-left:54.85pt;margin-top:658.6pt;width:58pt;height: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">
                <v:stroke dashstyle="dash"/>
              </v:shape>
            </w:pict>
          </mc:Fallback>
        </mc:AlternateContent>
      </w:r>
      <w:r w:rsidRPr="007B404E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E0BA578" wp14:editId="1FD7E4DB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51" name="AutoShap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8CDD23" id="AutoShape 295" o:spid="_x0000_s1026" type="#_x0000_t32" style="position:absolute;left:0;text-align:left;margin-left:54.85pt;margin-top:658.6pt;width:58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">
                <v:stroke dashstyle="dash"/>
              </v:shape>
            </w:pict>
          </mc:Fallback>
        </mc:AlternateContent>
      </w:r>
      <w:r w:rsidRPr="007B404E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8736D91" wp14:editId="3F3F1C82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52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1EE25" id="AutoShape 296" o:spid="_x0000_s1026" type="#_x0000_t32" style="position:absolute;left:0;text-align:left;margin-left:54.85pt;margin-top:658.6pt;width:58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">
                <v:stroke dashstyle="dash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 xml:space="preserve">　</w:t>
      </w:r>
      <w:r w:rsidRPr="007B404E">
        <w:rPr>
          <w:rFonts w:ascii="ＭＳ ゴシック" w:eastAsia="ＭＳ ゴシック" w:hAnsi="ＭＳ ゴシック" w:hint="eastAsia"/>
          <w:sz w:val="16"/>
          <w:szCs w:val="16"/>
        </w:rPr>
        <w:t>1部、発行から３か月以内でコピー可</w:t>
      </w:r>
    </w:p>
    <w:p w14:paraId="6799E585" w14:textId="77777777" w:rsidR="007D7D0D" w:rsidRDefault="00DB63DC" w:rsidP="00DB63DC">
      <w:pPr>
        <w:rPr>
          <w:rFonts w:ascii="ＭＳ ゴシック" w:eastAsia="ＭＳ ゴシック" w:hAnsi="ＭＳ ゴシック"/>
        </w:rPr>
      </w:pPr>
      <w:r w:rsidRPr="007B0E7F">
        <w:rPr>
          <w:rFonts w:ascii="ＭＳ ゴシック" w:eastAsia="ＭＳ ゴシック" w:hAnsi="ＭＳ ゴシック" w:hint="eastAsia"/>
        </w:rPr>
        <w:t xml:space="preserve">　　□　</w:t>
      </w:r>
      <w:r w:rsidR="007D7D0D">
        <w:rPr>
          <w:rFonts w:ascii="ＭＳ ゴシック" w:eastAsia="ＭＳ ゴシック" w:hAnsi="ＭＳ ゴシック" w:hint="eastAsia"/>
        </w:rPr>
        <w:t xml:space="preserve">支店又は営業所を5年以上開設している証明書類　</w:t>
      </w:r>
      <w:r w:rsidR="007D7D0D" w:rsidRPr="007D7D0D">
        <w:rPr>
          <w:rFonts w:ascii="ＭＳ ゴシック" w:eastAsia="ＭＳ ゴシック" w:hAnsi="ＭＳ ゴシック" w:hint="eastAsia"/>
          <w:sz w:val="16"/>
          <w:szCs w:val="16"/>
        </w:rPr>
        <w:t>1部、コピー可</w:t>
      </w:r>
    </w:p>
    <w:p w14:paraId="16070692" w14:textId="77777777" w:rsidR="00DB63DC" w:rsidRPr="007B404E" w:rsidRDefault="007D7D0D" w:rsidP="007D7D0D">
      <w:pPr>
        <w:ind w:firstLineChars="200" w:firstLine="464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</w:rPr>
        <w:t xml:space="preserve">□　</w:t>
      </w:r>
      <w:r w:rsidR="00DB63DC">
        <w:rPr>
          <w:rFonts w:ascii="ＭＳ ゴシック" w:eastAsia="ＭＳ ゴシック" w:hAnsi="ＭＳ ゴシック" w:hint="eastAsia"/>
        </w:rPr>
        <w:t xml:space="preserve">滞納のない証明書　</w:t>
      </w:r>
      <w:r w:rsidR="00DB63DC" w:rsidRPr="007B404E">
        <w:rPr>
          <w:rFonts w:ascii="ＭＳ ゴシック" w:eastAsia="ＭＳ ゴシック" w:hAnsi="ＭＳ ゴシック" w:hint="eastAsia"/>
          <w:sz w:val="16"/>
          <w:szCs w:val="16"/>
        </w:rPr>
        <w:t>1</w:t>
      </w:r>
      <w:r w:rsidR="00DB63DC">
        <w:rPr>
          <w:rFonts w:ascii="ＭＳ ゴシック" w:eastAsia="ＭＳ ゴシック" w:hAnsi="ＭＳ ゴシック" w:hint="eastAsia"/>
          <w:sz w:val="16"/>
          <w:szCs w:val="16"/>
        </w:rPr>
        <w:t>部、発行から３か月以内でコピー</w:t>
      </w:r>
      <w:r w:rsidR="00DB63DC" w:rsidRPr="007B404E">
        <w:rPr>
          <w:rFonts w:ascii="ＭＳ ゴシック" w:eastAsia="ＭＳ ゴシック" w:hAnsi="ＭＳ ゴシック" w:hint="eastAsia"/>
          <w:sz w:val="16"/>
          <w:szCs w:val="16"/>
        </w:rPr>
        <w:t>可</w:t>
      </w:r>
    </w:p>
    <w:p w14:paraId="2693CE0E" w14:textId="77777777" w:rsidR="00DB63DC" w:rsidRDefault="00DB63DC" w:rsidP="00DB63DC">
      <w:pPr>
        <w:rPr>
          <w:rFonts w:ascii="ＭＳ ゴシック" w:eastAsia="ＭＳ ゴシック" w:hAnsi="ＭＳ ゴシック"/>
        </w:rPr>
      </w:pPr>
      <w:r w:rsidRPr="007B0E7F">
        <w:rPr>
          <w:rFonts w:ascii="ＭＳ ゴシック" w:eastAsia="ＭＳ ゴシック" w:hAnsi="ＭＳ ゴシック" w:hint="eastAsia"/>
        </w:rPr>
        <w:t xml:space="preserve">　　□　</w:t>
      </w:r>
      <w:r>
        <w:rPr>
          <w:rFonts w:ascii="ＭＳ ゴシック" w:eastAsia="ＭＳ ゴシック" w:hAnsi="ＭＳ ゴシック" w:hint="eastAsia"/>
        </w:rPr>
        <w:t>国税に関する納税証明書</w:t>
      </w:r>
      <w:r w:rsidR="007D7D0D">
        <w:rPr>
          <w:rFonts w:ascii="ＭＳ ゴシック" w:eastAsia="ＭＳ ゴシック" w:hAnsi="ＭＳ ゴシック" w:hint="eastAsia"/>
        </w:rPr>
        <w:t>(その３の３)</w:t>
      </w:r>
      <w:r w:rsidRPr="000B35B9">
        <w:rPr>
          <w:rFonts w:ascii="ＭＳ ゴシック" w:eastAsia="ＭＳ ゴシック" w:hAnsi="ＭＳ ゴシック" w:hint="eastAsia"/>
        </w:rPr>
        <w:t xml:space="preserve">　</w:t>
      </w:r>
      <w:r w:rsidRPr="007B404E">
        <w:rPr>
          <w:rFonts w:ascii="ＭＳ ゴシック" w:eastAsia="ＭＳ ゴシック" w:hAnsi="ＭＳ ゴシック" w:hint="eastAsia"/>
          <w:sz w:val="16"/>
          <w:szCs w:val="16"/>
        </w:rPr>
        <w:t>1</w:t>
      </w:r>
      <w:r>
        <w:rPr>
          <w:rFonts w:ascii="ＭＳ ゴシック" w:eastAsia="ＭＳ ゴシック" w:hAnsi="ＭＳ ゴシック" w:hint="eastAsia"/>
          <w:sz w:val="16"/>
          <w:szCs w:val="16"/>
        </w:rPr>
        <w:t>部、発行から３か月以内でコピー</w:t>
      </w:r>
      <w:r w:rsidRPr="007B404E">
        <w:rPr>
          <w:rFonts w:ascii="ＭＳ ゴシック" w:eastAsia="ＭＳ ゴシック" w:hAnsi="ＭＳ ゴシック" w:hint="eastAsia"/>
          <w:sz w:val="16"/>
          <w:szCs w:val="16"/>
        </w:rPr>
        <w:t>可</w:t>
      </w:r>
    </w:p>
    <w:p w14:paraId="0F54BFB6" w14:textId="77777777" w:rsidR="00DB63DC" w:rsidRDefault="00DB63DC" w:rsidP="00DB63D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□　自動販売機実績証明書類</w:t>
      </w:r>
      <w:r w:rsidR="007D7D0D" w:rsidRPr="007D7D0D">
        <w:rPr>
          <w:rFonts w:ascii="ＭＳ ゴシック" w:eastAsia="ＭＳ ゴシック" w:hAnsi="ＭＳ ゴシック" w:hint="eastAsia"/>
        </w:rPr>
        <w:t>（佐世保市内２年以上）</w:t>
      </w:r>
      <w:r>
        <w:rPr>
          <w:rFonts w:ascii="ＭＳ ゴシック" w:eastAsia="ＭＳ ゴシック" w:hAnsi="ＭＳ ゴシック" w:hint="eastAsia"/>
        </w:rPr>
        <w:t xml:space="preserve">　</w:t>
      </w:r>
      <w:r w:rsidRPr="007B404E">
        <w:rPr>
          <w:rFonts w:ascii="ＭＳ ゴシック" w:eastAsia="ＭＳ ゴシック" w:hAnsi="ＭＳ ゴシック" w:hint="eastAsia"/>
          <w:sz w:val="16"/>
          <w:szCs w:val="16"/>
        </w:rPr>
        <w:t>1</w:t>
      </w:r>
      <w:r>
        <w:rPr>
          <w:rFonts w:ascii="ＭＳ ゴシック" w:eastAsia="ＭＳ ゴシック" w:hAnsi="ＭＳ ゴシック" w:hint="eastAsia"/>
          <w:sz w:val="16"/>
          <w:szCs w:val="16"/>
        </w:rPr>
        <w:t>部、コピー</w:t>
      </w:r>
      <w:r w:rsidRPr="007B404E">
        <w:rPr>
          <w:rFonts w:ascii="ＭＳ ゴシック" w:eastAsia="ＭＳ ゴシック" w:hAnsi="ＭＳ ゴシック" w:hint="eastAsia"/>
          <w:sz w:val="16"/>
          <w:szCs w:val="16"/>
        </w:rPr>
        <w:t>可</w:t>
      </w:r>
    </w:p>
    <w:p w14:paraId="414B6DAD" w14:textId="77777777" w:rsidR="00DB63DC" w:rsidRDefault="00DB63DC" w:rsidP="00DB63D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□　自動販売機カタログ　</w:t>
      </w:r>
      <w:r w:rsidRPr="00DB63DC">
        <w:rPr>
          <w:rFonts w:ascii="ＭＳ ゴシック" w:eastAsia="ＭＳ ゴシック" w:hAnsi="ＭＳ ゴシック" w:hint="eastAsia"/>
        </w:rPr>
        <w:t>1部、コピー可</w:t>
      </w:r>
    </w:p>
    <w:p w14:paraId="05BB6768" w14:textId="77777777" w:rsidR="00E538CB" w:rsidRDefault="00E538CB" w:rsidP="007D7D0D">
      <w:pPr>
        <w:rPr>
          <w:rFonts w:ascii="ＭＳ ゴシック" w:eastAsia="ＭＳ ゴシック" w:hAnsi="ＭＳ ゴシック"/>
        </w:rPr>
      </w:pPr>
    </w:p>
    <w:p w14:paraId="017AC74B" w14:textId="77777777" w:rsidR="00E538CB" w:rsidRDefault="00E538CB" w:rsidP="007D7D0D">
      <w:pPr>
        <w:rPr>
          <w:rFonts w:ascii="ＭＳ ゴシック" w:eastAsia="ＭＳ ゴシック" w:hAnsi="ＭＳ ゴシック"/>
        </w:rPr>
      </w:pPr>
    </w:p>
    <w:p w14:paraId="5E3C38CC" w14:textId="77777777" w:rsidR="00E538CB" w:rsidRDefault="00E538CB" w:rsidP="007D7D0D">
      <w:pPr>
        <w:rPr>
          <w:rFonts w:ascii="ＭＳ ゴシック" w:eastAsia="ＭＳ ゴシック" w:hAnsi="ＭＳ ゴシック"/>
        </w:rPr>
      </w:pPr>
    </w:p>
    <w:p w14:paraId="73144D85" w14:textId="77777777" w:rsidR="001A0560" w:rsidRDefault="001A0560" w:rsidP="007D7D0D">
      <w:pPr>
        <w:rPr>
          <w:rFonts w:ascii="ＭＳ ゴシック" w:eastAsia="ＭＳ ゴシック" w:hAnsi="ＭＳ ゴシック"/>
        </w:rPr>
      </w:pPr>
    </w:p>
    <w:p w14:paraId="475BDEEC" w14:textId="0C82055C" w:rsidR="007D7D0D" w:rsidRDefault="007D7D0D" w:rsidP="007D7D0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sz w:val="36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3356FFB" wp14:editId="6415D855">
                <wp:simplePos x="0" y="0"/>
                <wp:positionH relativeFrom="column">
                  <wp:posOffset>4911090</wp:posOffset>
                </wp:positionH>
                <wp:positionV relativeFrom="paragraph">
                  <wp:posOffset>-186690</wp:posOffset>
                </wp:positionV>
                <wp:extent cx="1178560" cy="476250"/>
                <wp:effectExtent l="0" t="0" r="21590" b="19050"/>
                <wp:wrapNone/>
                <wp:docPr id="53" name="テキスト ボック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856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F6513EE" w14:textId="77777777" w:rsidR="007D7D0D" w:rsidRPr="007B0E7F" w:rsidRDefault="007D7D0D" w:rsidP="007D7D0D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任意団体</w:t>
                            </w:r>
                            <w:r w:rsidRPr="007B0E7F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507609" id="テキスト ボックス 53" o:spid="_x0000_s1028" type="#_x0000_t202" style="position:absolute;left:0;text-align:left;margin-left:386.7pt;margin-top:-14.7pt;width:92.8pt;height:37.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" fillcolor="window" strokeweight=".5pt">
                <v:textbox>
                  <w:txbxContent>
                    <w:p w:rsidR="007D7D0D" w:rsidRPr="007B0E7F" w:rsidRDefault="007D7D0D" w:rsidP="007D7D0D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任意団体</w:t>
                      </w:r>
                      <w:r w:rsidRPr="007B0E7F">
                        <w:rPr>
                          <w:rFonts w:hint="eastAsia"/>
                          <w:b/>
                          <w:sz w:val="28"/>
                          <w:szCs w:val="28"/>
                        </w:rPr>
                        <w:t>用</w:t>
                      </w:r>
                    </w:p>
                  </w:txbxContent>
                </v:textbox>
              </v:shape>
            </w:pict>
          </mc:Fallback>
        </mc:AlternateContent>
      </w:r>
    </w:p>
    <w:p w14:paraId="2A83EFDC" w14:textId="77777777" w:rsidR="007D7D0D" w:rsidRDefault="007D7D0D" w:rsidP="007D7D0D">
      <w:pPr>
        <w:rPr>
          <w:rFonts w:ascii="ＭＳ ゴシック" w:eastAsia="ＭＳ ゴシック" w:hAnsi="ＭＳ ゴシック"/>
        </w:rPr>
      </w:pPr>
    </w:p>
    <w:p w14:paraId="22958285" w14:textId="77777777" w:rsidR="007D7D0D" w:rsidRDefault="007D7D0D" w:rsidP="007D7D0D">
      <w:pPr>
        <w:rPr>
          <w:rFonts w:ascii="ＭＳ ゴシック" w:eastAsia="ＭＳ ゴシック" w:hAnsi="ＭＳ ゴシック"/>
        </w:rPr>
      </w:pPr>
    </w:p>
    <w:p w14:paraId="5CBCF99D" w14:textId="77777777" w:rsidR="007D7D0D" w:rsidRPr="000B35B9" w:rsidRDefault="007D7D0D" w:rsidP="007D7D0D">
      <w:pPr>
        <w:kinsoku w:val="0"/>
        <w:overflowPunct w:val="0"/>
        <w:snapToGrid w:val="0"/>
        <w:spacing w:line="357" w:lineRule="exact"/>
        <w:jc w:val="center"/>
        <w:rPr>
          <w:rFonts w:ascii="ＭＳ ゴシック" w:eastAsia="ＭＳ ゴシック" w:hAnsi="ＭＳ ゴシック"/>
          <w:sz w:val="36"/>
        </w:rPr>
      </w:pPr>
      <w:r w:rsidRPr="000B35B9">
        <w:rPr>
          <w:rFonts w:ascii="ＭＳ ゴシック" w:eastAsia="ＭＳ ゴシック" w:hAnsi="ＭＳ ゴシック" w:hint="eastAsia"/>
          <w:sz w:val="36"/>
        </w:rPr>
        <w:t>一般競争入札</w:t>
      </w:r>
      <w:r>
        <w:rPr>
          <w:rFonts w:ascii="ＭＳ ゴシック" w:eastAsia="ＭＳ ゴシック" w:hAnsi="ＭＳ ゴシック" w:hint="eastAsia"/>
          <w:sz w:val="36"/>
        </w:rPr>
        <w:t>（事後審査型）　入札資格審査申請書</w:t>
      </w:r>
    </w:p>
    <w:p w14:paraId="58C0D8F2" w14:textId="77777777" w:rsidR="007D7D0D" w:rsidRDefault="007D7D0D" w:rsidP="007D7D0D">
      <w:pPr>
        <w:kinsoku w:val="0"/>
        <w:wordWrap w:val="0"/>
        <w:overflowPunct w:val="0"/>
        <w:snapToGrid w:val="0"/>
        <w:spacing w:line="357" w:lineRule="exact"/>
        <w:rPr>
          <w:rFonts w:ascii="ＭＳ ゴシック" w:eastAsia="ＭＳ ゴシック" w:hAnsi="ＭＳ ゴシック"/>
        </w:rPr>
      </w:pPr>
      <w:r w:rsidRPr="000B35B9">
        <w:rPr>
          <w:rFonts w:ascii="ＭＳ ゴシック" w:eastAsia="ＭＳ ゴシック" w:hAnsi="ＭＳ ゴシック" w:hint="eastAsia"/>
        </w:rPr>
        <w:t xml:space="preserve">　　　　　　　　　　　</w:t>
      </w:r>
    </w:p>
    <w:p w14:paraId="794F9EBE" w14:textId="77777777" w:rsidR="007D7D0D" w:rsidRDefault="007D7D0D" w:rsidP="007D7D0D">
      <w:pPr>
        <w:kinsoku w:val="0"/>
        <w:wordWrap w:val="0"/>
        <w:overflowPunct w:val="0"/>
        <w:snapToGrid w:val="0"/>
        <w:spacing w:line="357" w:lineRule="exact"/>
        <w:rPr>
          <w:rFonts w:ascii="ＭＳ ゴシック" w:eastAsia="ＭＳ ゴシック" w:hAnsi="ＭＳ ゴシック"/>
        </w:rPr>
      </w:pPr>
      <w:r w:rsidRPr="000B35B9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>
        <w:rPr>
          <w:rFonts w:ascii="ＭＳ ゴシック" w:eastAsia="ＭＳ ゴシック" w:hAnsi="ＭＳ ゴシック" w:hint="eastAsia"/>
        </w:rPr>
        <w:t xml:space="preserve">　　　</w:t>
      </w:r>
    </w:p>
    <w:p w14:paraId="7E89CF43" w14:textId="77777777" w:rsidR="007D7D0D" w:rsidRPr="000B35B9" w:rsidRDefault="007D7D0D" w:rsidP="007D7D0D">
      <w:pPr>
        <w:kinsoku w:val="0"/>
        <w:wordWrap w:val="0"/>
        <w:overflowPunct w:val="0"/>
        <w:snapToGrid w:val="0"/>
        <w:spacing w:line="357" w:lineRule="exact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0B35B9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07E14171" w14:textId="77777777" w:rsidR="007D7D0D" w:rsidRPr="000B35B9" w:rsidRDefault="007D7D0D" w:rsidP="007D7D0D">
      <w:pPr>
        <w:kinsoku w:val="0"/>
        <w:wordWrap w:val="0"/>
        <w:overflowPunct w:val="0"/>
        <w:snapToGrid w:val="0"/>
        <w:spacing w:line="357" w:lineRule="exact"/>
        <w:rPr>
          <w:rFonts w:ascii="ＭＳ ゴシック" w:eastAsia="ＭＳ ゴシック" w:hAnsi="ＭＳ ゴシック"/>
        </w:rPr>
      </w:pPr>
    </w:p>
    <w:p w14:paraId="67984884" w14:textId="77777777" w:rsidR="007D7D0D" w:rsidRPr="000B35B9" w:rsidRDefault="007D7D0D" w:rsidP="007D7D0D">
      <w:pPr>
        <w:kinsoku w:val="0"/>
        <w:wordWrap w:val="0"/>
        <w:overflowPunct w:val="0"/>
        <w:snapToGrid w:val="0"/>
        <w:spacing w:line="357" w:lineRule="exact"/>
        <w:rPr>
          <w:rFonts w:ascii="ＭＳ ゴシック" w:eastAsia="ＭＳ ゴシック" w:hAnsi="ＭＳ ゴシック"/>
        </w:rPr>
      </w:pPr>
      <w:r w:rsidRPr="000B35B9">
        <w:rPr>
          <w:rFonts w:ascii="ＭＳ ゴシック" w:eastAsia="ＭＳ ゴシック" w:hAnsi="ＭＳ ゴシック" w:hint="eastAsia"/>
        </w:rPr>
        <w:t>佐 世 保 市 長　　様</w:t>
      </w:r>
    </w:p>
    <w:p w14:paraId="5822E032" w14:textId="77777777" w:rsidR="007D7D0D" w:rsidRPr="000B35B9" w:rsidRDefault="007D7D0D" w:rsidP="007D7D0D">
      <w:pPr>
        <w:kinsoku w:val="0"/>
        <w:wordWrap w:val="0"/>
        <w:overflowPunct w:val="0"/>
        <w:snapToGrid w:val="0"/>
        <w:spacing w:line="357" w:lineRule="exact"/>
        <w:rPr>
          <w:rFonts w:ascii="ＭＳ ゴシック" w:eastAsia="ＭＳ ゴシック" w:hAnsi="ＭＳ ゴシック"/>
        </w:rPr>
      </w:pPr>
    </w:p>
    <w:p w14:paraId="4CFFBBC0" w14:textId="77777777" w:rsidR="007D7D0D" w:rsidRPr="00F86C99" w:rsidRDefault="007D7D0D" w:rsidP="007D7D0D">
      <w:pPr>
        <w:rPr>
          <w:rFonts w:ascii="ＭＳ ゴシック" w:eastAsia="ＭＳ ゴシック" w:hAnsi="ＭＳ ゴシック"/>
        </w:rPr>
      </w:pPr>
      <w:r w:rsidRPr="000B35B9">
        <w:rPr>
          <w:rFonts w:ascii="ＭＳ ゴシック" w:eastAsia="ＭＳ ゴシック" w:hAnsi="ＭＳ ゴシック" w:hint="eastAsia"/>
        </w:rPr>
        <w:t xml:space="preserve">　　　　　　　　　　　　　　　　　</w:t>
      </w:r>
      <w:r w:rsidRPr="00F86C99">
        <w:rPr>
          <w:rFonts w:ascii="ＭＳ ゴシック" w:eastAsia="ＭＳ ゴシック" w:hAnsi="ＭＳ ゴシック" w:hint="eastAsia"/>
        </w:rPr>
        <w:t>住所又は所在地</w:t>
      </w:r>
    </w:p>
    <w:p w14:paraId="09D28993" w14:textId="77777777" w:rsidR="007D7D0D" w:rsidRPr="00F86C99" w:rsidRDefault="007D7D0D" w:rsidP="007D7D0D">
      <w:pPr>
        <w:rPr>
          <w:rFonts w:ascii="ＭＳ ゴシック" w:eastAsia="ＭＳ ゴシック" w:hAnsi="ＭＳ ゴシック"/>
        </w:rPr>
      </w:pPr>
      <w:r w:rsidRPr="00F86C99">
        <w:rPr>
          <w:rFonts w:ascii="ＭＳ ゴシック" w:eastAsia="ＭＳ ゴシック" w:hAnsi="ＭＳ ゴシック" w:hint="eastAsia"/>
        </w:rPr>
        <w:t xml:space="preserve">　　　　　　　　　　　　　　　　　商号又は名称</w:t>
      </w:r>
    </w:p>
    <w:p w14:paraId="6CF47131" w14:textId="77777777" w:rsidR="007D7D0D" w:rsidRPr="000B35B9" w:rsidRDefault="007D7D0D" w:rsidP="007D7D0D">
      <w:pPr>
        <w:kinsoku w:val="0"/>
        <w:wordWrap w:val="0"/>
        <w:overflowPunct w:val="0"/>
        <w:snapToGrid w:val="0"/>
        <w:spacing w:line="357" w:lineRule="exact"/>
        <w:rPr>
          <w:rFonts w:ascii="ＭＳ ゴシック" w:eastAsia="ＭＳ ゴシック" w:hAnsi="ＭＳ ゴシック"/>
        </w:rPr>
      </w:pPr>
      <w:r w:rsidRPr="00F86C99">
        <w:rPr>
          <w:rFonts w:ascii="ＭＳ ゴシック" w:eastAsia="ＭＳ ゴシック" w:hAnsi="ＭＳ ゴシック" w:hint="eastAsia"/>
        </w:rPr>
        <w:t xml:space="preserve">　　　　　　　　　　　　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F86C99">
        <w:rPr>
          <w:rFonts w:ascii="ＭＳ ゴシック" w:eastAsia="ＭＳ ゴシック" w:hAnsi="ＭＳ ゴシック" w:hint="eastAsia"/>
        </w:rPr>
        <w:t>代表者氏名</w:t>
      </w:r>
      <w:r>
        <w:rPr>
          <w:rFonts w:ascii="ＭＳ ゴシック" w:eastAsia="ＭＳ ゴシック" w:hAnsi="ＭＳ ゴシック" w:hint="eastAsia"/>
        </w:rPr>
        <w:t xml:space="preserve">　</w:t>
      </w:r>
      <w:r w:rsidRPr="000B35B9">
        <w:rPr>
          <w:rFonts w:ascii="ＭＳ ゴシック" w:eastAsia="ＭＳ ゴシック" w:hAnsi="ＭＳ ゴシック" w:hint="eastAsia"/>
        </w:rPr>
        <w:t xml:space="preserve">　　　　　　　　　　　　　</w:t>
      </w:r>
      <w:r>
        <w:rPr>
          <w:rFonts w:ascii="ＭＳ ゴシック" w:eastAsia="ＭＳ ゴシック" w:hAnsi="ＭＳ ゴシック" w:hint="eastAsia"/>
        </w:rPr>
        <w:t xml:space="preserve">　　　実印</w:t>
      </w:r>
    </w:p>
    <w:p w14:paraId="78A745C1" w14:textId="77777777" w:rsidR="007D7D0D" w:rsidRDefault="007D7D0D" w:rsidP="007D7D0D">
      <w:pPr>
        <w:kinsoku w:val="0"/>
        <w:wordWrap w:val="0"/>
        <w:overflowPunct w:val="0"/>
        <w:snapToGrid w:val="0"/>
        <w:spacing w:line="240" w:lineRule="atLeast"/>
        <w:ind w:firstLineChars="1876" w:firstLine="4352"/>
        <w:rPr>
          <w:rFonts w:ascii="ＭＳ ゴシック" w:eastAsia="ＭＳ ゴシック" w:hAnsi="ＭＳ ゴシック"/>
        </w:rPr>
      </w:pPr>
    </w:p>
    <w:p w14:paraId="442BFF1D" w14:textId="77777777" w:rsidR="007D7D0D" w:rsidRPr="000B35B9" w:rsidRDefault="007D7D0D" w:rsidP="007D7D0D">
      <w:pPr>
        <w:kinsoku w:val="0"/>
        <w:wordWrap w:val="0"/>
        <w:overflowPunct w:val="0"/>
        <w:snapToGrid w:val="0"/>
        <w:spacing w:line="357" w:lineRule="exact"/>
        <w:ind w:firstLineChars="1876" w:firstLine="4352"/>
        <w:rPr>
          <w:rFonts w:ascii="ＭＳ ゴシック" w:eastAsia="ＭＳ ゴシック" w:hAnsi="ＭＳ ゴシック"/>
        </w:rPr>
      </w:pPr>
      <w:r w:rsidRPr="000B35B9">
        <w:rPr>
          <w:rFonts w:ascii="ＭＳ ゴシック" w:eastAsia="ＭＳ ゴシック" w:hAnsi="ＭＳ ゴシック" w:hint="eastAsia"/>
        </w:rPr>
        <w:t>電　話（　　　　）　　　－</w:t>
      </w:r>
    </w:p>
    <w:p w14:paraId="66E6DB11" w14:textId="77777777" w:rsidR="007D7D0D" w:rsidRPr="000B35B9" w:rsidRDefault="007D7D0D" w:rsidP="007D7D0D">
      <w:pPr>
        <w:kinsoku w:val="0"/>
        <w:wordWrap w:val="0"/>
        <w:overflowPunct w:val="0"/>
        <w:snapToGrid w:val="0"/>
        <w:spacing w:line="357" w:lineRule="exact"/>
        <w:rPr>
          <w:rFonts w:ascii="ＭＳ ゴシック" w:eastAsia="ＭＳ ゴシック" w:hAnsi="ＭＳ ゴシック"/>
        </w:rPr>
      </w:pPr>
    </w:p>
    <w:p w14:paraId="416F0BB8" w14:textId="77777777" w:rsidR="007D7D0D" w:rsidRPr="00DB63DC" w:rsidRDefault="007D7D0D" w:rsidP="007D7D0D">
      <w:pPr>
        <w:kinsoku w:val="0"/>
        <w:overflowPunct w:val="0"/>
        <w:snapToGrid w:val="0"/>
        <w:spacing w:line="357" w:lineRule="exact"/>
        <w:rPr>
          <w:rFonts w:ascii="ＭＳ ゴシック" w:eastAsia="ＭＳ ゴシック" w:hAnsi="ＭＳ ゴシック"/>
        </w:rPr>
      </w:pPr>
      <w:r w:rsidRPr="000B35B9">
        <w:rPr>
          <w:rFonts w:ascii="ＭＳ ゴシック" w:eastAsia="ＭＳ ゴシック" w:hAnsi="ＭＳ ゴシック" w:hint="eastAsia"/>
        </w:rPr>
        <w:t xml:space="preserve">　</w:t>
      </w:r>
      <w:r w:rsidRPr="00DB63DC">
        <w:rPr>
          <w:rFonts w:ascii="ＭＳ ゴシック" w:eastAsia="ＭＳ ゴシック" w:hAnsi="ＭＳ ゴシック" w:hint="eastAsia"/>
        </w:rPr>
        <w:t>下記自動販売機（清涼飲料水等）設置場所の貸付にかかる審査申請資料として、別紙の通り資料を提出いたします。</w:t>
      </w:r>
    </w:p>
    <w:p w14:paraId="5C2164F0" w14:textId="77777777" w:rsidR="007D7D0D" w:rsidRPr="000B35B9" w:rsidRDefault="007D7D0D" w:rsidP="007D7D0D">
      <w:pPr>
        <w:kinsoku w:val="0"/>
        <w:wordWrap w:val="0"/>
        <w:overflowPunct w:val="0"/>
        <w:snapToGrid w:val="0"/>
        <w:spacing w:line="357" w:lineRule="exact"/>
        <w:rPr>
          <w:rFonts w:ascii="ＭＳ ゴシック" w:eastAsia="ＭＳ ゴシック" w:hAnsi="ＭＳ ゴシック"/>
        </w:rPr>
      </w:pPr>
    </w:p>
    <w:p w14:paraId="082A35E4" w14:textId="77777777" w:rsidR="007D7D0D" w:rsidRPr="000B35B9" w:rsidRDefault="007D7D0D" w:rsidP="007D7D0D">
      <w:pPr>
        <w:pStyle w:val="a3"/>
        <w:rPr>
          <w:rFonts w:ascii="ＭＳ ゴシック" w:eastAsia="ＭＳ ゴシック" w:hAnsi="ＭＳ ゴシック"/>
        </w:rPr>
      </w:pPr>
      <w:r w:rsidRPr="000B35B9">
        <w:rPr>
          <w:rFonts w:ascii="ＭＳ ゴシック" w:eastAsia="ＭＳ ゴシック" w:hAnsi="ＭＳ ゴシック" w:hint="eastAsia"/>
        </w:rPr>
        <w:t>記</w:t>
      </w:r>
    </w:p>
    <w:p w14:paraId="5662121E" w14:textId="77777777" w:rsidR="007D7D0D" w:rsidRPr="000B35B9" w:rsidRDefault="007D7D0D" w:rsidP="007D7D0D">
      <w:pPr>
        <w:rPr>
          <w:rFonts w:ascii="ＭＳ ゴシック" w:eastAsia="ＭＳ ゴシック" w:hAnsi="ＭＳ ゴシック"/>
        </w:rPr>
      </w:pPr>
    </w:p>
    <w:tbl>
      <w:tblPr>
        <w:tblStyle w:val="ae"/>
        <w:tblW w:w="91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4"/>
        <w:gridCol w:w="1304"/>
        <w:gridCol w:w="1304"/>
        <w:gridCol w:w="454"/>
        <w:gridCol w:w="1304"/>
        <w:gridCol w:w="1303"/>
        <w:gridCol w:w="454"/>
        <w:gridCol w:w="1303"/>
        <w:gridCol w:w="1304"/>
      </w:tblGrid>
      <w:tr w:rsidR="007D7D0D" w:rsidRPr="0023205B" w14:paraId="60DDA97C" w14:textId="77777777" w:rsidTr="002D2FB5">
        <w:trPr>
          <w:trHeight w:val="369"/>
        </w:trPr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B5DDBC6" w14:textId="77777777" w:rsidR="007D7D0D" w:rsidRPr="0023205B" w:rsidRDefault="007D7D0D" w:rsidP="002D2FB5">
            <w:pPr>
              <w:jc w:val="center"/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№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  <w:hideMark/>
          </w:tcPr>
          <w:p w14:paraId="2AC4EA5C" w14:textId="77777777" w:rsidR="007D7D0D" w:rsidRPr="0023205B" w:rsidRDefault="007D7D0D" w:rsidP="002D2FB5">
            <w:pPr>
              <w:jc w:val="center"/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物件番号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F5FA46F" w14:textId="77777777" w:rsidR="007D7D0D" w:rsidRPr="0023205B" w:rsidRDefault="007D7D0D" w:rsidP="002D2FB5">
            <w:pPr>
              <w:jc w:val="center"/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設置台数</w:t>
            </w:r>
          </w:p>
        </w:tc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  <w:vAlign w:val="center"/>
            <w:hideMark/>
          </w:tcPr>
          <w:p w14:paraId="73342E6E" w14:textId="77777777" w:rsidR="007D7D0D" w:rsidRPr="0023205B" w:rsidRDefault="007D7D0D" w:rsidP="002D2FB5">
            <w:pPr>
              <w:jc w:val="center"/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№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  <w:hideMark/>
          </w:tcPr>
          <w:p w14:paraId="33E638AF" w14:textId="77777777" w:rsidR="007D7D0D" w:rsidRPr="0023205B" w:rsidRDefault="007D7D0D" w:rsidP="002D2FB5">
            <w:pPr>
              <w:jc w:val="center"/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物件番号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2195BD5" w14:textId="77777777" w:rsidR="007D7D0D" w:rsidRPr="0023205B" w:rsidRDefault="007D7D0D" w:rsidP="002D2FB5">
            <w:pPr>
              <w:jc w:val="center"/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設置台数</w:t>
            </w:r>
          </w:p>
        </w:tc>
        <w:tc>
          <w:tcPr>
            <w:tcW w:w="454" w:type="dxa"/>
            <w:tcBorders>
              <w:top w:val="single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1E4AE14" w14:textId="77777777" w:rsidR="007D7D0D" w:rsidRPr="0023205B" w:rsidRDefault="007D7D0D" w:rsidP="002D2FB5">
            <w:pPr>
              <w:jc w:val="center"/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№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  <w:hideMark/>
          </w:tcPr>
          <w:p w14:paraId="7CF71BD7" w14:textId="77777777" w:rsidR="007D7D0D" w:rsidRPr="0023205B" w:rsidRDefault="007D7D0D" w:rsidP="002D2FB5">
            <w:pPr>
              <w:jc w:val="center"/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物件番号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EF3FA7F" w14:textId="77777777" w:rsidR="007D7D0D" w:rsidRPr="0023205B" w:rsidRDefault="007D7D0D" w:rsidP="002D2FB5">
            <w:pPr>
              <w:jc w:val="center"/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設置台数</w:t>
            </w:r>
          </w:p>
        </w:tc>
      </w:tr>
      <w:tr w:rsidR="007D7D0D" w:rsidRPr="0023205B" w14:paraId="2BC3BDAB" w14:textId="77777777" w:rsidTr="002D2FB5">
        <w:trPr>
          <w:trHeight w:val="369"/>
        </w:trPr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2BBE199" w14:textId="77777777" w:rsidR="007D7D0D" w:rsidRPr="0023205B" w:rsidRDefault="007D7D0D" w:rsidP="002D2FB5">
            <w:pPr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</w:tcPr>
          <w:p w14:paraId="6CCA8578" w14:textId="77777777" w:rsidR="007D7D0D" w:rsidRPr="0023205B" w:rsidRDefault="007D7D0D" w:rsidP="002D2F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04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6F3319" w14:textId="77777777" w:rsidR="007D7D0D" w:rsidRPr="0023205B" w:rsidRDefault="007D7D0D" w:rsidP="002D2F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  <w:vAlign w:val="center"/>
            <w:hideMark/>
          </w:tcPr>
          <w:p w14:paraId="35080C24" w14:textId="77777777" w:rsidR="007D7D0D" w:rsidRPr="0023205B" w:rsidRDefault="007D7D0D" w:rsidP="002D2FB5">
            <w:pPr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</w:tcPr>
          <w:p w14:paraId="10C6948D" w14:textId="77777777" w:rsidR="007D7D0D" w:rsidRPr="0023205B" w:rsidRDefault="007D7D0D" w:rsidP="002D2F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03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3DA609" w14:textId="77777777" w:rsidR="007D7D0D" w:rsidRPr="0023205B" w:rsidRDefault="007D7D0D" w:rsidP="002D2F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4" w:type="dxa"/>
            <w:tcBorders>
              <w:top w:val="single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1785AE" w14:textId="77777777" w:rsidR="007D7D0D" w:rsidRPr="0023205B" w:rsidRDefault="007D7D0D" w:rsidP="002D2FB5">
            <w:pPr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</w:tcPr>
          <w:p w14:paraId="6E7038F4" w14:textId="77777777" w:rsidR="007D7D0D" w:rsidRPr="0023205B" w:rsidRDefault="007D7D0D" w:rsidP="002D2F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04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45D330" w14:textId="77777777" w:rsidR="007D7D0D" w:rsidRPr="0023205B" w:rsidRDefault="007D7D0D" w:rsidP="002D2FB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D7D0D" w:rsidRPr="0023205B" w14:paraId="73C5A7E3" w14:textId="77777777" w:rsidTr="002D2FB5">
        <w:trPr>
          <w:trHeight w:val="369"/>
        </w:trPr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F500BD0" w14:textId="77777777" w:rsidR="007D7D0D" w:rsidRPr="0023205B" w:rsidRDefault="007D7D0D" w:rsidP="002D2FB5">
            <w:pPr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４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</w:tcPr>
          <w:p w14:paraId="0CE1D101" w14:textId="77777777" w:rsidR="007D7D0D" w:rsidRPr="0023205B" w:rsidRDefault="007D7D0D" w:rsidP="002D2F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04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1BCDCF" w14:textId="77777777" w:rsidR="007D7D0D" w:rsidRPr="0023205B" w:rsidRDefault="007D7D0D" w:rsidP="002D2F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  <w:vAlign w:val="center"/>
            <w:hideMark/>
          </w:tcPr>
          <w:p w14:paraId="1BB34BC1" w14:textId="77777777" w:rsidR="007D7D0D" w:rsidRPr="0023205B" w:rsidRDefault="007D7D0D" w:rsidP="002D2FB5">
            <w:pPr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５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</w:tcPr>
          <w:p w14:paraId="486DDE84" w14:textId="77777777" w:rsidR="007D7D0D" w:rsidRPr="0023205B" w:rsidRDefault="007D7D0D" w:rsidP="002D2F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03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FE38A8" w14:textId="77777777" w:rsidR="007D7D0D" w:rsidRPr="0023205B" w:rsidRDefault="007D7D0D" w:rsidP="002D2F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4" w:type="dxa"/>
            <w:tcBorders>
              <w:top w:val="single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D0628A" w14:textId="77777777" w:rsidR="007D7D0D" w:rsidRPr="0023205B" w:rsidRDefault="007D7D0D" w:rsidP="002D2FB5">
            <w:pPr>
              <w:rPr>
                <w:rFonts w:ascii="ＭＳ ゴシック" w:eastAsia="ＭＳ ゴシック" w:hAnsi="ＭＳ ゴシック"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>６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</w:tcPr>
          <w:p w14:paraId="1D613C59" w14:textId="77777777" w:rsidR="007D7D0D" w:rsidRPr="0023205B" w:rsidRDefault="007D7D0D" w:rsidP="002D2F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04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54F19B" w14:textId="77777777" w:rsidR="007D7D0D" w:rsidRPr="0023205B" w:rsidRDefault="007D7D0D" w:rsidP="002D2FB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D7D0D" w:rsidRPr="0023205B" w14:paraId="62145BDE" w14:textId="77777777" w:rsidTr="002D2FB5">
        <w:trPr>
          <w:trHeight w:val="369"/>
        </w:trPr>
        <w:tc>
          <w:tcPr>
            <w:tcW w:w="9184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0C6B4D7" w14:textId="77777777" w:rsidR="007D7D0D" w:rsidRPr="0023205B" w:rsidRDefault="007D7D0D" w:rsidP="002D2FB5">
            <w:pPr>
              <w:jc w:val="left"/>
              <w:rPr>
                <w:rFonts w:ascii="ＭＳ ゴシック" w:eastAsia="ＭＳ ゴシック" w:hAnsi="ＭＳ ゴシック"/>
                <w:b/>
              </w:rPr>
            </w:pPr>
            <w:r w:rsidRPr="0023205B">
              <w:rPr>
                <w:rFonts w:ascii="ＭＳ ゴシック" w:eastAsia="ＭＳ ゴシック" w:hAnsi="ＭＳ ゴシック" w:hint="eastAsia"/>
              </w:rPr>
              <w:t xml:space="preserve">入札申込制限台数　</w:t>
            </w:r>
            <w:r w:rsidR="00E538CB">
              <w:rPr>
                <w:rFonts w:ascii="ＭＳ ゴシック" w:eastAsia="ＭＳ ゴシック" w:hAnsi="ＭＳ ゴシック" w:hint="eastAsia"/>
              </w:rPr>
              <w:t>なし</w:t>
            </w:r>
            <w:r w:rsidRPr="0023205B">
              <w:rPr>
                <w:rFonts w:ascii="ＭＳ ゴシック" w:eastAsia="ＭＳ ゴシック" w:hAnsi="ＭＳ ゴシック" w:hint="eastAsia"/>
                <w:b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hint="eastAsia"/>
                <w:b/>
              </w:rPr>
              <w:t xml:space="preserve">　　　　</w:t>
            </w:r>
            <w:r w:rsidRPr="0023205B">
              <w:rPr>
                <w:rFonts w:ascii="ＭＳ ゴシック" w:eastAsia="ＭＳ ゴシック" w:hAnsi="ＭＳ ゴシック" w:hint="eastAsia"/>
              </w:rPr>
              <w:t>設置台数合計</w:t>
            </w:r>
            <w:r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23205B">
              <w:rPr>
                <w:rFonts w:ascii="ＭＳ ゴシック" w:eastAsia="ＭＳ ゴシック" w:hAnsi="ＭＳ ゴシック" w:hint="eastAsia"/>
              </w:rPr>
              <w:t>台</w:t>
            </w:r>
          </w:p>
        </w:tc>
      </w:tr>
    </w:tbl>
    <w:p w14:paraId="42154398" w14:textId="77777777" w:rsidR="007D7D0D" w:rsidRPr="004920AA" w:rsidRDefault="007D7D0D" w:rsidP="007D7D0D">
      <w:pPr>
        <w:rPr>
          <w:vanish/>
        </w:rPr>
      </w:pPr>
    </w:p>
    <w:p w14:paraId="714062D1" w14:textId="77777777" w:rsidR="007D7D0D" w:rsidRPr="000B35B9" w:rsidRDefault="007D7D0D" w:rsidP="007D7D0D">
      <w:pPr>
        <w:rPr>
          <w:rFonts w:ascii="ＭＳ ゴシック" w:eastAsia="ＭＳ ゴシック" w:hAnsi="ＭＳ ゴシック"/>
        </w:rPr>
      </w:pPr>
    </w:p>
    <w:p w14:paraId="4E1BF0C6" w14:textId="726D22EA" w:rsidR="007D7D0D" w:rsidRDefault="007D7D0D" w:rsidP="003157A2">
      <w:pPr>
        <w:tabs>
          <w:tab w:val="right" w:pos="9581"/>
        </w:tabs>
        <w:ind w:firstLineChars="600" w:firstLine="1260"/>
        <w:rPr>
          <w:rFonts w:ascii="ＭＳ ゴシック" w:eastAsia="ＭＳ ゴシック" w:hAnsi="ＭＳ ゴシック"/>
        </w:rPr>
      </w:pPr>
      <w:r w:rsidRPr="000B35B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519214D" wp14:editId="201F5A72">
                <wp:simplePos x="0" y="0"/>
                <wp:positionH relativeFrom="column">
                  <wp:posOffset>-41275</wp:posOffset>
                </wp:positionH>
                <wp:positionV relativeFrom="paragraph">
                  <wp:posOffset>124460</wp:posOffset>
                </wp:positionV>
                <wp:extent cx="736600" cy="0"/>
                <wp:effectExtent l="0" t="0" r="0" b="0"/>
                <wp:wrapNone/>
                <wp:docPr id="54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BE2389" id="AutoShape 275" o:spid="_x0000_s1026" type="#_x0000_t32" style="position:absolute;left:0;text-align:left;margin-left:-3.25pt;margin-top:9.8pt;width:58pt;height: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">
                <v:stroke dashstyle="dash"/>
              </v:shape>
            </w:pict>
          </mc:Fallback>
        </mc:AlternateContent>
      </w:r>
      <w:r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DDD8839" wp14:editId="66BFF77A">
                <wp:simplePos x="0" y="0"/>
                <wp:positionH relativeFrom="column">
                  <wp:posOffset>5155565</wp:posOffset>
                </wp:positionH>
                <wp:positionV relativeFrom="paragraph">
                  <wp:posOffset>125730</wp:posOffset>
                </wp:positionV>
                <wp:extent cx="736600" cy="0"/>
                <wp:effectExtent l="0" t="0" r="0" b="0"/>
                <wp:wrapNone/>
                <wp:docPr id="55" name="AutoShap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530FD9" id="AutoShape 293" o:spid="_x0000_s1026" type="#_x0000_t32" style="position:absolute;left:0;text-align:left;margin-left:405.95pt;margin-top:9.9pt;width:58pt;height: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">
                <v:stroke dashstyle="dash"/>
              </v:shape>
            </w:pict>
          </mc:Fallback>
        </mc:AlternateContent>
      </w:r>
      <w:r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D85FE6D" wp14:editId="487E8625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56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74ED8" id="AutoShape 292" o:spid="_x0000_s1026" type="#_x0000_t32" style="position:absolute;left:0;text-align:left;margin-left:54.85pt;margin-top:658.6pt;width:58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">
                <v:stroke dashstyle="dash"/>
              </v:shape>
            </w:pict>
          </mc:Fallback>
        </mc:AlternateContent>
      </w:r>
      <w:r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8ED1EAC" wp14:editId="7BBE6F2B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57" name="AutoShap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BA1C1" id="AutoShape 288" o:spid="_x0000_s1026" type="#_x0000_t32" style="position:absolute;left:0;text-align:left;margin-left:54.85pt;margin-top:658.6pt;width:58pt;height: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">
                <v:stroke dashstyle="dash"/>
              </v:shape>
            </w:pict>
          </mc:Fallback>
        </mc:AlternateContent>
      </w:r>
      <w:r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3BBB7C9" wp14:editId="63867AE6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58" name="AutoShap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D189F" id="AutoShape 289" o:spid="_x0000_s1026" type="#_x0000_t32" style="position:absolute;left:0;text-align:left;margin-left:54.85pt;margin-top:658.6pt;width:58pt;height:0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">
                <v:stroke dashstyle="dash"/>
              </v:shape>
            </w:pict>
          </mc:Fallback>
        </mc:AlternateContent>
      </w:r>
      <w:r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925C470" wp14:editId="78EDD254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59" name="AutoShap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D9B5D" id="AutoShape 290" o:spid="_x0000_s1026" type="#_x0000_t32" style="position:absolute;left:0;text-align:left;margin-left:54.85pt;margin-top:658.6pt;width:58pt;height: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">
                <v:stroke dashstyle="dash"/>
              </v:shape>
            </w:pict>
          </mc:Fallback>
        </mc:AlternateContent>
      </w:r>
      <w:r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6AAD1F5" wp14:editId="72457E24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60" name="AutoShap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AA43A3" id="AutoShape 291" o:spid="_x0000_s1026" type="#_x0000_t32" style="position:absolute;left:0;text-align:left;margin-left:54.85pt;margin-top:658.6pt;width:58pt;height:0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">
                <v:stroke dashstyle="dash"/>
              </v:shape>
            </w:pict>
          </mc:Fallback>
        </mc:AlternateContent>
      </w:r>
      <w:r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F05189F" wp14:editId="318E7B2E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61" name="AutoShap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47BC4" id="AutoShape 284" o:spid="_x0000_s1026" type="#_x0000_t32" style="position:absolute;left:0;text-align:left;margin-left:54.85pt;margin-top:658.6pt;width:58pt;height: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">
                <v:stroke dashstyle="dash"/>
              </v:shape>
            </w:pict>
          </mc:Fallback>
        </mc:AlternateContent>
      </w:r>
      <w:r w:rsidRPr="000B35B9">
        <w:rPr>
          <w:rFonts w:ascii="ＭＳ ゴシック" w:eastAsia="ＭＳ ゴシック" w:hAnsi="ＭＳ ゴシック" w:hint="eastAsia"/>
        </w:rPr>
        <w:t>【職員使用欄】～以下は申込者の方は記入しないでください～</w:t>
      </w:r>
      <w:r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2187172" wp14:editId="3EC5052C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62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67663E" id="AutoShape 283" o:spid="_x0000_s1026" type="#_x0000_t32" style="position:absolute;left:0;text-align:left;margin-left:54.85pt;margin-top:658.6pt;width:58pt;height:0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">
                <v:stroke dashstyle="dash"/>
              </v:shape>
            </w:pict>
          </mc:Fallback>
        </mc:AlternateContent>
      </w:r>
      <w:r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7642BE6" wp14:editId="48F4D1E6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63" name="AutoShap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6233D1" id="AutoShape 282" o:spid="_x0000_s1026" type="#_x0000_t32" style="position:absolute;left:0;text-align:left;margin-left:54.85pt;margin-top:658.6pt;width:58pt;height: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">
                <v:stroke dashstyle="dash"/>
              </v:shape>
            </w:pict>
          </mc:Fallback>
        </mc:AlternateContent>
      </w:r>
      <w:r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32538FF" wp14:editId="760883AC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64" name="AutoShap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64FA53" id="AutoShape 281" o:spid="_x0000_s1026" type="#_x0000_t32" style="position:absolute;left:0;text-align:left;margin-left:54.85pt;margin-top:658.6pt;width:58pt;height: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">
                <v:stroke dashstyle="dash"/>
              </v:shape>
            </w:pict>
          </mc:Fallback>
        </mc:AlternateContent>
      </w:r>
      <w:r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FB05332" wp14:editId="6A748CCA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65" name="Auto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ADA0DA" id="AutoShape 276" o:spid="_x0000_s1026" type="#_x0000_t32" style="position:absolute;left:0;text-align:left;margin-left:54.85pt;margin-top:658.6pt;width:58pt;height: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"/>
            </w:pict>
          </mc:Fallback>
        </mc:AlternateContent>
      </w:r>
      <w:r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44A033E" wp14:editId="766B1D8A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66" name="Auto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87FF5" id="AutoShape 277" o:spid="_x0000_s1026" type="#_x0000_t32" style="position:absolute;left:0;text-align:left;margin-left:54.85pt;margin-top:658.6pt;width:58pt;height: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"/>
            </w:pict>
          </mc:Fallback>
        </mc:AlternateContent>
      </w:r>
      <w:r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65923EF" wp14:editId="24C43169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67" name="Auto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CB2DC5" id="AutoShape 278" o:spid="_x0000_s1026" type="#_x0000_t32" style="position:absolute;left:0;text-align:left;margin-left:54.85pt;margin-top:658.6pt;width:58pt;height: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"/>
            </w:pict>
          </mc:Fallback>
        </mc:AlternateContent>
      </w:r>
      <w:r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5A85BB8" wp14:editId="76D35BC3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68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5B6243" id="AutoShape 279" o:spid="_x0000_s1026" type="#_x0000_t32" style="position:absolute;left:0;text-align:left;margin-left:54.85pt;margin-top:658.6pt;width:58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"/>
            </w:pict>
          </mc:Fallback>
        </mc:AlternateContent>
      </w:r>
      <w:r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5743157" wp14:editId="7595A6DA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69" name="AutoShap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401810" id="AutoShape 280" o:spid="_x0000_s1026" type="#_x0000_t32" style="position:absolute;left:0;text-align:left;margin-left:54.85pt;margin-top:658.6pt;width:58pt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"/>
            </w:pict>
          </mc:Fallback>
        </mc:AlternateContent>
      </w:r>
      <w:r w:rsidRPr="000B35B9">
        <w:rPr>
          <w:rFonts w:ascii="ＭＳ ゴシック" w:eastAsia="ＭＳ ゴシック" w:hAnsi="ＭＳ ゴシック" w:hint="eastAsia"/>
        </w:rPr>
        <w:t xml:space="preserve">　</w:t>
      </w:r>
      <w:r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92EE7A5" wp14:editId="67794E86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70" name="Auto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609DC1" id="AutoShape 287" o:spid="_x0000_s1026" type="#_x0000_t32" style="position:absolute;left:0;text-align:left;margin-left:54.85pt;margin-top:658.6pt;width:58pt;height: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">
                <v:stroke dashstyle="dash"/>
              </v:shape>
            </w:pict>
          </mc:Fallback>
        </mc:AlternateContent>
      </w:r>
      <w:r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3C6639D" wp14:editId="5CE85E51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71" name="AutoShap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C52C4" id="AutoShape 285" o:spid="_x0000_s1026" type="#_x0000_t32" style="position:absolute;left:0;text-align:left;margin-left:54.85pt;margin-top:658.6pt;width:58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">
                <v:stroke dashstyle="dash"/>
              </v:shape>
            </w:pict>
          </mc:Fallback>
        </mc:AlternateContent>
      </w:r>
      <w:r w:rsidRPr="000B35B9">
        <w:rPr>
          <w:rFonts w:ascii="ＭＳ ゴシック" w:eastAsia="ＭＳ ゴシック" w:hAnsi="ＭＳ 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97732EC" wp14:editId="4CE97E58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72" name="AutoShap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3B779B" id="AutoShape 286" o:spid="_x0000_s1026" type="#_x0000_t32" style="position:absolute;left:0;text-align:left;margin-left:54.85pt;margin-top:658.6pt;width:58pt;height:0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">
                <v:stroke dashstyle="dash"/>
              </v:shape>
            </w:pict>
          </mc:Fallback>
        </mc:AlternateContent>
      </w:r>
      <w:r w:rsidR="003157A2">
        <w:rPr>
          <w:rFonts w:ascii="ＭＳ ゴシック" w:eastAsia="ＭＳ ゴシック" w:hAnsi="ＭＳ ゴシック"/>
        </w:rPr>
        <w:tab/>
      </w:r>
    </w:p>
    <w:tbl>
      <w:tblPr>
        <w:tblpPr w:leftFromText="142" w:rightFromText="142" w:vertAnchor="text" w:horzAnchor="margin" w:tblpY="2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2"/>
        <w:gridCol w:w="2827"/>
        <w:gridCol w:w="1028"/>
        <w:gridCol w:w="2827"/>
        <w:gridCol w:w="1028"/>
      </w:tblGrid>
      <w:tr w:rsidR="003157A2" w:rsidRPr="000B35B9" w14:paraId="5BAA667F" w14:textId="77777777" w:rsidTr="000B5EC5">
        <w:trPr>
          <w:cantSplit/>
          <w:trHeight w:val="698"/>
        </w:trPr>
        <w:tc>
          <w:tcPr>
            <w:tcW w:w="1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3A016D" w14:textId="77777777" w:rsidR="003157A2" w:rsidRPr="000B35B9" w:rsidRDefault="003157A2" w:rsidP="000B5EC5">
            <w:pPr>
              <w:pStyle w:val="a3"/>
              <w:rPr>
                <w:rFonts w:ascii="ＭＳ ゴシック" w:eastAsia="ＭＳ ゴシック" w:hAnsi="ＭＳ ゴシック"/>
              </w:rPr>
            </w:pPr>
            <w:r w:rsidRPr="000B35B9">
              <w:rPr>
                <w:rFonts w:ascii="ＭＳ ゴシック" w:eastAsia="ＭＳ ゴシック" w:hAnsi="ＭＳ ゴシック" w:hint="eastAsia"/>
              </w:rPr>
              <w:t>受付年月日</w:t>
            </w:r>
          </w:p>
        </w:tc>
        <w:tc>
          <w:tcPr>
            <w:tcW w:w="28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55A16A" w14:textId="77777777" w:rsidR="003157A2" w:rsidRPr="000B35B9" w:rsidRDefault="003157A2" w:rsidP="000B5EC5">
            <w:pPr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令和　</w:t>
            </w:r>
            <w:r w:rsidRPr="00190D03">
              <w:rPr>
                <w:rFonts w:ascii="ＭＳ ゴシック" w:eastAsia="ＭＳ ゴシック" w:hAnsi="ＭＳ ゴシック" w:hint="eastAsia"/>
                <w:spacing w:val="0"/>
              </w:rPr>
              <w:t xml:space="preserve">　年　月　日</w:t>
            </w:r>
          </w:p>
          <w:p w14:paraId="381E5226" w14:textId="77777777" w:rsidR="003157A2" w:rsidRPr="000B35B9" w:rsidRDefault="003157A2" w:rsidP="000B5EC5">
            <w:pPr>
              <w:jc w:val="center"/>
              <w:rPr>
                <w:rFonts w:ascii="ＭＳ ゴシック" w:eastAsia="ＭＳ ゴシック" w:hAnsi="ＭＳ ゴシック"/>
              </w:rPr>
            </w:pPr>
            <w:r w:rsidRPr="000B35B9">
              <w:rPr>
                <w:rFonts w:ascii="ＭＳ ゴシック" w:eastAsia="ＭＳ ゴシック" w:hAnsi="ＭＳ ゴシック" w:hint="eastAsia"/>
                <w:spacing w:val="0"/>
              </w:rPr>
              <w:t>午前･後　　時　　分受付</w:t>
            </w:r>
          </w:p>
        </w:tc>
        <w:tc>
          <w:tcPr>
            <w:tcW w:w="10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E425232" w14:textId="77777777" w:rsidR="003157A2" w:rsidRPr="000B35B9" w:rsidRDefault="003157A2" w:rsidP="000B5EC5">
            <w:pPr>
              <w:jc w:val="center"/>
              <w:rPr>
                <w:rFonts w:ascii="ＭＳ ゴシック" w:eastAsia="ＭＳ ゴシック" w:hAnsi="ＭＳ ゴシック"/>
              </w:rPr>
            </w:pPr>
            <w:r w:rsidRPr="000B35B9">
              <w:rPr>
                <w:rFonts w:ascii="ＭＳ ゴシック" w:eastAsia="ＭＳ ゴシック" w:hAnsi="ＭＳ ゴシック" w:hint="eastAsia"/>
              </w:rPr>
              <w:t>受付印</w:t>
            </w:r>
          </w:p>
        </w:tc>
        <w:tc>
          <w:tcPr>
            <w:tcW w:w="282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1583290" w14:textId="77777777" w:rsidR="003157A2" w:rsidRPr="000B35B9" w:rsidRDefault="003157A2" w:rsidP="000B5EC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F989574" w14:textId="77777777" w:rsidR="003157A2" w:rsidRPr="000B35B9" w:rsidRDefault="003157A2" w:rsidP="000B5EC5">
            <w:pPr>
              <w:pStyle w:val="a3"/>
              <w:rPr>
                <w:rFonts w:ascii="ＭＳ ゴシック" w:eastAsia="ＭＳ ゴシック" w:hAnsi="ＭＳ ゴシック"/>
              </w:rPr>
            </w:pPr>
            <w:r w:rsidRPr="000B35B9">
              <w:rPr>
                <w:rFonts w:ascii="ＭＳ ゴシック" w:eastAsia="ＭＳ ゴシック" w:hAnsi="ＭＳ ゴシック" w:hint="eastAsia"/>
              </w:rPr>
              <w:t>担当者</w:t>
            </w:r>
          </w:p>
        </w:tc>
      </w:tr>
      <w:tr w:rsidR="003157A2" w:rsidRPr="000B35B9" w14:paraId="6CB46072" w14:textId="77777777" w:rsidTr="000B5EC5">
        <w:trPr>
          <w:cantSplit/>
          <w:trHeight w:val="699"/>
        </w:trPr>
        <w:tc>
          <w:tcPr>
            <w:tcW w:w="1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2AEA6F" w14:textId="77777777" w:rsidR="003157A2" w:rsidRPr="000B35B9" w:rsidRDefault="003157A2" w:rsidP="000B5EC5">
            <w:pPr>
              <w:jc w:val="center"/>
              <w:rPr>
                <w:rFonts w:ascii="ＭＳ ゴシック" w:eastAsia="ＭＳ ゴシック" w:hAnsi="ＭＳ ゴシック"/>
              </w:rPr>
            </w:pPr>
            <w:r w:rsidRPr="003157A2">
              <w:rPr>
                <w:rFonts w:ascii="ＭＳ ゴシック" w:eastAsia="ＭＳ ゴシック" w:hAnsi="ＭＳ ゴシック" w:hint="eastAsia"/>
                <w:spacing w:val="60"/>
                <w:fitText w:val="1215" w:id="-611649024"/>
              </w:rPr>
              <w:t>受付番</w:t>
            </w:r>
            <w:r w:rsidRPr="003157A2">
              <w:rPr>
                <w:rFonts w:ascii="ＭＳ ゴシック" w:eastAsia="ＭＳ ゴシック" w:hAnsi="ＭＳ ゴシック" w:hint="eastAsia"/>
                <w:spacing w:val="7"/>
                <w:fitText w:val="1215" w:id="-611649024"/>
              </w:rPr>
              <w:t>号</w:t>
            </w:r>
          </w:p>
        </w:tc>
        <w:tc>
          <w:tcPr>
            <w:tcW w:w="28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706511" w14:textId="77777777" w:rsidR="003157A2" w:rsidRPr="000B35B9" w:rsidRDefault="003157A2" w:rsidP="000B5EC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資経</w:t>
            </w:r>
            <w:r w:rsidRPr="000B35B9">
              <w:rPr>
                <w:rFonts w:ascii="ＭＳ ゴシック" w:eastAsia="ＭＳ ゴシック" w:hAnsi="ＭＳ ゴシック" w:hint="eastAsia"/>
              </w:rPr>
              <w:t xml:space="preserve">第　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0B35B9">
              <w:rPr>
                <w:rFonts w:ascii="ＭＳ ゴシック" w:eastAsia="ＭＳ ゴシック" w:hAnsi="ＭＳ ゴシック" w:hint="eastAsia"/>
              </w:rPr>
              <w:t xml:space="preserve">　号</w:t>
            </w:r>
          </w:p>
        </w:tc>
        <w:tc>
          <w:tcPr>
            <w:tcW w:w="102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E1EE41" w14:textId="77777777" w:rsidR="003157A2" w:rsidRPr="000B35B9" w:rsidRDefault="003157A2" w:rsidP="000B5EC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2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7E0C7A" w14:textId="77777777" w:rsidR="003157A2" w:rsidRPr="000B35B9" w:rsidRDefault="003157A2" w:rsidP="000B5EC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2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B18E7F" w14:textId="77777777" w:rsidR="003157A2" w:rsidRPr="000B35B9" w:rsidRDefault="003157A2" w:rsidP="000B5EC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3157A2" w:rsidRPr="000B35B9" w14:paraId="02E283D1" w14:textId="77777777" w:rsidTr="000B5EC5">
        <w:trPr>
          <w:cantSplit/>
          <w:trHeight w:val="1191"/>
        </w:trPr>
        <w:tc>
          <w:tcPr>
            <w:tcW w:w="1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E4EC19" w14:textId="77777777" w:rsidR="003157A2" w:rsidRPr="000B35B9" w:rsidRDefault="003157A2" w:rsidP="000B5EC5">
            <w:pPr>
              <w:jc w:val="center"/>
              <w:rPr>
                <w:rFonts w:ascii="ＭＳ ゴシック" w:eastAsia="ＭＳ ゴシック" w:hAnsi="ＭＳ ゴシック"/>
              </w:rPr>
            </w:pPr>
            <w:r w:rsidRPr="000B35B9">
              <w:rPr>
                <w:rFonts w:ascii="ＭＳ ゴシック" w:eastAsia="ＭＳ ゴシック" w:hAnsi="ＭＳ ゴシック" w:hint="eastAsia"/>
              </w:rPr>
              <w:t>備　　　考</w:t>
            </w:r>
          </w:p>
        </w:tc>
        <w:tc>
          <w:tcPr>
            <w:tcW w:w="7710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42707F" w14:textId="77777777" w:rsidR="003157A2" w:rsidRPr="000B35B9" w:rsidRDefault="003157A2" w:rsidP="000B5EC5">
            <w:pPr>
              <w:ind w:left="232" w:hangingChars="100" w:hanging="232"/>
              <w:rPr>
                <w:rFonts w:ascii="ＭＳ ゴシック" w:eastAsia="ＭＳ ゴシック" w:hAnsi="ＭＳ ゴシック"/>
              </w:rPr>
            </w:pPr>
          </w:p>
        </w:tc>
      </w:tr>
    </w:tbl>
    <w:p w14:paraId="66F47BB0" w14:textId="77777777" w:rsidR="003157A2" w:rsidRPr="000B35B9" w:rsidRDefault="003157A2" w:rsidP="003157A2">
      <w:pPr>
        <w:tabs>
          <w:tab w:val="right" w:pos="9581"/>
        </w:tabs>
        <w:rPr>
          <w:rFonts w:ascii="ＭＳ ゴシック" w:eastAsia="ＭＳ ゴシック" w:hAnsi="ＭＳ ゴシック" w:hint="eastAsia"/>
        </w:rPr>
      </w:pPr>
    </w:p>
    <w:p w14:paraId="20F0B7B8" w14:textId="77777777" w:rsidR="007D7D0D" w:rsidRDefault="007D7D0D" w:rsidP="007D7D0D">
      <w:pPr>
        <w:rPr>
          <w:rFonts w:ascii="ＭＳ ゴシック" w:eastAsia="ＭＳ ゴシック" w:hAnsi="ＭＳ ゴシック"/>
        </w:rPr>
      </w:pPr>
      <w:r w:rsidRPr="000B35B9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添付資料</w:t>
      </w:r>
    </w:p>
    <w:p w14:paraId="4DC4D4E0" w14:textId="77777777" w:rsidR="007D7D0D" w:rsidRPr="000B35B9" w:rsidRDefault="007D7D0D" w:rsidP="007D7D0D">
      <w:pPr>
        <w:ind w:firstLineChars="100" w:firstLine="232"/>
        <w:rPr>
          <w:rFonts w:ascii="ＭＳ ゴシック" w:eastAsia="ＭＳ ゴシック" w:hAnsi="ＭＳ ゴシック"/>
        </w:rPr>
      </w:pPr>
      <w:r w:rsidRPr="000B35B9">
        <w:rPr>
          <w:rFonts w:ascii="ＭＳ ゴシック" w:eastAsia="ＭＳ ゴシック" w:hAnsi="ＭＳ ゴシック" w:hint="eastAsia"/>
        </w:rPr>
        <w:t xml:space="preserve">□　</w:t>
      </w:r>
      <w:r w:rsidRPr="007B404E">
        <w:rPr>
          <w:rFonts w:ascii="ＭＳ ゴシック" w:eastAsia="ＭＳ ゴシック" w:hAnsi="ＭＳ ゴシック" w:hint="eastAsia"/>
        </w:rPr>
        <w:t xml:space="preserve">誓約書　</w:t>
      </w:r>
      <w:r w:rsidRPr="007B404E">
        <w:rPr>
          <w:rFonts w:ascii="ＭＳ ゴシック" w:eastAsia="ＭＳ ゴシック" w:hAnsi="ＭＳ ゴシック" w:hint="eastAsia"/>
          <w:sz w:val="16"/>
          <w:szCs w:val="16"/>
        </w:rPr>
        <w:t>1部、個人は個人用、法人は法人用を使用すること</w:t>
      </w:r>
    </w:p>
    <w:p w14:paraId="132776B6" w14:textId="77777777" w:rsidR="007D7D0D" w:rsidRPr="007B0E7F" w:rsidRDefault="007D7D0D" w:rsidP="007D7D0D">
      <w:pPr>
        <w:rPr>
          <w:rFonts w:ascii="ＭＳ ゴシック" w:eastAsia="ＭＳ ゴシック" w:hAnsi="ＭＳ ゴシック"/>
          <w:sz w:val="16"/>
          <w:szCs w:val="16"/>
        </w:rPr>
      </w:pPr>
      <w:r w:rsidRPr="000B35B9">
        <w:rPr>
          <w:rFonts w:ascii="ＭＳ ゴシック" w:eastAsia="ＭＳ ゴシック" w:hAnsi="ＭＳ ゴシック" w:hint="eastAsia"/>
        </w:rPr>
        <w:t xml:space="preserve">　□　</w:t>
      </w:r>
      <w:r w:rsidRPr="007B404E">
        <w:rPr>
          <w:rFonts w:ascii="ＭＳ ゴシック" w:eastAsia="ＭＳ ゴシック" w:hAnsi="ＭＳ ゴシック" w:hint="eastAsia"/>
        </w:rPr>
        <w:t>印鑑</w:t>
      </w:r>
      <w:r>
        <w:rPr>
          <w:rFonts w:ascii="ＭＳ ゴシック" w:eastAsia="ＭＳ ゴシック" w:hAnsi="ＭＳ ゴシック" w:hint="eastAsia"/>
        </w:rPr>
        <w:t>登録</w:t>
      </w:r>
      <w:r w:rsidRPr="007B404E">
        <w:rPr>
          <w:rFonts w:ascii="ＭＳ ゴシック" w:eastAsia="ＭＳ ゴシック" w:hAnsi="ＭＳ ゴシック" w:hint="eastAsia"/>
        </w:rPr>
        <w:t>証明書</w:t>
      </w:r>
      <w:r>
        <w:rPr>
          <w:rFonts w:ascii="ＭＳ ゴシック" w:eastAsia="ＭＳ ゴシック" w:hAnsi="ＭＳ ゴシック" w:hint="eastAsia"/>
        </w:rPr>
        <w:t>（代表者個人分）</w:t>
      </w:r>
      <w:r w:rsidRPr="007B404E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4A0E46A" wp14:editId="1B67864F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73" name="AutoShap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179876" id="AutoShape 294" o:spid="_x0000_s1026" type="#_x0000_t32" style="position:absolute;left:0;text-align:left;margin-left:54.85pt;margin-top:658.6pt;width:58pt;height:0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">
                <v:stroke dashstyle="dash"/>
              </v:shape>
            </w:pict>
          </mc:Fallback>
        </mc:AlternateContent>
      </w:r>
      <w:r w:rsidRPr="007B404E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D984955" wp14:editId="06422A68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74" name="AutoShap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A177B" id="AutoShape 295" o:spid="_x0000_s1026" type="#_x0000_t32" style="position:absolute;left:0;text-align:left;margin-left:54.85pt;margin-top:658.6pt;width:58pt;height: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">
                <v:stroke dashstyle="dash"/>
              </v:shape>
            </w:pict>
          </mc:Fallback>
        </mc:AlternateContent>
      </w:r>
      <w:r w:rsidRPr="007B404E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3619A3E" wp14:editId="42671AC9">
                <wp:simplePos x="0" y="0"/>
                <wp:positionH relativeFrom="column">
                  <wp:posOffset>696595</wp:posOffset>
                </wp:positionH>
                <wp:positionV relativeFrom="paragraph">
                  <wp:posOffset>8364220</wp:posOffset>
                </wp:positionV>
                <wp:extent cx="736600" cy="0"/>
                <wp:effectExtent l="0" t="0" r="0" b="0"/>
                <wp:wrapNone/>
                <wp:docPr id="75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6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765471" id="AutoShape 296" o:spid="_x0000_s1026" type="#_x0000_t32" style="position:absolute;left:0;text-align:left;margin-left:54.85pt;margin-top:658.6pt;width:58pt;height:0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">
                <v:stroke dashstyle="dash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 xml:space="preserve">　</w:t>
      </w:r>
      <w:r w:rsidRPr="007B404E">
        <w:rPr>
          <w:rFonts w:ascii="ＭＳ ゴシック" w:eastAsia="ＭＳ ゴシック" w:hAnsi="ＭＳ ゴシック" w:hint="eastAsia"/>
          <w:sz w:val="16"/>
          <w:szCs w:val="16"/>
        </w:rPr>
        <w:t>1部、発行から３か月以内でコピー可</w:t>
      </w:r>
    </w:p>
    <w:p w14:paraId="6C01D5B8" w14:textId="77777777" w:rsidR="007D7D0D" w:rsidRPr="007B404E" w:rsidRDefault="007D7D0D" w:rsidP="007D7D0D">
      <w:pPr>
        <w:rPr>
          <w:rFonts w:ascii="ＭＳ ゴシック" w:eastAsia="ＭＳ ゴシック" w:hAnsi="ＭＳ ゴシック"/>
          <w:sz w:val="16"/>
          <w:szCs w:val="16"/>
        </w:rPr>
      </w:pPr>
      <w:r w:rsidRPr="007B0E7F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 xml:space="preserve">□　滞納のない証明書（代表者個人分）　</w:t>
      </w:r>
      <w:r w:rsidRPr="007B404E">
        <w:rPr>
          <w:rFonts w:ascii="ＭＳ ゴシック" w:eastAsia="ＭＳ ゴシック" w:hAnsi="ＭＳ ゴシック" w:hint="eastAsia"/>
          <w:sz w:val="16"/>
          <w:szCs w:val="16"/>
        </w:rPr>
        <w:t>1</w:t>
      </w:r>
      <w:r>
        <w:rPr>
          <w:rFonts w:ascii="ＭＳ ゴシック" w:eastAsia="ＭＳ ゴシック" w:hAnsi="ＭＳ ゴシック" w:hint="eastAsia"/>
          <w:sz w:val="16"/>
          <w:szCs w:val="16"/>
        </w:rPr>
        <w:t>部、発行から３か月以内でコピー</w:t>
      </w:r>
      <w:r w:rsidRPr="007B404E">
        <w:rPr>
          <w:rFonts w:ascii="ＭＳ ゴシック" w:eastAsia="ＭＳ ゴシック" w:hAnsi="ＭＳ ゴシック" w:hint="eastAsia"/>
          <w:sz w:val="16"/>
          <w:szCs w:val="16"/>
        </w:rPr>
        <w:t>可</w:t>
      </w:r>
    </w:p>
    <w:p w14:paraId="1D70D720" w14:textId="77777777" w:rsidR="007D7D0D" w:rsidRDefault="007D7D0D" w:rsidP="007D7D0D">
      <w:pPr>
        <w:ind w:rightChars="-30" w:right="-70"/>
        <w:rPr>
          <w:rFonts w:ascii="ＭＳ ゴシック" w:eastAsia="ＭＳ ゴシック" w:hAnsi="ＭＳ ゴシック"/>
        </w:rPr>
      </w:pPr>
      <w:r w:rsidRPr="007B0E7F">
        <w:rPr>
          <w:rFonts w:ascii="ＭＳ ゴシック" w:eastAsia="ＭＳ ゴシック" w:hAnsi="ＭＳ ゴシック" w:hint="eastAsia"/>
        </w:rPr>
        <w:t xml:space="preserve">　□　</w:t>
      </w:r>
      <w:r>
        <w:rPr>
          <w:rFonts w:ascii="ＭＳ ゴシック" w:eastAsia="ＭＳ ゴシック" w:hAnsi="ＭＳ ゴシック" w:hint="eastAsia"/>
        </w:rPr>
        <w:t xml:space="preserve">国税に関する納税証明書(その３の２)（代表者個人分）　</w:t>
      </w:r>
      <w:r w:rsidRPr="007B404E">
        <w:rPr>
          <w:rFonts w:ascii="ＭＳ ゴシック" w:eastAsia="ＭＳ ゴシック" w:hAnsi="ＭＳ ゴシック" w:hint="eastAsia"/>
          <w:sz w:val="16"/>
          <w:szCs w:val="16"/>
        </w:rPr>
        <w:t>1</w:t>
      </w:r>
      <w:r>
        <w:rPr>
          <w:rFonts w:ascii="ＭＳ ゴシック" w:eastAsia="ＭＳ ゴシック" w:hAnsi="ＭＳ ゴシック" w:hint="eastAsia"/>
          <w:sz w:val="16"/>
          <w:szCs w:val="16"/>
        </w:rPr>
        <w:t>部、発行から3か月以内でコピー</w:t>
      </w:r>
      <w:r w:rsidRPr="007B404E">
        <w:rPr>
          <w:rFonts w:ascii="ＭＳ ゴシック" w:eastAsia="ＭＳ ゴシック" w:hAnsi="ＭＳ ゴシック" w:hint="eastAsia"/>
          <w:sz w:val="16"/>
          <w:szCs w:val="16"/>
        </w:rPr>
        <w:t>可</w:t>
      </w:r>
    </w:p>
    <w:p w14:paraId="0CF9B408" w14:textId="77777777" w:rsidR="007D7D0D" w:rsidRDefault="007D7D0D" w:rsidP="007D7D0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□　自動販売機実績証明書類（佐世保市内２年以上）　</w:t>
      </w:r>
      <w:r w:rsidRPr="007B404E">
        <w:rPr>
          <w:rFonts w:ascii="ＭＳ ゴシック" w:eastAsia="ＭＳ ゴシック" w:hAnsi="ＭＳ ゴシック" w:hint="eastAsia"/>
          <w:sz w:val="16"/>
          <w:szCs w:val="16"/>
        </w:rPr>
        <w:t>1</w:t>
      </w:r>
      <w:r>
        <w:rPr>
          <w:rFonts w:ascii="ＭＳ ゴシック" w:eastAsia="ＭＳ ゴシック" w:hAnsi="ＭＳ ゴシック" w:hint="eastAsia"/>
          <w:sz w:val="16"/>
          <w:szCs w:val="16"/>
        </w:rPr>
        <w:t>部、コピー</w:t>
      </w:r>
      <w:r w:rsidRPr="007B404E">
        <w:rPr>
          <w:rFonts w:ascii="ＭＳ ゴシック" w:eastAsia="ＭＳ ゴシック" w:hAnsi="ＭＳ ゴシック" w:hint="eastAsia"/>
          <w:sz w:val="16"/>
          <w:szCs w:val="16"/>
        </w:rPr>
        <w:t>可</w:t>
      </w:r>
    </w:p>
    <w:p w14:paraId="627C3C5E" w14:textId="77777777" w:rsidR="007D7D0D" w:rsidRDefault="007D7D0D" w:rsidP="007D7D0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□　自動販売機カタログ　</w:t>
      </w:r>
      <w:r w:rsidRPr="00DB63DC">
        <w:rPr>
          <w:rFonts w:ascii="ＭＳ ゴシック" w:eastAsia="ＭＳ ゴシック" w:hAnsi="ＭＳ ゴシック" w:hint="eastAsia"/>
        </w:rPr>
        <w:t>1部、コピー可</w:t>
      </w:r>
    </w:p>
    <w:p w14:paraId="5324DB75" w14:textId="77777777" w:rsidR="00207CD4" w:rsidRPr="00AC01F1" w:rsidRDefault="00207CD4" w:rsidP="00DB63DC">
      <w:pPr>
        <w:rPr>
          <w:rFonts w:ascii="ＭＳ ゴシック" w:eastAsia="ＭＳ ゴシック" w:hAnsi="ＭＳ ゴシック"/>
        </w:rPr>
      </w:pPr>
    </w:p>
    <w:sectPr w:rsidR="00207CD4" w:rsidRPr="00AC01F1" w:rsidSect="00DB63DC">
      <w:pgSz w:w="11905" w:h="16837" w:code="9"/>
      <w:pgMar w:top="1021" w:right="1077" w:bottom="567" w:left="1247" w:header="142" w:footer="142" w:gutter="0"/>
      <w:paperSrc w:first="7" w:other="7"/>
      <w:pgNumType w:start="1"/>
      <w:cols w:space="720"/>
      <w:docGrid w:type="lines" w:linePitch="288" w:charSpace="45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F7A54" w14:textId="77777777" w:rsidR="00B43867" w:rsidRDefault="00B43867" w:rsidP="009E55F8">
      <w:pPr>
        <w:spacing w:line="240" w:lineRule="auto"/>
      </w:pPr>
      <w:r>
        <w:separator/>
      </w:r>
    </w:p>
  </w:endnote>
  <w:endnote w:type="continuationSeparator" w:id="0">
    <w:p w14:paraId="591D1A5A" w14:textId="77777777" w:rsidR="00B43867" w:rsidRDefault="00B43867" w:rsidP="009E55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52C70" w14:textId="77777777" w:rsidR="00B43867" w:rsidRDefault="00B43867" w:rsidP="009E55F8">
      <w:pPr>
        <w:spacing w:line="240" w:lineRule="auto"/>
      </w:pPr>
      <w:r>
        <w:separator/>
      </w:r>
    </w:p>
  </w:footnote>
  <w:footnote w:type="continuationSeparator" w:id="0">
    <w:p w14:paraId="09AE9E79" w14:textId="77777777" w:rsidR="00B43867" w:rsidRDefault="00B43867" w:rsidP="009E55F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71DAC"/>
    <w:multiLevelType w:val="hybridMultilevel"/>
    <w:tmpl w:val="B400FA90"/>
    <w:lvl w:ilvl="0" w:tplc="55C023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1320A03"/>
    <w:multiLevelType w:val="hybridMultilevel"/>
    <w:tmpl w:val="EDDCA750"/>
    <w:lvl w:ilvl="0" w:tplc="BF163A04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354C31D0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4C6203D"/>
    <w:multiLevelType w:val="hybridMultilevel"/>
    <w:tmpl w:val="6AD6ECF4"/>
    <w:lvl w:ilvl="0" w:tplc="7B3641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08893968">
    <w:abstractNumId w:val="1"/>
  </w:num>
  <w:num w:numId="2" w16cid:durableId="1642422666">
    <w:abstractNumId w:val="0"/>
  </w:num>
  <w:num w:numId="3" w16cid:durableId="17922870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attachedTemplate r:id="rId1"/>
  <w:defaultTabStop w:val="720"/>
  <w:hyphenationZone w:val="0"/>
  <w:doNotHyphenateCaps/>
  <w:evenAndOddHeaders/>
  <w:drawingGridHorizontalSpacing w:val="127"/>
  <w:drawingGridVerticalSpacing w:val="144"/>
  <w:displayHorizontalDrawingGridEvery w:val="0"/>
  <w:displayVerticalDrawingGridEvery w:val="2"/>
  <w:doNotShadeFormData/>
  <w:characterSpacingControl w:val="doNotCompress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5F8"/>
    <w:rsid w:val="00007C02"/>
    <w:rsid w:val="0005419D"/>
    <w:rsid w:val="000765C9"/>
    <w:rsid w:val="000B35B9"/>
    <w:rsid w:val="000B50A9"/>
    <w:rsid w:val="000D62F8"/>
    <w:rsid w:val="000E6C68"/>
    <w:rsid w:val="00126475"/>
    <w:rsid w:val="00144BE3"/>
    <w:rsid w:val="00174790"/>
    <w:rsid w:val="00180F04"/>
    <w:rsid w:val="00190D03"/>
    <w:rsid w:val="001A0560"/>
    <w:rsid w:val="001A3CA6"/>
    <w:rsid w:val="001C59BB"/>
    <w:rsid w:val="001F405C"/>
    <w:rsid w:val="00207CD4"/>
    <w:rsid w:val="0021410A"/>
    <w:rsid w:val="0023205B"/>
    <w:rsid w:val="0024411E"/>
    <w:rsid w:val="002A14B4"/>
    <w:rsid w:val="002A4B23"/>
    <w:rsid w:val="002B1D9B"/>
    <w:rsid w:val="002C77E4"/>
    <w:rsid w:val="002F2C95"/>
    <w:rsid w:val="003157A2"/>
    <w:rsid w:val="0032500B"/>
    <w:rsid w:val="003311CE"/>
    <w:rsid w:val="0033668C"/>
    <w:rsid w:val="00374375"/>
    <w:rsid w:val="003E7230"/>
    <w:rsid w:val="00406978"/>
    <w:rsid w:val="004338FE"/>
    <w:rsid w:val="00446F55"/>
    <w:rsid w:val="0047632D"/>
    <w:rsid w:val="00485694"/>
    <w:rsid w:val="004920AA"/>
    <w:rsid w:val="004A667C"/>
    <w:rsid w:val="004B2DD4"/>
    <w:rsid w:val="004B6082"/>
    <w:rsid w:val="004D24FD"/>
    <w:rsid w:val="005151CC"/>
    <w:rsid w:val="00562C2E"/>
    <w:rsid w:val="00573835"/>
    <w:rsid w:val="005920E4"/>
    <w:rsid w:val="00594434"/>
    <w:rsid w:val="005C4990"/>
    <w:rsid w:val="005E1984"/>
    <w:rsid w:val="006205DB"/>
    <w:rsid w:val="00631FDE"/>
    <w:rsid w:val="00651C5D"/>
    <w:rsid w:val="0069265A"/>
    <w:rsid w:val="006D4650"/>
    <w:rsid w:val="006F6C53"/>
    <w:rsid w:val="00704FDA"/>
    <w:rsid w:val="007218EB"/>
    <w:rsid w:val="007635EB"/>
    <w:rsid w:val="00773CAF"/>
    <w:rsid w:val="007A6E30"/>
    <w:rsid w:val="007B0E7F"/>
    <w:rsid w:val="007B404E"/>
    <w:rsid w:val="007C22F2"/>
    <w:rsid w:val="007D7D0D"/>
    <w:rsid w:val="00854D9D"/>
    <w:rsid w:val="008608AC"/>
    <w:rsid w:val="00861677"/>
    <w:rsid w:val="00873DA6"/>
    <w:rsid w:val="008930F1"/>
    <w:rsid w:val="008A7562"/>
    <w:rsid w:val="008B4920"/>
    <w:rsid w:val="00902FA7"/>
    <w:rsid w:val="009445AA"/>
    <w:rsid w:val="00952180"/>
    <w:rsid w:val="00964FEF"/>
    <w:rsid w:val="0098044B"/>
    <w:rsid w:val="009E55F8"/>
    <w:rsid w:val="00A05A42"/>
    <w:rsid w:val="00A27D32"/>
    <w:rsid w:val="00A56B49"/>
    <w:rsid w:val="00A56D0E"/>
    <w:rsid w:val="00A7042A"/>
    <w:rsid w:val="00AA2229"/>
    <w:rsid w:val="00AB156F"/>
    <w:rsid w:val="00AB5596"/>
    <w:rsid w:val="00AC01F1"/>
    <w:rsid w:val="00AE1817"/>
    <w:rsid w:val="00AE5232"/>
    <w:rsid w:val="00AF59B5"/>
    <w:rsid w:val="00B04827"/>
    <w:rsid w:val="00B06A26"/>
    <w:rsid w:val="00B430C7"/>
    <w:rsid w:val="00B43867"/>
    <w:rsid w:val="00B764A7"/>
    <w:rsid w:val="00BF0344"/>
    <w:rsid w:val="00C05B06"/>
    <w:rsid w:val="00C50BD3"/>
    <w:rsid w:val="00C51E1A"/>
    <w:rsid w:val="00CA56EC"/>
    <w:rsid w:val="00CE585D"/>
    <w:rsid w:val="00CE6724"/>
    <w:rsid w:val="00CF0A29"/>
    <w:rsid w:val="00D57F43"/>
    <w:rsid w:val="00D7427B"/>
    <w:rsid w:val="00DA51FC"/>
    <w:rsid w:val="00DB63DC"/>
    <w:rsid w:val="00DE1CCA"/>
    <w:rsid w:val="00E538CB"/>
    <w:rsid w:val="00EC477E"/>
    <w:rsid w:val="00EC58A8"/>
    <w:rsid w:val="00EF5B3D"/>
    <w:rsid w:val="00F95E1C"/>
    <w:rsid w:val="00FC3ACE"/>
    <w:rsid w:val="00F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12DCF8E"/>
  <w15:chartTrackingRefBased/>
  <w15:docId w15:val="{9720766D-A876-43B4-9E07-A94395671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63DC"/>
    <w:pPr>
      <w:widowControl w:val="0"/>
      <w:autoSpaceDE w:val="0"/>
      <w:autoSpaceDN w:val="0"/>
      <w:spacing w:line="300" w:lineRule="atLeast"/>
      <w:jc w:val="both"/>
    </w:pPr>
    <w:rPr>
      <w:spacing w:val="11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Body Text"/>
    <w:basedOn w:val="a"/>
    <w:link w:val="a6"/>
    <w:semiHidden/>
    <w:pPr>
      <w:framePr w:hSpace="142" w:wrap="around" w:vAnchor="text" w:hAnchor="margin" w:y="305"/>
      <w:spacing w:line="357" w:lineRule="atLeast"/>
    </w:pPr>
    <w:rPr>
      <w:spacing w:val="0"/>
    </w:rPr>
  </w:style>
  <w:style w:type="paragraph" w:styleId="a7">
    <w:name w:val="Date"/>
    <w:basedOn w:val="a"/>
    <w:next w:val="a"/>
    <w:semiHidden/>
  </w:style>
  <w:style w:type="paragraph" w:styleId="a8">
    <w:name w:val="header"/>
    <w:basedOn w:val="a"/>
    <w:semiHidden/>
    <w:pPr>
      <w:tabs>
        <w:tab w:val="center" w:pos="4252"/>
        <w:tab w:val="right" w:pos="8504"/>
      </w:tabs>
      <w:autoSpaceDE/>
      <w:autoSpaceDN/>
      <w:snapToGrid w:val="0"/>
      <w:spacing w:line="240" w:lineRule="auto"/>
    </w:pPr>
    <w:rPr>
      <w:rFonts w:ascii="Century" w:eastAsia="ＭＳ 明朝"/>
      <w:spacing w:val="0"/>
      <w:kern w:val="2"/>
      <w:szCs w:val="24"/>
    </w:rPr>
  </w:style>
  <w:style w:type="paragraph" w:styleId="2">
    <w:name w:val="Body Text Indent 2"/>
    <w:basedOn w:val="a"/>
    <w:semiHidden/>
    <w:pPr>
      <w:autoSpaceDE/>
      <w:autoSpaceDN/>
      <w:spacing w:line="240" w:lineRule="auto"/>
      <w:ind w:leftChars="100" w:left="210" w:firstLineChars="100" w:firstLine="210"/>
    </w:pPr>
    <w:rPr>
      <w:rFonts w:ascii="ＭＳ 明朝" w:eastAsia="ＭＳ 明朝" w:hAnsi="ＭＳ 明朝"/>
      <w:spacing w:val="0"/>
      <w:kern w:val="2"/>
      <w:szCs w:val="24"/>
    </w:rPr>
  </w:style>
  <w:style w:type="paragraph" w:styleId="a9">
    <w:name w:val="Body Text Indent"/>
    <w:basedOn w:val="a"/>
    <w:semiHidden/>
    <w:pPr>
      <w:ind w:leftChars="400" w:left="851"/>
    </w:pPr>
  </w:style>
  <w:style w:type="paragraph" w:styleId="3">
    <w:name w:val="Body Text Indent 3"/>
    <w:basedOn w:val="a"/>
    <w:semiHidden/>
    <w:pPr>
      <w:ind w:leftChars="400" w:left="851"/>
    </w:pPr>
    <w:rPr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9E55F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9E55F8"/>
    <w:rPr>
      <w:spacing w:val="11"/>
      <w:sz w:val="21"/>
    </w:rPr>
  </w:style>
  <w:style w:type="character" w:customStyle="1" w:styleId="a6">
    <w:name w:val="本文 (文字)"/>
    <w:link w:val="a5"/>
    <w:semiHidden/>
    <w:rsid w:val="009E55F8"/>
    <w:rPr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631FDE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631FDE"/>
    <w:rPr>
      <w:rFonts w:ascii="Arial" w:eastAsia="ＭＳ ゴシック" w:hAnsi="Arial" w:cs="Times New Roman"/>
      <w:spacing w:val="11"/>
      <w:sz w:val="18"/>
      <w:szCs w:val="18"/>
    </w:rPr>
  </w:style>
  <w:style w:type="table" w:styleId="ae">
    <w:name w:val="Table Grid"/>
    <w:basedOn w:val="a1"/>
    <w:uiPriority w:val="59"/>
    <w:rsid w:val="002320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zaisan\Application%20Data\Microsoft\Templates\(&#27096;&#24335;)&#36215;&#26696;&#25991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(様式)起案文</Template>
  <TotalTime>136</TotalTime>
  <Pages>3</Pages>
  <Words>1264</Words>
  <Characters>844</Characters>
  <Application>Microsoft Office Word</Application>
  <DocSecurity>0</DocSecurity>
  <Lines>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（様式)起案文書</vt:lpstr>
      <vt:lpstr>（様式)起案文書</vt:lpstr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（様式)起案文書</dc:title>
  <dc:subject/>
  <dc:creator>電算管理課</dc:creator>
  <cp:keywords/>
  <dc:description/>
  <cp:lastModifiedBy>山藤宏太</cp:lastModifiedBy>
  <cp:revision>10</cp:revision>
  <cp:lastPrinted>2019-05-29T06:13:00Z</cp:lastPrinted>
  <dcterms:created xsi:type="dcterms:W3CDTF">2020-11-04T05:48:00Z</dcterms:created>
  <dcterms:modified xsi:type="dcterms:W3CDTF">2025-11-17T02:59:00Z</dcterms:modified>
</cp:coreProperties>
</file>